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DE6A4F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Pr="00DE6A4F">
        <w:rPr>
          <w:rFonts w:cs="Arial"/>
          <w:sz w:val="24"/>
          <w:szCs w:val="24"/>
          <w:lang w:val="sr-Cyrl-CS"/>
        </w:rPr>
        <w:t xml:space="preserve">ЗДРАВСТВЕНО ИНФОРМАЦИОНИ СИСТЕМИ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Pr="008B2113" w:rsidRDefault="00DE6A4F" w:rsidP="00DE6A4F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8B2113">
        <w:rPr>
          <w:sz w:val="24"/>
          <w:szCs w:val="24"/>
        </w:rPr>
        <w:t>7</w:t>
      </w:r>
    </w:p>
    <w:p w:rsidR="00DE6A4F" w:rsidRPr="00A06B01" w:rsidRDefault="00DE6A4F" w:rsidP="00DE6A4F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Pr="009A6F83">
        <w:t xml:space="preserve"> </w:t>
      </w:r>
      <w:r w:rsidR="008B2113" w:rsidRPr="008B2113">
        <w:rPr>
          <w:b/>
          <w:sz w:val="28"/>
          <w:szCs w:val="28"/>
          <w:lang w:val="sr-Cyrl-CS"/>
        </w:rPr>
        <w:t>ПРОЦЕС ИМПЛЕМЕНТАЦИЈЕ СИСТЕМА</w:t>
      </w:r>
      <w:r w:rsidRPr="004D6B41">
        <w:rPr>
          <w:b/>
          <w:sz w:val="28"/>
          <w:szCs w:val="28"/>
          <w:lang w:val="sr-Cyrl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746"/>
        <w:gridCol w:w="3116"/>
        <w:gridCol w:w="2807"/>
      </w:tblGrid>
      <w:tr w:rsidR="00DE6A4F" w:rsidRPr="00501FDC" w:rsidTr="007A6765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E6A4F" w:rsidRPr="00D7079D" w:rsidTr="00F321A8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8B2113" w:rsidRDefault="008B2113" w:rsidP="009536F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827232" w:rsidRDefault="008B2113" w:rsidP="00F321A8">
            <w:pPr>
              <w:jc w:val="left"/>
              <w:rPr>
                <w:rFonts w:cs="Arial"/>
              </w:rPr>
            </w:pPr>
            <w:r w:rsidRPr="008B2113">
              <w:rPr>
                <w:rFonts w:cs="Arial"/>
                <w:lang w:val="sr-Latn-CS"/>
              </w:rPr>
              <w:t>Процес имплементације система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6848B2" w:rsidRDefault="006848B2" w:rsidP="006848B2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6848B2">
              <w:rPr>
                <w:rFonts w:cs="Arial"/>
              </w:rPr>
              <w:t>Детерминисати обим пројекта и очекивања</w:t>
            </w:r>
            <w:r>
              <w:rPr>
                <w:rFonts w:cs="Arial"/>
              </w:rPr>
              <w:t>.</w:t>
            </w:r>
            <w:r w:rsidRPr="006848B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План пројекта. Типичне к</w:t>
            </w:r>
            <w:r w:rsidRPr="006848B2">
              <w:rPr>
                <w:rFonts w:cs="Arial"/>
              </w:rPr>
              <w:t>омпоненте</w:t>
            </w:r>
            <w:r>
              <w:rPr>
                <w:rFonts w:cs="Arial"/>
              </w:rPr>
              <w:t xml:space="preserve"> </w:t>
            </w:r>
            <w:r w:rsidRPr="006848B2">
              <w:rPr>
                <w:rFonts w:cs="Arial"/>
              </w:rPr>
              <w:t>имплементационог плана</w:t>
            </w:r>
            <w:r>
              <w:rPr>
                <w:rFonts w:cs="Arial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8B4F69" w:rsidRDefault="008B4F69" w:rsidP="008B4F69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rFonts w:cs="Arial"/>
              </w:rPr>
              <w:t>Упознавање са п</w:t>
            </w:r>
            <w:r>
              <w:rPr>
                <w:rFonts w:cs="Arial"/>
                <w:lang w:val="sr-Latn-CS"/>
              </w:rPr>
              <w:t>роцес</w:t>
            </w:r>
            <w:r>
              <w:rPr>
                <w:rFonts w:cs="Arial"/>
              </w:rPr>
              <w:t xml:space="preserve">ом </w:t>
            </w:r>
            <w:r w:rsidRPr="008B2113">
              <w:rPr>
                <w:rFonts w:cs="Arial"/>
                <w:lang w:val="sr-Latn-CS"/>
              </w:rPr>
              <w:t>имплементације система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63490F" w:rsidRDefault="0063490F" w:rsidP="003D0E65">
      <w:pPr>
        <w:jc w:val="center"/>
        <w:rPr>
          <w:b/>
          <w:sz w:val="24"/>
          <w:szCs w:val="24"/>
          <w:lang w:val="sr-Cyrl-CS"/>
        </w:rPr>
      </w:pPr>
    </w:p>
    <w:p w:rsidR="0063490F" w:rsidRDefault="0063490F" w:rsidP="003D0E65">
      <w:pPr>
        <w:jc w:val="center"/>
        <w:rPr>
          <w:b/>
          <w:sz w:val="24"/>
          <w:szCs w:val="24"/>
          <w:lang w:val="sr-Cyrl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E7C6C" w:rsidRPr="00FE7C6C" w:rsidRDefault="00FE7C6C" w:rsidP="003D0E65">
      <w:pPr>
        <w:jc w:val="center"/>
        <w:rPr>
          <w:b/>
          <w:sz w:val="24"/>
          <w:szCs w:val="24"/>
        </w:rPr>
      </w:pPr>
    </w:p>
    <w:p w:rsidR="003D0E65" w:rsidRPr="00E64EF0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F73B06">
      <w:pPr>
        <w:spacing w:before="120"/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18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F73B06">
      <w:pPr>
        <w:spacing w:before="120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3D0E65" w:rsidRDefault="003D0E65" w:rsidP="003D0E65"/>
    <w:p w:rsidR="003D0E65" w:rsidRDefault="003D0E65" w:rsidP="003D0E65"/>
    <w:p w:rsidR="00FE0C15" w:rsidRDefault="00FE0C15" w:rsidP="003D0E65"/>
    <w:p w:rsidR="00FE0C15" w:rsidRPr="00FE0C15" w:rsidRDefault="00FE0C15" w:rsidP="003D0E65"/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FF2FD1" w:rsidRDefault="0084675C" w:rsidP="00FF2FD1">
      <w:pPr>
        <w:pStyle w:val="TOC2"/>
        <w:tabs>
          <w:tab w:val="right" w:leader="dot" w:pos="9061"/>
        </w:tabs>
        <w:spacing w:before="120"/>
        <w:ind w:left="198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4356109" w:history="1">
        <w:r w:rsidR="00FF2FD1" w:rsidRPr="009A1DDE">
          <w:rPr>
            <w:rStyle w:val="Hyperlink"/>
            <w:noProof/>
          </w:rPr>
          <w:t>Процес имплементације система</w:t>
        </w:r>
        <w:r w:rsidR="00FF2FD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FD1">
          <w:rPr>
            <w:noProof/>
            <w:webHidden/>
          </w:rPr>
          <w:instrText xml:space="preserve"> PAGEREF _Toc4356109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FD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F2FD1" w:rsidRDefault="0084675C" w:rsidP="00FF2FD1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356110" w:history="1">
        <w:r w:rsidR="00FF2FD1" w:rsidRPr="009A1DDE">
          <w:rPr>
            <w:rStyle w:val="Hyperlink"/>
            <w:noProof/>
          </w:rPr>
          <w:t>Организовати тим и идентификовати шампиона</w:t>
        </w:r>
        <w:r w:rsidR="00FF2FD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FD1">
          <w:rPr>
            <w:noProof/>
            <w:webHidden/>
          </w:rPr>
          <w:instrText xml:space="preserve"> PAGEREF _Toc4356110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FD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F2FD1" w:rsidRDefault="0084675C" w:rsidP="00FF2FD1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356111" w:history="1">
        <w:r w:rsidR="00FF2FD1" w:rsidRPr="009A1DDE">
          <w:rPr>
            <w:rStyle w:val="Hyperlink"/>
            <w:noProof/>
          </w:rPr>
          <w:t>Детерминисати обим пројекта и очекивања</w:t>
        </w:r>
        <w:r w:rsidR="00FF2FD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FD1">
          <w:rPr>
            <w:noProof/>
            <w:webHidden/>
          </w:rPr>
          <w:instrText xml:space="preserve"> PAGEREF _Toc4356111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FD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F2FD1" w:rsidRDefault="0084675C" w:rsidP="00FF2FD1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356112" w:history="1">
        <w:r w:rsidR="00FF2FD1" w:rsidRPr="009A1DDE">
          <w:rPr>
            <w:rStyle w:val="Hyperlink"/>
            <w:noProof/>
          </w:rPr>
          <w:t>Успоставити и установити план пројекта</w:t>
        </w:r>
        <w:r w:rsidR="00FF2FD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FD1">
          <w:rPr>
            <w:noProof/>
            <w:webHidden/>
          </w:rPr>
          <w:instrText xml:space="preserve"> PAGEREF _Toc4356112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FD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F2FD1" w:rsidRDefault="0084675C" w:rsidP="00FF2FD1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356113" w:history="1">
        <w:r w:rsidR="00FF2FD1" w:rsidRPr="009A1DDE">
          <w:rPr>
            <w:rStyle w:val="Hyperlink"/>
            <w:noProof/>
          </w:rPr>
          <w:t>Типичне компоненте имплементационог плана</w:t>
        </w:r>
        <w:r w:rsidR="00FF2FD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FD1">
          <w:rPr>
            <w:noProof/>
            <w:webHidden/>
          </w:rPr>
          <w:instrText xml:space="preserve"> PAGEREF _Toc4356113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FD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C1BB4" w:rsidRDefault="0084675C" w:rsidP="003D0E65">
      <w:r>
        <w:fldChar w:fldCharType="end"/>
      </w:r>
    </w:p>
    <w:p w:rsidR="003D0E65" w:rsidRDefault="003D0E65" w:rsidP="003D0E65"/>
    <w:p w:rsidR="001C1BB4" w:rsidRDefault="001C1BB4">
      <w:pPr>
        <w:jc w:val="left"/>
      </w:pPr>
      <w:r>
        <w:br w:type="page"/>
      </w:r>
    </w:p>
    <w:p w:rsidR="00091697" w:rsidRDefault="00091697" w:rsidP="003D0E65"/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8B2113" w:rsidRDefault="001C1BB4" w:rsidP="001C1BB4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8B2113">
        <w:rPr>
          <w:sz w:val="24"/>
          <w:szCs w:val="24"/>
        </w:rPr>
        <w:t>7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pStyle w:val="Title"/>
        <w:rPr>
          <w:b/>
        </w:rPr>
      </w:pPr>
      <w:r>
        <w:rPr>
          <w:rFonts w:cs="Arial"/>
          <w:b/>
        </w:rPr>
        <w:t>&lt;</w:t>
      </w:r>
      <w:r w:rsidRPr="00B55BD9">
        <w:t xml:space="preserve"> </w:t>
      </w:r>
      <w:r w:rsidR="008B2113" w:rsidRPr="008B2113">
        <w:rPr>
          <w:b/>
        </w:rPr>
        <w:t>ПРОЦЕС ИМПЛЕМЕНТАЦИЈЕ СИСТЕМА</w:t>
      </w:r>
      <w:r>
        <w:rPr>
          <w:b/>
        </w:rPr>
        <w:t xml:space="preserve"> &gt;</w:t>
      </w:r>
    </w:p>
    <w:p w:rsidR="00623EF9" w:rsidRDefault="00623EF9" w:rsidP="00746865">
      <w:pPr>
        <w:tabs>
          <w:tab w:val="left" w:pos="7217"/>
        </w:tabs>
        <w:rPr>
          <w:szCs w:val="22"/>
        </w:rPr>
      </w:pPr>
    </w:p>
    <w:p w:rsidR="002272F3" w:rsidRDefault="002272F3" w:rsidP="002272F3">
      <w:pPr>
        <w:ind w:firstLine="360"/>
      </w:pPr>
      <w:r w:rsidRPr="00566E24">
        <w:t>Једном</w:t>
      </w:r>
      <w:r>
        <w:t xml:space="preserve"> </w:t>
      </w:r>
      <w:r w:rsidRPr="00566E24">
        <w:t>када</w:t>
      </w:r>
      <w:r>
        <w:t xml:space="preserve"> </w:t>
      </w:r>
      <w:r w:rsidRPr="00566E24">
        <w:t>је</w:t>
      </w:r>
      <w:r>
        <w:t xml:space="preserve"> </w:t>
      </w:r>
      <w:r w:rsidRPr="00566E24">
        <w:t>здравствена</w:t>
      </w:r>
      <w:r>
        <w:t xml:space="preserve"> </w:t>
      </w:r>
      <w:r w:rsidRPr="00566E24">
        <w:t>организација</w:t>
      </w:r>
      <w:r>
        <w:t xml:space="preserve"> </w:t>
      </w:r>
      <w:r w:rsidRPr="00566E24">
        <w:t>завршила</w:t>
      </w:r>
      <w:r>
        <w:t xml:space="preserve"> </w:t>
      </w:r>
      <w:r w:rsidRPr="00566E24">
        <w:t>своју</w:t>
      </w:r>
      <w:r>
        <w:t xml:space="preserve"> </w:t>
      </w:r>
      <w:r w:rsidRPr="00566E24">
        <w:t>говор</w:t>
      </w:r>
      <w:r>
        <w:t xml:space="preserve"> </w:t>
      </w:r>
      <w:r w:rsidRPr="00566E24">
        <w:t>са</w:t>
      </w:r>
      <w:r>
        <w:t xml:space="preserve"> </w:t>
      </w:r>
      <w:r w:rsidRPr="00566E24">
        <w:t>добављачем</w:t>
      </w:r>
      <w:r>
        <w:t xml:space="preserve"> </w:t>
      </w:r>
      <w:r w:rsidRPr="00566E24">
        <w:t>за</w:t>
      </w:r>
      <w:r>
        <w:t xml:space="preserve"> </w:t>
      </w:r>
      <w:r w:rsidRPr="00566E24">
        <w:t>стицањеи</w:t>
      </w:r>
      <w:r>
        <w:t xml:space="preserve"> </w:t>
      </w:r>
      <w:r w:rsidRPr="00566E24">
        <w:t>нформационог</w:t>
      </w:r>
      <w:r>
        <w:t xml:space="preserve"> </w:t>
      </w:r>
      <w:r w:rsidRPr="00566E24">
        <w:t>система, почиње</w:t>
      </w:r>
      <w:r>
        <w:t xml:space="preserve"> </w:t>
      </w:r>
      <w:r w:rsidRPr="00566E24">
        <w:t>процеси</w:t>
      </w:r>
      <w:r>
        <w:t xml:space="preserve"> </w:t>
      </w:r>
      <w:r w:rsidRPr="00566E24">
        <w:t>мплементације</w:t>
      </w:r>
      <w:r>
        <w:t xml:space="preserve"> </w:t>
      </w:r>
      <w:r w:rsidRPr="00566E24">
        <w:t>система.</w:t>
      </w:r>
      <w:r>
        <w:t xml:space="preserve"> </w:t>
      </w:r>
      <w:r w:rsidRPr="00566E24">
        <w:t>Избор</w:t>
      </w:r>
      <w:r>
        <w:t xml:space="preserve"> </w:t>
      </w:r>
      <w:r w:rsidRPr="00566E24">
        <w:t>правог</w:t>
      </w:r>
      <w:r>
        <w:t xml:space="preserve"> </w:t>
      </w:r>
      <w:r w:rsidRPr="00566E24">
        <w:t>система</w:t>
      </w:r>
      <w:r>
        <w:t xml:space="preserve"> не осигурава прихватање и успех код </w:t>
      </w:r>
      <w:r w:rsidRPr="00566E24">
        <w:t>корисника; систем</w:t>
      </w:r>
      <w:r>
        <w:t xml:space="preserve"> </w:t>
      </w:r>
      <w:r w:rsidRPr="00566E24">
        <w:t>такође</w:t>
      </w:r>
      <w:r>
        <w:t xml:space="preserve"> </w:t>
      </w:r>
      <w:r w:rsidRPr="00566E24">
        <w:t>мора</w:t>
      </w:r>
      <w:r>
        <w:t xml:space="preserve"> </w:t>
      </w:r>
      <w:r w:rsidRPr="00566E24">
        <w:t>бити</w:t>
      </w:r>
      <w:r>
        <w:t xml:space="preserve"> </w:t>
      </w:r>
      <w:r w:rsidRPr="00566E24">
        <w:t>ефикасно</w:t>
      </w:r>
      <w:r>
        <w:t xml:space="preserve"> </w:t>
      </w:r>
      <w:r w:rsidRPr="00566E24">
        <w:t>укључен у свакодневне</w:t>
      </w:r>
      <w:r>
        <w:t xml:space="preserve"> </w:t>
      </w:r>
      <w:r w:rsidRPr="00566E24">
        <w:t>операције</w:t>
      </w:r>
      <w:r>
        <w:t xml:space="preserve"> </w:t>
      </w:r>
      <w:r w:rsidRPr="00566E24">
        <w:t>здравствене</w:t>
      </w:r>
      <w:r>
        <w:t xml:space="preserve"> </w:t>
      </w:r>
      <w:r w:rsidRPr="00566E24">
        <w:t>организације и адекватно</w:t>
      </w:r>
      <w:r>
        <w:t xml:space="preserve"> </w:t>
      </w:r>
      <w:r w:rsidRPr="00566E24">
        <w:t>подржан</w:t>
      </w:r>
      <w:r>
        <w:t xml:space="preserve"> </w:t>
      </w:r>
      <w:r w:rsidRPr="00566E24">
        <w:t>и</w:t>
      </w:r>
      <w:r>
        <w:t xml:space="preserve"> </w:t>
      </w:r>
      <w:r w:rsidRPr="00566E24">
        <w:t>одржаван.</w:t>
      </w:r>
      <w:r>
        <w:t xml:space="preserve"> Да ли је систем направљен по систему </w:t>
      </w:r>
      <w:r>
        <w:rPr>
          <w:lang w:val="en-US"/>
        </w:rPr>
        <w:t>in-house</w:t>
      </w:r>
      <w:r w:rsidRPr="00566E24">
        <w:t>, дизајниран</w:t>
      </w:r>
      <w:r>
        <w:t xml:space="preserve"> </w:t>
      </w:r>
      <w:r w:rsidRPr="00566E24">
        <w:t>од</w:t>
      </w:r>
      <w:r>
        <w:t xml:space="preserve"> </w:t>
      </w:r>
      <w:r w:rsidRPr="00566E24">
        <w:t>стране</w:t>
      </w:r>
      <w:r>
        <w:t xml:space="preserve"> </w:t>
      </w:r>
      <w:r w:rsidRPr="00566E24">
        <w:t>спољног</w:t>
      </w:r>
      <w:r>
        <w:t xml:space="preserve"> </w:t>
      </w:r>
      <w:r w:rsidRPr="00566E24">
        <w:t>консултанта, изнајмљен</w:t>
      </w:r>
      <w:r>
        <w:t xml:space="preserve"> </w:t>
      </w:r>
      <w:r w:rsidRPr="00566E24">
        <w:t>од</w:t>
      </w:r>
      <w:r>
        <w:t xml:space="preserve"> провајдера </w:t>
      </w:r>
      <w:r w:rsidRPr="00566E24">
        <w:t>услуга</w:t>
      </w:r>
      <w:r>
        <w:t xml:space="preserve"> </w:t>
      </w:r>
      <w:r w:rsidRPr="00566E24">
        <w:t>апликација (АСП) или</w:t>
      </w:r>
      <w:r>
        <w:t xml:space="preserve"> </w:t>
      </w:r>
      <w:r w:rsidRPr="00566E24">
        <w:t>купљен</w:t>
      </w:r>
      <w:r>
        <w:t xml:space="preserve"> </w:t>
      </w:r>
      <w:r w:rsidRPr="00566E24">
        <w:t>од</w:t>
      </w:r>
      <w:r>
        <w:t xml:space="preserve"> </w:t>
      </w:r>
      <w:r w:rsidRPr="00566E24">
        <w:t xml:space="preserve">продавца, </w:t>
      </w:r>
      <w:r>
        <w:t xml:space="preserve">потребна је знатна количина планирања и рада </w:t>
      </w:r>
      <w:r w:rsidRPr="00566E24">
        <w:t>како</w:t>
      </w:r>
      <w:r>
        <w:t xml:space="preserve"> би се систем покренуо и радио без проблема, интегриран у </w:t>
      </w:r>
      <w:r w:rsidRPr="00566E24">
        <w:t>операције.</w:t>
      </w:r>
    </w:p>
    <w:p w:rsidR="002272F3" w:rsidRDefault="002272F3" w:rsidP="002272F3">
      <w:pPr>
        <w:ind w:firstLine="360"/>
      </w:pPr>
      <w:r w:rsidRPr="00887AAC">
        <w:t>Ов</w:t>
      </w:r>
      <w:r w:rsidR="00DD4798">
        <w:t>ај и следећи део</w:t>
      </w:r>
      <w:r w:rsidRPr="00887AAC">
        <w:t xml:space="preserve"> се фокусира на </w:t>
      </w:r>
      <w:r>
        <w:t>два последња стадијума</w:t>
      </w:r>
      <w:r w:rsidRPr="00887AAC">
        <w:t xml:space="preserve"> животног циклуса развоја система, имплементацију, а затим подршку и евалуацију.</w:t>
      </w:r>
      <w:r w:rsidR="00DD4798">
        <w:t xml:space="preserve"> О</w:t>
      </w:r>
      <w:r w:rsidRPr="00887AAC">
        <w:t>писује планирање и активности које треба да се појаве приликом имплементације новог система.</w:t>
      </w:r>
      <w:r w:rsidR="00DD4798">
        <w:t xml:space="preserve"> </w:t>
      </w:r>
      <w:r w:rsidRPr="00887AAC">
        <w:t>Наша дискусија се фокусира н</w:t>
      </w:r>
      <w:r>
        <w:t>а систем који је стечен од добављача</w:t>
      </w:r>
      <w:r w:rsidRPr="00887AAC">
        <w:t>;</w:t>
      </w:r>
      <w:r>
        <w:t xml:space="preserve"> међутим, </w:t>
      </w:r>
      <w:r w:rsidRPr="00887AAC">
        <w:t xml:space="preserve">многе од описаних активности се такође примењују на системе дизајниране </w:t>
      </w:r>
      <w:r>
        <w:t xml:space="preserve">по </w:t>
      </w:r>
      <w:r>
        <w:rPr>
          <w:lang w:val="en-US"/>
        </w:rPr>
        <w:t>in-house</w:t>
      </w:r>
      <w:r>
        <w:t xml:space="preserve"> принципу или од стране другог произвођача</w:t>
      </w:r>
      <w:r w:rsidRPr="00887AAC">
        <w:t xml:space="preserve"> или стечене путем АСП-а.</w:t>
      </w:r>
    </w:p>
    <w:p w:rsidR="002272F3" w:rsidRDefault="002272F3" w:rsidP="002272F3">
      <w:pPr>
        <w:ind w:firstLine="360"/>
      </w:pPr>
      <w:r w:rsidRPr="00887AAC">
        <w:t xml:space="preserve">Спровођење </w:t>
      </w:r>
      <w:r>
        <w:t>новог система (или замена старог</w:t>
      </w:r>
      <w:r w:rsidRPr="00887AAC">
        <w:t xml:space="preserve"> система) може бити </w:t>
      </w:r>
      <w:r>
        <w:t xml:space="preserve">вид </w:t>
      </w:r>
      <w:r w:rsidRPr="00887AAC">
        <w:t>масовно</w:t>
      </w:r>
      <w:r>
        <w:t>г предузимања</w:t>
      </w:r>
      <w:r w:rsidRPr="00887AAC">
        <w:t xml:space="preserve"> за здравствену установу. Не само да постоје радне станице за инсталацију, базе података за изградњу и мреже за тестирање већ постоје и процеси за редизајн, корисници за обуку, подаци за конверзију и процедуре за писање. Постоји безброј задатака и детаља који морају бити адекватно координирани и довршени уколик</w:t>
      </w:r>
      <w:r>
        <w:t>о се систем имплементира на вр</w:t>
      </w:r>
      <w:r w:rsidRPr="00887AAC">
        <w:t xml:space="preserve">еме и унутар буџета - и </w:t>
      </w:r>
      <w:r>
        <w:t xml:space="preserve">уколико је </w:t>
      </w:r>
      <w:r w:rsidRPr="00887AAC">
        <w:t>широко прихваћен од стране корисника.</w:t>
      </w:r>
    </w:p>
    <w:p w:rsidR="002272F3" w:rsidRDefault="002272F3" w:rsidP="002272F3">
      <w:pPr>
        <w:ind w:firstLine="360"/>
      </w:pPr>
      <w:r w:rsidRPr="00887AAC">
        <w:t>Поред присуствовања овим активностима или</w:t>
      </w:r>
      <w:r>
        <w:t xml:space="preserve"> задацима, једнако је важно и р</w:t>
      </w:r>
      <w:r w:rsidRPr="00887AAC">
        <w:t>ешавање проблема организовања и понашања. Студије су показале да више од половине свих пројеката информационих система пропадне. Бројни политички, културни и понашај</w:t>
      </w:r>
      <w:r>
        <w:t>ући фактори могу утицати на усп</w:t>
      </w:r>
      <w:r w:rsidRPr="00887AAC">
        <w:t>ешну имплементацију и употребу новог система (</w:t>
      </w:r>
      <w:r>
        <w:rPr>
          <w:color w:val="231F20"/>
        </w:rPr>
        <w:t>Ash, Anderson, &amp;Tarczy-Hornoch, 2008; Ash et al., 2007</w:t>
      </w:r>
      <w:r>
        <w:t>). Одељак овог поглавља посвећуј</w:t>
      </w:r>
      <w:r w:rsidRPr="00887AAC">
        <w:t>емо организационим и бихејвиорним питањима која могу настат</w:t>
      </w:r>
      <w:r>
        <w:t>и и другим стварима које могу кренути</w:t>
      </w:r>
      <w:r w:rsidRPr="00887AAC">
        <w:t xml:space="preserve"> погрешно током проце</w:t>
      </w:r>
      <w:r>
        <w:t>са имплементације система и нудимо</w:t>
      </w:r>
      <w:r w:rsidRPr="00887AAC">
        <w:t xml:space="preserve"> стратегије за избегавање ових проблема. Поглавље</w:t>
      </w:r>
      <w:r>
        <w:t xml:space="preserve"> се</w:t>
      </w:r>
      <w:r w:rsidRPr="00887AAC">
        <w:t xml:space="preserve"> завршава описујући важност подршке и одржавања информационих система.</w:t>
      </w:r>
    </w:p>
    <w:p w:rsidR="002272F3" w:rsidRPr="00566E24" w:rsidRDefault="002272F3" w:rsidP="002272F3">
      <w:pPr>
        <w:ind w:firstLine="360"/>
      </w:pPr>
    </w:p>
    <w:p w:rsidR="002272F3" w:rsidRDefault="002272F3" w:rsidP="002272F3">
      <w:pPr>
        <w:pStyle w:val="Heading2"/>
        <w:jc w:val="both"/>
      </w:pPr>
      <w:bookmarkStart w:id="0" w:name="_Toc532248942"/>
      <w:bookmarkStart w:id="1" w:name="_Toc4356109"/>
      <w:r>
        <w:t>Процес</w:t>
      </w:r>
      <w:r w:rsidR="00DD4798">
        <w:t xml:space="preserve"> </w:t>
      </w:r>
      <w:r>
        <w:t>имплементације</w:t>
      </w:r>
      <w:r w:rsidR="00DD4798">
        <w:t xml:space="preserve"> </w:t>
      </w:r>
      <w:r>
        <w:t>система</w:t>
      </w:r>
      <w:bookmarkEnd w:id="0"/>
      <w:bookmarkEnd w:id="1"/>
    </w:p>
    <w:p w:rsidR="002272F3" w:rsidRDefault="002272F3" w:rsidP="002272F3">
      <w:r w:rsidRPr="00D9210D">
        <w:rPr>
          <w:i/>
        </w:rPr>
        <w:t>Имплементација система</w:t>
      </w:r>
      <w:r w:rsidRPr="00D9210D">
        <w:t xml:space="preserve"> почиње једном када организација стекне систем и наставља се у ра</w:t>
      </w:r>
      <w:r>
        <w:t>ним фазама након</w:t>
      </w:r>
      <w:r>
        <w:rPr>
          <w:lang w:val="en-US"/>
        </w:rPr>
        <w:t xml:space="preserve"> go-live</w:t>
      </w:r>
      <w:r>
        <w:t xml:space="preserve"> датума</w:t>
      </w:r>
      <w:r w:rsidR="00DD4798">
        <w:t xml:space="preserve"> </w:t>
      </w:r>
      <w:r w:rsidRPr="00D9210D">
        <w:t xml:space="preserve">(датум када се систем ставља у опште коришћење за све). Као и процес прикупљања система, процес имплементације система мора имати висок степен подршке од стране виших извршних тимова и посматрати се као организацијски приоритет. За пројекат мора бити посвећено довољно особља, времена и ресурса. Појединци који учествују у успостављању новог система </w:t>
      </w:r>
      <w:r>
        <w:t xml:space="preserve">треба да имају </w:t>
      </w:r>
      <w:r w:rsidRPr="00D9210D">
        <w:t>доступне ресурсе који ће осигурати глатку транзицију.</w:t>
      </w:r>
    </w:p>
    <w:p w:rsidR="002272F3" w:rsidRDefault="002272F3" w:rsidP="002272F3">
      <w:pPr>
        <w:ind w:firstLine="720"/>
      </w:pPr>
      <w:r w:rsidRPr="00D9210D">
        <w:t>Време и средства потребна за имплементацију новог информационог система здравствене заш</w:t>
      </w:r>
      <w:r>
        <w:t xml:space="preserve">тите могу знатно да варирају </w:t>
      </w:r>
      <w:r w:rsidRPr="00D9210D">
        <w:t xml:space="preserve"> на основу обима пројекта, потреба и сложености организације, број инсталираних апликација и број укључених корисника. Постоје, међутим, неке основне активности које треба да се догоде током било које имплементације система, без обзира на </w:t>
      </w:r>
      <w:r>
        <w:t xml:space="preserve">његову </w:t>
      </w:r>
      <w:r w:rsidRPr="00D9210D">
        <w:t>величину или опсег:</w:t>
      </w:r>
    </w:p>
    <w:p w:rsidR="002272F3" w:rsidRPr="00DD4798" w:rsidRDefault="002272F3" w:rsidP="00DD4798">
      <w:pPr>
        <w:pStyle w:val="ListParagraph"/>
        <w:numPr>
          <w:ilvl w:val="0"/>
          <w:numId w:val="29"/>
        </w:numPr>
        <w:spacing w:before="120" w:line="240" w:lineRule="auto"/>
        <w:ind w:left="714" w:hanging="357"/>
        <w:contextualSpacing w:val="0"/>
      </w:pPr>
      <w:r w:rsidRPr="00DD4798">
        <w:lastRenderedPageBreak/>
        <w:t>Организовати тим за имплементацију система и идентификовати шампиона система.</w:t>
      </w:r>
    </w:p>
    <w:p w:rsidR="002272F3" w:rsidRPr="00DD4798" w:rsidRDefault="002272F3" w:rsidP="00DD4798">
      <w:pPr>
        <w:pStyle w:val="ListParagraph"/>
        <w:numPr>
          <w:ilvl w:val="0"/>
          <w:numId w:val="29"/>
        </w:numPr>
        <w:spacing w:before="120" w:line="240" w:lineRule="auto"/>
        <w:ind w:left="714" w:hanging="357"/>
        <w:contextualSpacing w:val="0"/>
      </w:pPr>
      <w:r w:rsidRPr="00DD4798">
        <w:t>Детерминисати обим пројекта и очекивања.</w:t>
      </w:r>
    </w:p>
    <w:p w:rsidR="002272F3" w:rsidRPr="00DD4798" w:rsidRDefault="002272F3" w:rsidP="00DD4798">
      <w:pPr>
        <w:pStyle w:val="ListParagraph"/>
        <w:numPr>
          <w:ilvl w:val="0"/>
          <w:numId w:val="29"/>
        </w:numPr>
        <w:spacing w:before="120" w:line="240" w:lineRule="auto"/>
        <w:ind w:left="714" w:hanging="357"/>
        <w:contextualSpacing w:val="0"/>
      </w:pPr>
      <w:r w:rsidRPr="00DD4798">
        <w:t>Успоставити и установити план пројекта.</w:t>
      </w:r>
    </w:p>
    <w:p w:rsidR="00DD4798" w:rsidRDefault="00DD4798" w:rsidP="002272F3">
      <w:pPr>
        <w:ind w:firstLine="720"/>
      </w:pPr>
    </w:p>
    <w:p w:rsidR="002272F3" w:rsidRDefault="002272F3" w:rsidP="00DD4798">
      <w:pPr>
        <w:ind w:firstLine="720"/>
      </w:pPr>
      <w:r w:rsidRPr="00CA4C1A">
        <w:t>Неуспешно планирање и управљање овим активностима може довести до прекорачења трошкова, незадовољних корисника, одлагања пројекта, па чак и сабот</w:t>
      </w:r>
      <w:r>
        <w:t>аже система. У данашњем окружењу, где су капитал и ресурси ограничени, здравствене организације не могу себи да приуште да лоше управљају имплементационим пројектима ових величина и важности.</w:t>
      </w:r>
    </w:p>
    <w:p w:rsidR="002272F3" w:rsidRDefault="002272F3" w:rsidP="002272F3">
      <w:pPr>
        <w:pStyle w:val="Heading3"/>
        <w:jc w:val="both"/>
      </w:pPr>
      <w:bookmarkStart w:id="2" w:name="_Toc532248943"/>
      <w:bookmarkStart w:id="3" w:name="_Toc4356110"/>
      <w:r>
        <w:t>Организовати</w:t>
      </w:r>
      <w:r w:rsidR="00DD4798">
        <w:t xml:space="preserve"> </w:t>
      </w:r>
      <w:r>
        <w:t>тим и идентификовати</w:t>
      </w:r>
      <w:r w:rsidR="00DD4798">
        <w:t xml:space="preserve"> </w:t>
      </w:r>
      <w:r>
        <w:t>шампиона</w:t>
      </w:r>
      <w:bookmarkEnd w:id="2"/>
      <w:bookmarkEnd w:id="3"/>
    </w:p>
    <w:p w:rsidR="002272F3" w:rsidRDefault="002272F3" w:rsidP="002272F3">
      <w:r w:rsidRPr="007327CC">
        <w:t>Један од првих корака у планирању имплементације новог система је организовање тима за имплементацију. Примарна улога и функција тима је д</w:t>
      </w:r>
      <w:r>
        <w:t>а планирају, координирају, финанс</w:t>
      </w:r>
      <w:r w:rsidRPr="007327CC">
        <w:t>ирају и управљају свим аспектима имплементације новог система. Иако ће тачан састав тима зависити од обима и природе новог система, тим може укључивати лидера пројекта, шампиона</w:t>
      </w:r>
      <w:r>
        <w:t>(е)</w:t>
      </w:r>
      <w:r w:rsidRPr="007327CC">
        <w:t xml:space="preserve"> система, </w:t>
      </w:r>
      <w:r>
        <w:t>кључне појединце из клиничких</w:t>
      </w:r>
      <w:r w:rsidRPr="007327CC">
        <w:t xml:space="preserve"> и административних области које су у ф</w:t>
      </w:r>
      <w:r>
        <w:t>окусу стеченог система, продавце</w:t>
      </w:r>
      <w:r w:rsidRPr="007327CC">
        <w:t xml:space="preserve"> п</w:t>
      </w:r>
      <w:r>
        <w:t>редставнике и стручњаке</w:t>
      </w:r>
      <w:r w:rsidRPr="007327CC">
        <w:t xml:space="preserve"> информатичких технологија (ИТ) (слика 7.1). За велике или сложене пројекте, такође је добра идеја да у тиму имате некога ко је</w:t>
      </w:r>
      <w:r>
        <w:t xml:space="preserve"> стручњак за менаџмент пројкета</w:t>
      </w:r>
      <w:r w:rsidRPr="007327CC">
        <w:t>. Исто тако, имати јак</w:t>
      </w:r>
      <w:r>
        <w:t>оглидера</w:t>
      </w:r>
      <w:r w:rsidRPr="007327CC">
        <w:t xml:space="preserve"> пројекта и </w:t>
      </w:r>
      <w:r>
        <w:t>прави микс</w:t>
      </w:r>
      <w:r w:rsidRPr="007327CC">
        <w:t xml:space="preserve"> људи је </w:t>
      </w:r>
      <w:r>
        <w:t>критично важно.</w:t>
      </w:r>
    </w:p>
    <w:p w:rsidR="002272F3" w:rsidRDefault="0084675C" w:rsidP="002272F3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1053" type="#_x0000_t202" style="position:absolute;left:0;text-align:left;margin-left:318.05pt;margin-top:91.15pt;width:52pt;height:31.9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" filled="f" stroked="f">
            <v:textbox style="mso-next-textbox:#Text Box 40">
              <w:txbxContent>
                <w:p w:rsidR="002272F3" w:rsidRPr="00EA024D" w:rsidRDefault="002272F3" w:rsidP="002272F3">
                  <w:pPr>
                    <w:rPr>
                      <w:sz w:val="16"/>
                      <w:szCs w:val="16"/>
                    </w:rPr>
                  </w:pPr>
                  <w:r w:rsidRPr="00EA024D">
                    <w:rPr>
                      <w:sz w:val="16"/>
                      <w:szCs w:val="16"/>
                    </w:rPr>
                    <w:t>Бизнис</w:t>
                  </w:r>
                </w:p>
                <w:p w:rsidR="002272F3" w:rsidRPr="00EA024D" w:rsidRDefault="002272F3" w:rsidP="002272F3">
                  <w:pPr>
                    <w:rPr>
                      <w:sz w:val="16"/>
                      <w:szCs w:val="16"/>
                    </w:rPr>
                  </w:pPr>
                  <w:r w:rsidRPr="00EA024D">
                    <w:rPr>
                      <w:sz w:val="16"/>
                      <w:szCs w:val="16"/>
                    </w:rPr>
                    <w:t>менаџер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Text Box 39" o:spid="_x0000_s1052" type="#_x0000_t202" style="position:absolute;left:0;text-align:left;margin-left:264.8pt;margin-top:91.15pt;width:59.5pt;height:31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mYNuA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" filled="f" stroked="f">
            <v:textbox style="mso-next-textbox:#Text Box 39">
              <w:txbxContent>
                <w:p w:rsidR="002272F3" w:rsidRPr="00EA024D" w:rsidRDefault="002272F3" w:rsidP="002272F3">
                  <w:pPr>
                    <w:rPr>
                      <w:sz w:val="16"/>
                      <w:szCs w:val="16"/>
                    </w:rPr>
                  </w:pPr>
                  <w:r w:rsidRPr="00EA024D">
                    <w:rPr>
                      <w:sz w:val="16"/>
                      <w:szCs w:val="16"/>
                    </w:rPr>
                    <w:t>ИТ</w:t>
                  </w:r>
                </w:p>
                <w:p w:rsidR="002272F3" w:rsidRPr="00EA024D" w:rsidRDefault="002272F3" w:rsidP="002272F3">
                  <w:pPr>
                    <w:rPr>
                      <w:sz w:val="16"/>
                      <w:szCs w:val="16"/>
                    </w:rPr>
                  </w:pPr>
                  <w:r w:rsidRPr="00EA024D">
                    <w:rPr>
                      <w:sz w:val="16"/>
                      <w:szCs w:val="16"/>
                    </w:rPr>
                    <w:t>аналитичар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Text Box 35" o:spid="_x0000_s1048" type="#_x0000_t202" style="position:absolute;left:0;text-align:left;margin-left:52pt;margin-top:91.15pt;width:52.25pt;height:41.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" filled="f" stroked="f" strokecolor="white [3212]">
            <v:textbox style="mso-next-textbox:#Text Box 35">
              <w:txbxContent>
                <w:p w:rsidR="002272F3" w:rsidRDefault="002272F3" w:rsidP="002272F3">
                  <w:pPr>
                    <w:rPr>
                      <w:sz w:val="16"/>
                      <w:szCs w:val="16"/>
                    </w:rPr>
                  </w:pPr>
                  <w:r w:rsidRPr="00315509">
                    <w:rPr>
                      <w:sz w:val="16"/>
                      <w:szCs w:val="16"/>
                    </w:rPr>
                    <w:t>М</w:t>
                  </w:r>
                  <w:r>
                    <w:rPr>
                      <w:sz w:val="16"/>
                      <w:szCs w:val="16"/>
                    </w:rPr>
                    <w:t>енаџер</w:t>
                  </w:r>
                </w:p>
                <w:p w:rsidR="002272F3" w:rsidRPr="00315509" w:rsidRDefault="002272F3" w:rsidP="002272F3">
                  <w:pPr>
                    <w:rPr>
                      <w:sz w:val="16"/>
                      <w:szCs w:val="16"/>
                    </w:rPr>
                  </w:pPr>
                  <w:r w:rsidRPr="00315509">
                    <w:rPr>
                      <w:sz w:val="16"/>
                      <w:szCs w:val="16"/>
                    </w:rPr>
                    <w:t>сестара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Text Box 36" o:spid="_x0000_s1049" type="#_x0000_t202" style="position:absolute;left:0;text-align:left;margin-left:93.7pt;margin-top:91.15pt;width:68.25pt;height:39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" filled="f" stroked="f">
            <v:textbox style="mso-next-textbox:#Text Box 36">
              <w:txbxContent>
                <w:p w:rsidR="002272F3" w:rsidRPr="00315509" w:rsidRDefault="002272F3" w:rsidP="002272F3">
                  <w:pPr>
                    <w:rPr>
                      <w:sz w:val="16"/>
                      <w:szCs w:val="16"/>
                    </w:rPr>
                  </w:pPr>
                  <w:r w:rsidRPr="00315509">
                    <w:rPr>
                      <w:sz w:val="16"/>
                      <w:szCs w:val="16"/>
                    </w:rPr>
                    <w:t>Менаџер</w:t>
                  </w:r>
                </w:p>
                <w:p w:rsidR="002272F3" w:rsidRPr="00315509" w:rsidRDefault="002272F3" w:rsidP="002272F3">
                  <w:pPr>
                    <w:rPr>
                      <w:sz w:val="16"/>
                      <w:szCs w:val="16"/>
                    </w:rPr>
                  </w:pPr>
                  <w:r w:rsidRPr="00315509">
                    <w:rPr>
                      <w:sz w:val="16"/>
                      <w:szCs w:val="16"/>
                    </w:rPr>
                    <w:t>лабораторије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Text Box 37" o:spid="_x0000_s1050" type="#_x0000_t202" style="position:absolute;left:0;text-align:left;margin-left:148.3pt;margin-top:91.15pt;width:74.45pt;height:46.3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tKouAIAAME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" filled="f" stroked="f">
            <v:textbox style="mso-next-textbox:#Text Box 37">
              <w:txbxContent>
                <w:p w:rsidR="002272F3" w:rsidRPr="00315509" w:rsidRDefault="002272F3" w:rsidP="002272F3">
                  <w:pPr>
                    <w:rPr>
                      <w:sz w:val="16"/>
                      <w:szCs w:val="16"/>
                    </w:rPr>
                  </w:pPr>
                  <w:r w:rsidRPr="00315509">
                    <w:rPr>
                      <w:sz w:val="16"/>
                      <w:szCs w:val="16"/>
                    </w:rPr>
                    <w:t>Директор</w:t>
                  </w:r>
                </w:p>
                <w:p w:rsidR="002272F3" w:rsidRPr="00315509" w:rsidRDefault="002272F3" w:rsidP="002272F3">
                  <w:pPr>
                    <w:rPr>
                      <w:sz w:val="16"/>
                      <w:szCs w:val="16"/>
                    </w:rPr>
                  </w:pPr>
                  <w:r w:rsidRPr="00315509">
                    <w:rPr>
                      <w:sz w:val="16"/>
                      <w:szCs w:val="16"/>
                    </w:rPr>
                    <w:t>радиологије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Text Box 38" o:spid="_x0000_s1051" type="#_x0000_t202" style="position:absolute;left:0;text-align:left;margin-left:204.65pt;margin-top:91.15pt;width:72.6pt;height:55.1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" filled="f" stroked="f">
            <v:textbox style="mso-next-textbox:#Text Box 38">
              <w:txbxContent>
                <w:p w:rsidR="002272F3" w:rsidRPr="00EA024D" w:rsidRDefault="002272F3" w:rsidP="002272F3">
                  <w:pPr>
                    <w:rPr>
                      <w:sz w:val="16"/>
                      <w:szCs w:val="16"/>
                    </w:rPr>
                  </w:pPr>
                  <w:r w:rsidRPr="00EA024D">
                    <w:rPr>
                      <w:sz w:val="16"/>
                      <w:szCs w:val="16"/>
                    </w:rPr>
                    <w:t>Главни</w:t>
                  </w:r>
                </w:p>
                <w:p w:rsidR="002272F3" w:rsidRPr="00EA024D" w:rsidRDefault="002272F3" w:rsidP="002272F3">
                  <w:pPr>
                    <w:rPr>
                      <w:sz w:val="16"/>
                      <w:szCs w:val="16"/>
                    </w:rPr>
                  </w:pPr>
                  <w:r w:rsidRPr="00EA024D">
                    <w:rPr>
                      <w:sz w:val="16"/>
                      <w:szCs w:val="16"/>
                    </w:rPr>
                    <w:t>Службеник за</w:t>
                  </w:r>
                </w:p>
                <w:p w:rsidR="002272F3" w:rsidRPr="00EA024D" w:rsidRDefault="002272F3" w:rsidP="002272F3">
                  <w:r w:rsidRPr="00EA024D">
                    <w:rPr>
                      <w:sz w:val="16"/>
                      <w:szCs w:val="16"/>
                    </w:rPr>
                    <w:t>Информисање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Text Box 34" o:spid="_x0000_s1047" type="#_x0000_t202" style="position:absolute;left:0;text-align:left;margin-left:11.75pt;margin-top:91.15pt;width:40.25pt;height:22.5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" stroked="f" strokecolor="white [3212]">
            <v:textbox style="mso-next-textbox:#Text Box 34">
              <w:txbxContent>
                <w:p w:rsidR="002272F3" w:rsidRPr="007327CC" w:rsidRDefault="002272F3" w:rsidP="002272F3">
                  <w:pPr>
                    <w:rPr>
                      <w:sz w:val="16"/>
                      <w:szCs w:val="16"/>
                    </w:rPr>
                  </w:pPr>
                  <w:r w:rsidRPr="007327CC">
                    <w:rPr>
                      <w:sz w:val="16"/>
                      <w:szCs w:val="16"/>
                    </w:rPr>
                    <w:t>Лекар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group id="Group 16" o:spid="_x0000_s1029" style="position:absolute;left:0;text-align:left;margin-left:74.7pt;margin-top:12.6pt;width:372.1pt;height:114.5pt;z-index:-251656192;mso-position-horizontal-relative:page" coordorigin="1440,1467" coordsize="7442,2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7" o:spid="_x0000_s1030" type="#_x0000_t75" style="position:absolute;left:1440;top:1466;width:7442;height:227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+XYzrDAAAA2gAAAA8AAABkcnMvZG93bnJldi54bWxEj8FqwzAQRO+F/IPYQi4lkRtwKG5kEwIJ&#10;OZU27iW3xdpaptbKkVTH+fuqUMhxmJk3zKaabC9G8qFzrOB5mYEgbpzuuFXwWe8XLyBCRNbYOyYF&#10;NwpQlbOHDRbaXfmDxlNsRYJwKFCBiXEopAyNIYth6Qbi5H05bzEm6VupPV4T3PZylWVrabHjtGBw&#10;oJ2h5vv0YxUEcw7msH3yl7p2Y756z99cnys1f5y2ryAiTfEe/m8ftYIc/q6kGyD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5djOsMAAADaAAAADwAAAAAAAAAAAAAAAACf&#10;AgAAZHJzL2Rvd25yZXYueG1sUEsFBgAAAAAEAAQA9wAAAI8DAAAAAA==&#10;">
              <v:imagedata r:id="rId9" o:title=""/>
            </v:shape>
            <v:shape id="Freeform 18" o:spid="_x0000_s1031" style="position:absolute;left:1938;top:2339;width:341;height:699;visibility:visible;mso-wrap-style:square;v-text-anchor:top" coordsize="341,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NozsMA&#10;AADaAAAADwAAAGRycy9kb3ducmV2LnhtbESPQWvCQBSE7wX/w/IEb83GKqHErKJCoVAsmAp6fGRf&#10;k9Ts2zS7Ncm/7xYKHoeZ+YbJNoNpxI06V1tWMI9iEMSF1TWXCk4fL4/PIJxH1thYJgUjOdisJw8Z&#10;ptr2fKRb7ksRIOxSVFB536ZSuqIigy6yLXHwPm1n0AfZlVJ32Ae4aeRTHCfSYM1hocKW9hUV1/zH&#10;KGjrI36dD9+7t6RfbEdk+37pl0rNpsN2BcLT4O/h//arVpDA35Vw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NozsMAAADaAAAADwAAAAAAAAAAAAAAAACYAgAAZHJzL2Rv&#10;d25yZXYueG1sUEsFBgAAAAAEAAQA9QAAAIgDAAAAAA==&#10;" path="m304,r15,3l330,11r8,11l341,37r,247l338,298r-8,12l319,318r-15,3l290,318r-11,-8l271,298r-3,-14l268,94r-15,l253,660r-36,39l202,696r-11,-8l183,676r-3,-14l180,318r-20,l160,662r-3,14l149,688r-11,8l124,699r-14,-4l98,687,90,674,87,660,87,94r-15,l72,284r-3,14l61,310r-11,8l36,321,22,318,10,310,3,298,,284,,37,3,22,10,11,22,3,36,,304,xe" filled="f" strokecolor="#231f20" strokeweight=".17111mm">
              <v:path arrowok="t" o:connecttype="custom" o:connectlocs="304,2339;319,2342;330,2350;338,2361;341,2376;341,2623;338,2637;330,2649;319,2657;304,2660;290,2657;279,2649;271,2637;268,2623;268,2433;253,2433;253,2999;217,3038;202,3035;191,3027;183,3015;180,3001;180,2657;160,2657;160,3001;157,3015;149,3027;138,3035;124,3038;110,3034;98,3026;90,3013;87,2999;87,2433;72,2433;72,2623;69,2637;61,2649;50,2657;36,2660;22,2657;10,2649;3,2637;0,2623;0,2376;3,2361;10,2350;22,2342;36,2339;304,2339" o:connectangles="0,0,0,0,0,0,0,0,0,0,0,0,0,0,0,0,0,0,0,0,0,0,0,0,0,0,0,0,0,0,0,0,0,0,0,0,0,0,0,0,0,0,0,0,0,0,0,0,0,0"/>
            </v:shape>
            <v:shape id="Picture 19" o:spid="_x0000_s1032" type="#_x0000_t75" style="position:absolute;left:2029;top:2165;width:164;height: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+benfDAAAA2gAAAA8AAABkcnMvZG93bnJldi54bWxEj8FqwzAQRO+B/oPYQi8hlptD0zqRTSg4&#10;NIce4rr3xVpbJtbKWGri/n1UKOQ4zMwbZlfMdhAXmnzvWMFzkoIgbpzuuVNQf5WrVxA+IGscHJOC&#10;X/JQ5A+LHWbaXflElyp0IkLYZ6jAhDBmUvrGkEWfuJE4eq2bLIYop07qCa8Rbge5TtMXabHnuGBw&#10;pHdDzbn6sQoOm7Ns5PLb1ft2/Vm1pT6aw5tST4/zfgsi0Bzu4f/2h1awgb8r8QbI/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5t6d8MAAADaAAAADwAAAAAAAAAAAAAAAACf&#10;AgAAZHJzL2Rvd25yZXYueG1sUEsFBgAAAAAEAAQA9wAAAI8DAAAAAA==&#10;">
              <v:imagedata r:id="rId10" o:title=""/>
            </v:shape>
            <v:shape id="Freeform 20" o:spid="_x0000_s1033" style="position:absolute;left:2897;top:2339;width:341;height:699;visibility:visible;mso-wrap-style:square;v-text-anchor:top" coordsize="341,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BZJ78A&#10;AADaAAAADwAAAGRycy9kb3ducmV2LnhtbERPTYvCMBC9C/sfwix403RVZKmmxRUEQVxQF/Q4NGNb&#10;bSa1ibb+e3NY8Ph43/O0M5V4UONKywq+hhEI4szqknMFf4fV4BuE88gaK8uk4EkO0uSjN8dY25Z3&#10;9Nj7XIQQdjEqKLyvYyldVpBBN7Q1ceDOtjHoA2xyqRtsQ7ip5CiKptJgyaGhwJqWBWXX/d0oqMsd&#10;Xo7b289m2o4XT2T7e2onSvU/u8UMhKfOv8X/7rVWELaGK+EGyO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sFknvwAAANoAAAAPAAAAAAAAAAAAAAAAAJgCAABkcnMvZG93bnJl&#10;di54bWxQSwUGAAAAAAQABAD1AAAAhAMAAAAA&#10;" path="m305,r14,3l331,11r7,11l341,37r,247l338,298r-7,12l319,318r-14,3l291,318r-12,-8l272,298r-3,-14l269,94r-15,l253,660r-36,39l203,696r-12,-8l184,676r-3,-14l181,318r-21,l160,662r-2,14l150,688r-12,8l124,699r-14,-4l99,687,91,674,88,660,88,94r-15,l73,284r-3,14l62,310r-12,8l36,321,22,318,11,310,3,298,,284,,37,3,22,11,11,22,3,36,,305,xe" filled="f" strokecolor="#231f20" strokeweight=".17111mm">
              <v:path arrowok="t" o:connecttype="custom" o:connectlocs="305,2339;319,2342;331,2350;338,2361;341,2376;341,2623;338,2637;331,2649;319,2657;305,2660;291,2657;279,2649;272,2637;269,2623;269,2433;254,2433;253,2999;217,3038;203,3035;191,3027;184,3015;181,3001;181,2657;160,2657;160,3001;158,3015;150,3027;138,3035;124,3038;110,3034;99,3026;91,3013;88,2999;88,2433;73,2433;73,2623;70,2637;62,2649;50,2657;36,2660;22,2657;11,2649;3,2637;0,2623;0,2376;3,2361;11,2350;22,2342;36,2339;305,2339" o:connectangles="0,0,0,0,0,0,0,0,0,0,0,0,0,0,0,0,0,0,0,0,0,0,0,0,0,0,0,0,0,0,0,0,0,0,0,0,0,0,0,0,0,0,0,0,0,0,0,0,0,0"/>
            </v:shape>
            <v:shape id="Picture 21" o:spid="_x0000_s1034" type="#_x0000_t75" style="position:absolute;left:2987;top:2165;width:164;height: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2XknEAAAA2gAAAA8AAABkcnMvZG93bnJldi54bWxEj0FrwkAUhO9C/8PyCt50Uw+pja5ibQsR&#10;etH04PGZfSbR7NuQXU38925B8DjMzDfMfNmbWlypdZVlBW/jCARxbnXFhYK/7Gc0BeE8ssbaMim4&#10;kYPl4mUwx0Tbjrd03flCBAi7BBWU3jeJlC4vyaAb24Y4eEfbGvRBtoXULXYBbmo5iaJYGqw4LJTY&#10;0Lqk/Ly7GAX7adq9nzo6bL4/49vhN83i6CtTavjar2YgPPX+GX60U63gA/6vhBsgF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G2XknEAAAA2gAAAA8AAAAAAAAAAAAAAAAA&#10;nwIAAGRycy9kb3ducmV2LnhtbFBLBQYAAAAABAAEAPcAAACQAwAAAAA=&#10;">
              <v:imagedata r:id="rId11" o:title=""/>
            </v:shape>
            <v:shape id="Freeform 22" o:spid="_x0000_s1035" style="position:absolute;left:3846;top:2339;width:341;height:699;visibility:visible;mso-wrap-style:square;v-text-anchor:top" coordsize="341,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7tm8QA&#10;AADbAAAADwAAAGRycy9kb3ducmV2LnhtbESPQWvCQBCF74L/YRnBm25sRSS6ihYKBVHQCu1xyI5J&#10;2uxsml1N/PfOQehthvfmvW+W685V6kZNKD0bmIwTUMSZtyXnBs6f76M5qBCRLVaeycCdAqxX/d4S&#10;U+tbPtLtFHMlIRxSNFDEWKdah6wgh2Hsa2LRLr5xGGVtcm0bbCXcVfolSWbaYcnSUGBNbwVlv6er&#10;M1CXR/z52v9td7P2dXNH9ofvdmrMcNBtFqAidfHf/Lz+sIIv9PKLDK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e7ZvEAAAA2wAAAA8AAAAAAAAAAAAAAAAAmAIAAGRycy9k&#10;b3ducmV2LnhtbFBLBQYAAAAABAAEAPUAAACJAwAAAAA=&#10;" path="m305,r14,3l330,11r8,11l341,37r,247l338,298r-8,12l319,318r-14,3l291,318r-12,-8l271,298r-2,-14l269,94r-16,l253,660r-36,39l203,696r-12,-8l183,676r-2,-14l181,318r-21,l160,662r-3,14l150,688r-12,8l124,699r-14,-4l98,687,91,674,88,660,88,94r-16,l72,284r-3,14l62,310r-12,8l36,321,22,318,11,310,3,298,,284,,37,3,22,11,11,22,3,36,,305,xe" filled="f" strokecolor="#231f20" strokeweight=".17111mm">
              <v:path arrowok="t" o:connecttype="custom" o:connectlocs="305,2339;319,2342;330,2350;338,2361;341,2376;341,2623;338,2637;330,2649;319,2657;305,2660;291,2657;279,2649;271,2637;269,2623;269,2433;253,2433;253,2999;217,3038;203,3035;191,3027;183,3015;181,3001;181,2657;160,2657;160,3001;157,3015;150,3027;138,3035;124,3038;110,3034;98,3026;91,3013;88,2999;88,2433;72,2433;72,2623;69,2637;62,2649;50,2657;36,2660;22,2657;11,2649;3,2637;0,2623;0,2376;3,2361;11,2350;22,2342;36,2339;305,2339" o:connectangles="0,0,0,0,0,0,0,0,0,0,0,0,0,0,0,0,0,0,0,0,0,0,0,0,0,0,0,0,0,0,0,0,0,0,0,0,0,0,0,0,0,0,0,0,0,0,0,0,0,0"/>
            </v:shape>
            <v:shape id="Picture 23" o:spid="_x0000_s1036" type="#_x0000_t75" style="position:absolute;left:3936;top:2165;width:164;height: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5jOee/AAAA2wAAAA8AAABkcnMvZG93bnJldi54bWxET0uLwjAQvgv7H8IseJE1VUGla1pUEPTo&#10;47K3oZltis0kNFG7/34jCN7m43vOquxtK+7Uhcaxgsk4A0FcOd1wreBy3n0tQYSIrLF1TAr+KEBZ&#10;fAxWmGv34CPdT7EWKYRDjgpMjD6XMlSGLIax88SJ+3WdxZhgV0vd4SOF21ZOs2wuLTacGgx62hqq&#10;rqebVbBcHNiYvrb+MN9QuG5+RjPnlRp+9utvEJH6+Ba/3Hud5k/g+Us6QBb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OYznnvwAAANsAAAAPAAAAAAAAAAAAAAAAAJ8CAABk&#10;cnMvZG93bnJldi54bWxQSwUGAAAAAAQABAD3AAAAiwMAAAAA&#10;">
              <v:imagedata r:id="rId12" o:title=""/>
            </v:shape>
            <v:shape id="Freeform 24" o:spid="_x0000_s1037" style="position:absolute;left:4770;top:2339;width:341;height:699;visibility:visible;mso-wrap-style:square;v-text-anchor:top" coordsize="341,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DWd8IA&#10;AADbAAAADwAAAGRycy9kb3ducmV2LnhtbERP32vCMBB+H/g/hBP2NlOdFKlGUWEwGA7qBH08mrOt&#10;NpeaZLb+98tgsLf7+H7eYtWbRtzJ+dqygvEoAUFcWF1zqeDw9fYyA+EDssbGMil4kIfVcvC0wEzb&#10;jnO670MpYgj7DBVUIbSZlL6oyKAf2ZY4cmfrDIYIXSm1wy6Gm0ZOkiSVBmuODRW2tK2ouO6/jYK2&#10;zvFy3N02H2n3un4g289TN1Xqediv5yAC9eFf/Od+13H+BH5/iQfI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wNZ3wgAAANsAAAAPAAAAAAAAAAAAAAAAAJgCAABkcnMvZG93&#10;bnJldi54bWxQSwUGAAAAAAQABAD1AAAAhwMAAAAA&#10;" path="m305,r14,3l331,11r7,11l341,37r,247l338,298r-7,12l319,318r-14,3l291,318r-11,-8l272,298r-3,-14l269,94r-15,l254,660r-37,39l203,696r-11,-8l184,676r-3,-14l181,318r-20,l161,662r-3,14l150,688r-11,8l124,699r-14,-4l99,687,91,674,88,660,88,94r-15,l73,284r-3,14l62,310r-11,8l37,321,22,318,11,310,3,298,,284,,37,3,22,11,11,22,3,37,,305,xe" filled="f" strokecolor="#231f20" strokeweight=".17111mm">
              <v:path arrowok="t" o:connecttype="custom" o:connectlocs="305,2339;319,2342;331,2350;338,2361;341,2376;341,2623;338,2637;331,2649;319,2657;305,2660;291,2657;280,2649;272,2637;269,2623;269,2433;254,2433;254,2999;217,3038;203,3035;192,3027;184,3015;181,3001;181,2657;161,2657;161,3001;158,3015;150,3027;139,3035;124,3038;110,3034;99,3026;91,3013;88,2999;88,2433;73,2433;73,2623;70,2637;62,2649;51,2657;37,2660;22,2657;11,2649;3,2637;0,2623;0,2376;3,2361;11,2350;22,2342;37,2339;305,2339" o:connectangles="0,0,0,0,0,0,0,0,0,0,0,0,0,0,0,0,0,0,0,0,0,0,0,0,0,0,0,0,0,0,0,0,0,0,0,0,0,0,0,0,0,0,0,0,0,0,0,0,0,0"/>
            </v:shape>
            <v:shape id="Picture 25" o:spid="_x0000_s1038" type="#_x0000_t75" style="position:absolute;left:4860;top:2165;width:164;height: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9Agu+AAAA2wAAAA8AAABkcnMvZG93bnJldi54bWxET8uqwjAQ3V/wH8IIbi6aqqBSjaKCcF36&#10;2LgbmrEpNpPQRK1/fyMI7uZwnrNYtbYWD2pC5VjBcJCBIC6crrhUcD7t+jMQISJrrB2TghcFWC07&#10;PwvMtXvygR7HWIoUwiFHBSZGn0sZCkMWw8B54sRdXWMxJtiUUjf4TOG2lqMsm0iLFacGg562horb&#10;8W4VzKZ7NqYtrd9PNhRum8vv2Hmlet12PQcRqY1f8cf9p9P8Mbx/SQfI5T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JH9Agu+AAAA2wAAAA8AAAAAAAAAAAAAAAAAnwIAAGRy&#10;cy9kb3ducmV2LnhtbFBLBQYAAAAABAAEAPcAAACKAwAAAAA=&#10;">
              <v:imagedata r:id="rId12" o:title=""/>
            </v:shape>
            <v:shape id="Freeform 26" o:spid="_x0000_s1039" style="position:absolute;left:6074;top:2339;width:341;height:699;visibility:visible;mso-wrap-style:square;v-text-anchor:top" coordsize="341,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XrmMIA&#10;AADbAAAADwAAAGRycy9kb3ducmV2LnhtbERPTWvCQBC9C/0PyxS86aYapKSuIRUEQRRMC+1xyE6T&#10;tNnZmF1N/PeuIPQ2j/c5y3QwjbhQ52rLCl6mEQjiwuqaSwWfH5vJKwjnkTU2lknBlRykq6fREhNt&#10;ez7SJfelCCHsElRQed8mUrqiIoNualviwP3YzqAPsCul7rAP4aaRsyhaSIM1h4YKW1pXVPzlZ6Og&#10;rY/4+7U/ve8W/Ty7ItvDdx8rNX4esjcQngb/L364tzrMj+H+SzhAr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ZeuYwgAAANsAAAAPAAAAAAAAAAAAAAAAAJgCAABkcnMvZG93&#10;bnJldi54bWxQSwUGAAAAAAQABAD1AAAAhwMAAAAA&#10;" path="m304,r14,3l330,11r8,11l341,37r,247l338,298r-8,12l318,318r-14,3l290,318r-11,-8l271,298r-3,-14l268,94r-15,l253,660r-37,39l202,696r-11,-8l183,676r-3,-14l180,318r-20,l160,662r-3,14l149,688r-11,8l124,699r-14,-4l98,687,90,674,87,660,87,94r-15,l72,284r-3,14l61,310r-11,8l36,321,22,318,10,310,2,298,,284,,37,2,22,10,11,22,3,36,,304,xe" filled="f" strokecolor="#231f20" strokeweight=".17111mm">
              <v:path arrowok="t" o:connecttype="custom" o:connectlocs="304,2339;318,2342;330,2350;338,2361;341,2376;341,2623;338,2637;330,2649;318,2657;304,2660;290,2657;279,2649;271,2637;268,2623;268,2433;253,2433;253,2999;216,3038;202,3035;191,3027;183,3015;180,3001;180,2657;160,2657;160,3001;157,3015;149,3027;138,3035;124,3038;110,3034;98,3026;90,3013;87,2999;87,2433;72,2433;72,2623;69,2637;61,2649;50,2657;36,2660;22,2657;10,2649;2,2637;0,2623;0,2376;2,2361;10,2350;22,2342;36,2339;304,2339" o:connectangles="0,0,0,0,0,0,0,0,0,0,0,0,0,0,0,0,0,0,0,0,0,0,0,0,0,0,0,0,0,0,0,0,0,0,0,0,0,0,0,0,0,0,0,0,0,0,0,0,0,0"/>
            </v:shape>
            <v:shape id="Picture 27" o:spid="_x0000_s1040" type="#_x0000_t75" style="position:absolute;left:6164;top:2165;width:164;height: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znMTBAAAA2wAAAA8AAABkcnMvZG93bnJldi54bWxET0trwkAQvhf8D8sI3upGwVCjq4g00INQ&#10;qrl4G7JjEszOhuzm9e/dQqG3+fiesz+OphY9ta6yrGC1jEAQ51ZXXCjIbun7BwjnkTXWlknBRA6O&#10;h9nbHhNtB/6h/uoLEULYJaig9L5JpHR5SQbd0jbEgXvY1qAPsC2kbnEI4aaW6yiKpcGKQ0OJDZ1L&#10;yp/Xzijo1tm9+R4e8ZResmm13T7xM4+UWszH0w6Ep9H/i//cXzrM38DvL+EAeX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OznMTBAAAA2wAAAA8AAAAAAAAAAAAAAAAAnwIA&#10;AGRycy9kb3ducmV2LnhtbFBLBQYAAAAABAAEAPcAAACNAwAAAAA=&#10;">
              <v:imagedata r:id="rId13" o:title=""/>
            </v:shape>
            <v:shape id="Freeform 28" o:spid="_x0000_s1041" style="position:absolute;left:6819;top:2339;width:341;height:699;visibility:visible;mso-wrap-style:square;v-text-anchor:top" coordsize="341,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vQdMAA&#10;AADbAAAADwAAAGRycy9kb3ducmV2LnhtbERPTYvCMBC9C/6HMMLeNF13KVKNooIgyArqwnocmrGt&#10;20xqE23990YQvM3jfc5k1ppS3Kh2hWUFn4MIBHFqdcGZgt/Dqj8C4TyyxtIyKbiTg9m025lgom3D&#10;O7rtfSZCCLsEFeTeV4mULs3JoBvYijhwJ1sb9AHWmdQ1NiHclHIYRbE0WHBoyLGiZU7p//5qFFTF&#10;Ds9/P5fFJm6+5ndkuz0230p99Nr5GISn1r/FL/dah/kxPH8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PvQdMAAAADbAAAADwAAAAAAAAAAAAAAAACYAgAAZHJzL2Rvd25y&#10;ZXYueG1sUEsFBgAAAAAEAAQA9QAAAIUDAAAAAA==&#10;" path="m305,r14,3l330,11r8,11l341,37r,247l338,298r-8,12l319,318r-14,3l291,318r-12,-8l271,298r-2,-14l269,94r-16,l253,660r-36,39l203,696r-12,-8l184,676r-3,-14l181,318r-21,l160,662r-3,14l150,688r-12,8l124,699r-14,-4l98,687,91,674,88,660,88,94r-16,l72,284r-2,14l62,310r-12,8l36,321,22,318,11,310,3,298,,284,,37,3,22,11,11,22,3,36,,305,xe" filled="f" strokecolor="#231f20" strokeweight=".17111mm">
              <v:path arrowok="t" o:connecttype="custom" o:connectlocs="305,2339;319,2342;330,2350;338,2361;341,2376;341,2623;338,2637;330,2649;319,2657;305,2660;291,2657;279,2649;271,2637;269,2623;269,2433;253,2433;253,2999;217,3038;203,3035;191,3027;184,3015;181,3001;181,2657;160,2657;160,3001;157,3015;150,3027;138,3035;124,3038;110,3034;98,3026;91,3013;88,2999;88,2433;72,2433;72,2623;70,2637;62,2649;50,2657;36,2660;22,2657;11,2649;3,2637;0,2623;0,2376;3,2361;11,2350;22,2342;36,2339;305,2339" o:connectangles="0,0,0,0,0,0,0,0,0,0,0,0,0,0,0,0,0,0,0,0,0,0,0,0,0,0,0,0,0,0,0,0,0,0,0,0,0,0,0,0,0,0,0,0,0,0,0,0,0,0"/>
            </v:shape>
            <v:shape id="Picture 29" o:spid="_x0000_s1042" type="#_x0000_t75" style="position:absolute;left:6909;top:2165;width:164;height: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2y3EG/AAAA2wAAAA8AAABkcnMvZG93bnJldi54bWxET02LwjAQvQv+hzDC3jRxD1WqUUSQ9aou&#10;orehGdtiMylNrOm/3yws7G0e73PW22gb0VPna8ca5jMFgrhwpuZSw/flMF2C8AHZYOOYNAzkYbsZ&#10;j9aYG/fmE/XnUIoUwj5HDVUIbS6lLyqy6GeuJU7cw3UWQ4JdKU2H7xRuG/mpVCYt1pwaKmxpX1Hx&#10;PL+sBvWIg4tft/uh7Ze7a6YGd80GrT8mcbcCESiGf/Gf+2jS/AX8/pIOkJs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tstxBvwAAANsAAAAPAAAAAAAAAAAAAAAAAJ8CAABk&#10;cnMvZG93bnJldi54bWxQSwUGAAAAAAQABAD3AAAAiwMAAAAA&#10;">
              <v:imagedata r:id="rId14" o:title=""/>
            </v:shape>
            <v:shape id="Freeform 30" o:spid="_x0000_s1043" style="position:absolute;left:8023;top:2339;width:341;height:699;visibility:visible;mso-wrap-style:square;v-text-anchor:top" coordsize="341,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hncQA&#10;AADbAAAADwAAAGRycy9kb3ducmV2LnhtbESPQWvCQBCF74L/YRnBm25sRSS6ihYKBVHQCu1xyI5J&#10;2uxsml1N/PfOQehthvfmvW+W685V6kZNKD0bmIwTUMSZtyXnBs6f76M5qBCRLVaeycCdAqxX/d4S&#10;U+tbPtLtFHMlIRxSNFDEWKdah6wgh2Hsa2LRLr5xGGVtcm0bbCXcVfolSWbaYcnSUGBNbwVlv6er&#10;M1CXR/z52v9td7P2dXNH9ofvdmrMcNBtFqAidfHf/Lz+sIIvsPKLDK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o4Z3EAAAA2wAAAA8AAAAAAAAAAAAAAAAAmAIAAGRycy9k&#10;b3ducmV2LnhtbFBLBQYAAAAABAAEAPUAAACJAwAAAAA=&#10;" path="m305,r14,3l330,11r8,11l341,37r,247l338,298r-8,12l319,318r-14,3l290,318r-11,-8l271,298r-3,-14l268,94r-15,l253,660r-36,39l203,696r-12,-8l183,676r-3,-14l180,318r-20,l160,662r-3,14l149,688r-11,8l124,699r-14,-4l98,687,90,674,87,660,87,94r-15,l72,284r-3,14l62,310r-12,8l36,321,22,318,10,310,3,298,,284,,37,3,22,10,11,22,3,36,,305,xe" filled="f" strokecolor="#231f20" strokeweight=".17111mm">
              <v:path arrowok="t" o:connecttype="custom" o:connectlocs="305,2339;319,2342;330,2350;338,2361;341,2376;341,2623;338,2637;330,2649;319,2657;305,2660;290,2657;279,2649;271,2637;268,2623;268,2433;253,2433;253,2999;217,3038;203,3035;191,3027;183,3015;180,3001;180,2657;160,2657;160,3001;157,3015;149,3027;138,3035;124,3038;110,3034;98,3026;90,3013;87,2999;87,2433;72,2433;72,2623;69,2637;62,2649;50,2657;36,2660;22,2657;10,2649;3,2637;0,2623;0,2376;3,2361;10,2350;22,2342;36,2339;305,2339" o:connectangles="0,0,0,0,0,0,0,0,0,0,0,0,0,0,0,0,0,0,0,0,0,0,0,0,0,0,0,0,0,0,0,0,0,0,0,0,0,0,0,0,0,0,0,0,0,0,0,0,0,0"/>
            </v:shape>
            <v:shape id="Picture 31" o:spid="_x0000_s1044" type="#_x0000_t75" style="position:absolute;left:8114;top:2165;width:164;height: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9BiXCAAAA2wAAAA8AAABkcnMvZG93bnJldi54bWxET9tqwkAQfS/4D8sIfTObSiltdJUqSIKU&#10;SqMfMGanSWh2NmTXJPXr3YLQtzmc6yzXo2lET52rLSt4imIQxIXVNZcKTsfd7BWE88gaG8uk4Jcc&#10;rFeThyUm2g78RX3uSxFC2CWooPK+TaR0RUUGXWRb4sB9286gD7Arpe5wCOGmkfM4fpEGaw4NFba0&#10;raj4yS9GwT7lfrfZn6/PBj9sNj+kn+MmVepxOr4vQHga/b/47s50mP8Gf7+EA+Tq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rPQYlwgAAANsAAAAPAAAAAAAAAAAAAAAAAJ8C&#10;AABkcnMvZG93bnJldi54bWxQSwUGAAAAAAQABAD3AAAAjgMAAAAA&#10;">
              <v:imagedata r:id="rId15" o:title=""/>
            </v:shape>
            <v:shape id="Picture 32" o:spid="_x0000_s1045" type="#_x0000_t75" style="position:absolute;left:1440;top:1480;width:7442;height:227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xHJjAAAAA2wAAAA8AAABkcnMvZG93bnJldi54bWxET01rAjEQvRf8D2GE3mpWD1pXo4igSA+l&#10;VfE8bMZNcDNZNtFN++ubg9Dj430v18k14kFdsJ4VjEcFCOLKa8u1gvNp9/YOIkRkjY1nUvBDAdar&#10;wcsSS+17/qbHMdYih3AoUYGJsS2lDJUhh2HkW+LMXX3nMGbY1VJ32Odw18hJUUylQ8u5wWBLW0PV&#10;7Xh3Cux5/lt/9l/j9GEqyxu9T5fZXqnXYdosQERK8V/8dB+0gklen7/kHyBX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XEcmMAAAADbAAAADwAAAAAAAAAAAAAAAACfAgAA&#10;ZHJzL2Rvd25yZXYueG1sUEsFBgAAAAAEAAQA9wAAAIwDAAAAAA==&#10;">
              <v:imagedata r:id="rId16" o:title=""/>
            </v:shape>
            <v:shape id="Text Box 33" o:spid="_x0000_s1046" type="#_x0000_t202" style="position:absolute;left:1440;top:1466;width:7442;height:22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<v:textbox style="mso-next-textbox:#Text Box 33" inset="0,0,0,0">
                <w:txbxContent>
                  <w:p w:rsidR="002272F3" w:rsidRPr="007327CC" w:rsidRDefault="002272F3" w:rsidP="002272F3">
                    <w:pPr>
                      <w:spacing w:before="187"/>
                      <w:ind w:left="253"/>
                      <w:rPr>
                        <w:rFonts w:ascii="Trebuchet MS"/>
                        <w:i/>
                        <w:sz w:val="18"/>
                      </w:rPr>
                    </w:pPr>
                    <w:r w:rsidRPr="00DD4798">
                      <w:rPr>
                        <w:rFonts w:cs="Arial"/>
                        <w:b/>
                        <w:color w:val="auto"/>
                        <w:w w:val="105"/>
                      </w:rPr>
                      <w:t>Слика 7.1</w:t>
                    </w:r>
                    <w:r w:rsidR="00DD4798">
                      <w:rPr>
                        <w:rFonts w:cs="Arial"/>
                        <w:b/>
                        <w:color w:val="auto"/>
                        <w:w w:val="105"/>
                      </w:rPr>
                      <w:t>.</w:t>
                    </w:r>
                    <w:r>
                      <w:rPr>
                        <w:rFonts w:ascii="Trebuchet MS"/>
                        <w:b/>
                        <w:color w:val="B2B2B2"/>
                        <w:w w:val="105"/>
                        <w:sz w:val="28"/>
                      </w:rPr>
                      <w:t xml:space="preserve"> </w:t>
                    </w:r>
                    <w:r>
                      <w:rPr>
                        <w:rFonts w:ascii="Trebuchet MS"/>
                        <w:i/>
                        <w:color w:val="231F20"/>
                        <w:w w:val="105"/>
                        <w:sz w:val="18"/>
                      </w:rPr>
                      <w:t>Узорак</w:t>
                    </w:r>
                    <w:r w:rsidR="00DD4798">
                      <w:rPr>
                        <w:rFonts w:ascii="Trebuchet MS"/>
                        <w:i/>
                        <w:color w:val="231F20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Trebuchet MS"/>
                        <w:i/>
                        <w:color w:val="231F20"/>
                        <w:w w:val="105"/>
                        <w:sz w:val="18"/>
                      </w:rPr>
                      <w:t>композиције</w:t>
                    </w:r>
                    <w:r w:rsidR="00DD4798">
                      <w:rPr>
                        <w:rFonts w:ascii="Trebuchet MS"/>
                        <w:i/>
                        <w:color w:val="231F20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Trebuchet MS"/>
                        <w:i/>
                        <w:color w:val="231F20"/>
                        <w:w w:val="105"/>
                        <w:sz w:val="18"/>
                      </w:rPr>
                      <w:t>имплементационог</w:t>
                    </w:r>
                    <w:r w:rsidR="00DD4798">
                      <w:rPr>
                        <w:rFonts w:ascii="Trebuchet MS"/>
                        <w:i/>
                        <w:color w:val="231F20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Trebuchet MS"/>
                        <w:i/>
                        <w:color w:val="231F20"/>
                        <w:w w:val="105"/>
                        <w:sz w:val="18"/>
                      </w:rPr>
                      <w:t>тима</w:t>
                    </w:r>
                  </w:p>
                </w:txbxContent>
              </v:textbox>
            </v:shape>
            <w10:wrap anchorx="page"/>
          </v:group>
        </w:pict>
      </w:r>
    </w:p>
    <w:p w:rsidR="002272F3" w:rsidRPr="00EA024D" w:rsidRDefault="002272F3" w:rsidP="002272F3"/>
    <w:p w:rsidR="002272F3" w:rsidRPr="00EA024D" w:rsidRDefault="002272F3" w:rsidP="002272F3"/>
    <w:p w:rsidR="002272F3" w:rsidRPr="00EA024D" w:rsidRDefault="002272F3" w:rsidP="002272F3"/>
    <w:p w:rsidR="002272F3" w:rsidRPr="00EA024D" w:rsidRDefault="002272F3" w:rsidP="002272F3"/>
    <w:p w:rsidR="002272F3" w:rsidRPr="00EA024D" w:rsidRDefault="002272F3" w:rsidP="002272F3"/>
    <w:p w:rsidR="002272F3" w:rsidRPr="00EA024D" w:rsidRDefault="002272F3" w:rsidP="002272F3"/>
    <w:p w:rsidR="002272F3" w:rsidRDefault="002272F3" w:rsidP="002272F3"/>
    <w:p w:rsidR="00DD4798" w:rsidRDefault="00DD4798" w:rsidP="002272F3">
      <w:pPr>
        <w:ind w:firstLine="720"/>
      </w:pPr>
    </w:p>
    <w:p w:rsidR="00DD4798" w:rsidRDefault="00DD4798" w:rsidP="002272F3">
      <w:pPr>
        <w:ind w:firstLine="720"/>
      </w:pPr>
    </w:p>
    <w:p w:rsidR="00DD4798" w:rsidRDefault="00DD4798" w:rsidP="002272F3">
      <w:pPr>
        <w:ind w:firstLine="720"/>
      </w:pPr>
    </w:p>
    <w:p w:rsidR="002272F3" w:rsidRDefault="002272F3" w:rsidP="002272F3">
      <w:pPr>
        <w:ind w:firstLine="720"/>
        <w:rPr>
          <w:color w:val="231F20"/>
        </w:rPr>
      </w:pPr>
      <w:r w:rsidRPr="00EA024D">
        <w:t xml:space="preserve">Тим за имплементацију треба да укључи и најмање једног шампиона система. Системски шампион је неко ко се добро поштује у организацији, види нови систем као неопходан за остваривање стратешких циљева организације и страствен је за његову имплементацију.У многим здравственим установама системски шампион је лекар, посебно када организација имплементира систем који ће директно или индиректно утицати на то како лекари проводе своје време. </w:t>
      </w:r>
      <w:r>
        <w:t xml:space="preserve">Лекар шампион </w:t>
      </w:r>
      <w:r w:rsidRPr="00EA024D">
        <w:t xml:space="preserve">служи као заговорник система, преузима водећу улогу у добијању </w:t>
      </w:r>
      <w:r>
        <w:t>прихватања</w:t>
      </w:r>
      <w:r w:rsidRPr="00EA024D">
        <w:t xml:space="preserve"> од других лекара и корисничких група, и осигурава да лекари имају адекватан допринос у процесу доношења одлука. Други важни квалитети шампио</w:t>
      </w:r>
      <w:r>
        <w:t>на система су јака вештина</w:t>
      </w:r>
      <w:r w:rsidRPr="00EA024D">
        <w:t xml:space="preserve"> комуникације, међуљудске и вештине слушања. Шампион система би требало да буде вољан да помогне у пилот тестирању, да обучава и тренира друге, и да гради консензус међу корисничким групама</w:t>
      </w:r>
      <w:r>
        <w:t xml:space="preserve"> (</w:t>
      </w:r>
      <w:r>
        <w:rPr>
          <w:color w:val="231F20"/>
        </w:rPr>
        <w:t xml:space="preserve">Miller &amp;Sim, 2004). Бројне студије су показале вађност шампиона система у процесу имплементације (Miller, Sim, &amp; Newman, 2003; </w:t>
      </w:r>
      <w:r>
        <w:rPr>
          <w:color w:val="231F20"/>
          <w:spacing w:val="-4"/>
        </w:rPr>
        <w:t xml:space="preserve">Wager, </w:t>
      </w:r>
      <w:r>
        <w:rPr>
          <w:color w:val="231F20"/>
        </w:rPr>
        <w:t xml:space="preserve">Lee, White, </w:t>
      </w:r>
      <w:r>
        <w:rPr>
          <w:color w:val="231F20"/>
          <w:spacing w:val="-4"/>
        </w:rPr>
        <w:t xml:space="preserve">Ward, </w:t>
      </w:r>
      <w:r>
        <w:rPr>
          <w:color w:val="231F20"/>
        </w:rPr>
        <w:t xml:space="preserve">&amp; Ornstein, 2000; Ash, Stavri, Dykstra, &amp; Fournier, 2003). </w:t>
      </w:r>
      <w:r w:rsidRPr="008F7F37">
        <w:rPr>
          <w:color w:val="231F20"/>
        </w:rPr>
        <w:t>Приликом имплементације клиничких апликација (као што је уношење клијентских налога провајде</w:t>
      </w:r>
      <w:r>
        <w:rPr>
          <w:color w:val="231F20"/>
        </w:rPr>
        <w:t>ра [ЦПОЕ] или администрација ли</w:t>
      </w:r>
      <w:r w:rsidRPr="008F7F37">
        <w:rPr>
          <w:color w:val="231F20"/>
        </w:rPr>
        <w:t>екова помоћу бар кодирања) које обухватају бројне клиничке области, као ш</w:t>
      </w:r>
      <w:r>
        <w:rPr>
          <w:color w:val="231F20"/>
        </w:rPr>
        <w:t>то су област медицинских сестара, фармације и лекара, имати</w:t>
      </w:r>
      <w:r w:rsidRPr="008F7F37">
        <w:rPr>
          <w:color w:val="231F20"/>
        </w:rPr>
        <w:t xml:space="preserve"> шампион</w:t>
      </w:r>
      <w:r>
        <w:rPr>
          <w:color w:val="231F20"/>
        </w:rPr>
        <w:t>а система из сваке области</w:t>
      </w:r>
      <w:r w:rsidRPr="008F7F37">
        <w:rPr>
          <w:color w:val="231F20"/>
        </w:rPr>
        <w:t xml:space="preserve">, може </w:t>
      </w:r>
      <w:r>
        <w:rPr>
          <w:color w:val="231F20"/>
        </w:rPr>
        <w:t>бити изузетно корисно у стицању прихватања и олакшавања</w:t>
      </w:r>
      <w:r w:rsidRPr="008F7F37">
        <w:rPr>
          <w:color w:val="231F20"/>
        </w:rPr>
        <w:t xml:space="preserve"> комуникације међу особљем.</w:t>
      </w:r>
    </w:p>
    <w:p w:rsidR="002272F3" w:rsidRDefault="002272F3" w:rsidP="002272F3">
      <w:pPr>
        <w:pStyle w:val="Heading3"/>
      </w:pPr>
      <w:bookmarkStart w:id="4" w:name="_Toc532248944"/>
      <w:bookmarkStart w:id="5" w:name="_Toc4356111"/>
      <w:r>
        <w:t>Детерминисати</w:t>
      </w:r>
      <w:r w:rsidR="00DD4798">
        <w:t xml:space="preserve"> </w:t>
      </w:r>
      <w:r>
        <w:t>обим</w:t>
      </w:r>
      <w:r w:rsidR="00DD4798">
        <w:t xml:space="preserve"> </w:t>
      </w:r>
      <w:r>
        <w:t>пројекта и очекивања</w:t>
      </w:r>
      <w:bookmarkEnd w:id="4"/>
      <w:bookmarkEnd w:id="5"/>
    </w:p>
    <w:p w:rsidR="002272F3" w:rsidRDefault="002272F3" w:rsidP="002272F3">
      <w:r w:rsidRPr="006A1699">
        <w:t xml:space="preserve">Један од првих послова тима за имплементацију је да одреди обим пројекта и шта се </w:t>
      </w:r>
      <w:r>
        <w:t>организација нада</w:t>
      </w:r>
      <w:r w:rsidRPr="006A1699">
        <w:t xml:space="preserve"> да ће пројекат постићи. Како би се поставио тон за пројекат, виши извршни </w:t>
      </w:r>
      <w:r w:rsidRPr="006A1699">
        <w:lastRenderedPageBreak/>
        <w:t xml:space="preserve">директор за здравствену заштиту треба да се састане са тимом за имплементацију како би комуницирали како се пројекат односи на укупне стратешке циљеве организације и да </w:t>
      </w:r>
      <w:r>
        <w:t>увери тим у администацијску посвећеност пројекту.</w:t>
      </w:r>
    </w:p>
    <w:p w:rsidR="002272F3" w:rsidRDefault="002272F3" w:rsidP="00DD4798">
      <w:pPr>
        <w:ind w:firstLine="720"/>
      </w:pPr>
      <w:r w:rsidRPr="006A1699">
        <w:t xml:space="preserve">Циљеви пројекта и оно што се организација </w:t>
      </w:r>
      <w:r>
        <w:t>нада да ће постићи</w:t>
      </w:r>
      <w:r w:rsidRPr="006A1699">
        <w:t xml:space="preserve"> имплементацијом новог система треба </w:t>
      </w:r>
      <w:r>
        <w:t>да проистекне</w:t>
      </w:r>
      <w:r w:rsidRPr="006A1699">
        <w:t xml:space="preserve"> из раних тимских дискусија.</w:t>
      </w:r>
      <w:r w:rsidR="00DD4798">
        <w:t xml:space="preserve"> </w:t>
      </w:r>
      <w:r w:rsidRPr="006A1699">
        <w:t xml:space="preserve">Циљеви система који су дефинисани током процеса селекције система треба </w:t>
      </w:r>
      <w:r>
        <w:t>да буду прегледани</w:t>
      </w:r>
      <w:r w:rsidRPr="006A1699">
        <w:t xml:space="preserve"> од стране тима за имплементацију.</w:t>
      </w:r>
      <w:r>
        <w:t xml:space="preserve"> П</w:t>
      </w:r>
      <w:r w:rsidRPr="006A1699">
        <w:t>ревише често зд</w:t>
      </w:r>
      <w:r>
        <w:t>равствене организације прескоч</w:t>
      </w:r>
      <w:r w:rsidRPr="006A1699">
        <w:t xml:space="preserve">е овај важан корак и никада </w:t>
      </w:r>
      <w:r>
        <w:t>јасно не</w:t>
      </w:r>
      <w:r w:rsidRPr="006A1699">
        <w:t xml:space="preserve"> дефинишу обим пројекта или шта се надају да ће добити као резултат новог система. У неким дру</w:t>
      </w:r>
      <w:r>
        <w:t>гим случајевима они превише широко</w:t>
      </w:r>
      <w:r w:rsidRPr="006A1699">
        <w:t xml:space="preserve"> дефинишу о</w:t>
      </w:r>
      <w:r>
        <w:t>бим пројекта или дође до кретања</w:t>
      </w:r>
      <w:r w:rsidRPr="006A1699">
        <w:t xml:space="preserve"> опсега.</w:t>
      </w:r>
    </w:p>
    <w:p w:rsidR="002272F3" w:rsidRDefault="0084675C" w:rsidP="002272F3">
      <w:pPr>
        <w:ind w:firstLine="720"/>
      </w:pPr>
      <w:r>
        <w:rPr>
          <w:noProof/>
          <w:lang w:val="en-US"/>
        </w:rPr>
        <w:pict>
          <v:group id="Group 30" o:spid="_x0000_s1054" style="position:absolute;left:0;text-align:left;margin-left:0;margin-top:67.6pt;width:432.05pt;height:389.5pt;z-index:251668480;mso-wrap-distance-left:0;mso-wrap-distance-right:0;mso-position-horizontal-relative:page" coordorigin=",166" coordsize="8641,67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">
            <v:shape id="Picture 8" o:spid="_x0000_s1055" type="#_x0000_t75" style="position:absolute;top:166;width:8641;height:18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4F1fEAAAA2wAAAA8AAABkcnMvZG93bnJldi54bWxEj9FqwkAURN8L/sNyC30zGxUkja4iSqEt&#10;IlTzAdfsNRubvZtmV03/visIfRxm5gwzX/a2EVfqfO1YwShJQRCXTtdcKSgOb8MMhA/IGhvHpOCX&#10;PCwXg6c55trd+Iuu+1CJCGGfowITQptL6UtDFn3iWuLonVxnMUTZVVJ3eItw28hxmk6lxZrjgsGW&#10;1obK7/3FKli92t3m45hdeHueZHT8/LHFdqrUy3O/moEI1If/8KP9rhVMRnD/En+AX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B4F1fEAAAA2wAAAA8AAAAAAAAAAAAAAAAA&#10;nwIAAGRycy9kb3ducmV2LnhtbFBLBQYAAAAABAAEAPcAAACQAwAAAAA=&#10;">
              <v:imagedata r:id="rId17" o:title=""/>
            </v:shape>
            <v:rect id="Rectangle 9" o:spid="_x0000_s1056" style="position:absolute;left:1109;top:166;width:2471;height:5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FhEcQA&#10;AADbAAAADwAAAGRycy9kb3ducmV2LnhtbESPT2vCQBTE70K/w/IKvemmCqWkboKUFqVQodpLbo/s&#10;yz+zb0N2TdJ+elcQPA4z8xtmnU6mFQP1rras4HkRgSDOra65VPB7/Jy/gnAeWWNrmRT8kYM0eZit&#10;MdZ25B8aDr4UAcIuRgWV910spcsrMugWtiMOXmF7gz7IvpS6xzHATSuXUfQiDdYcFirs6L2i/HQ4&#10;GwXjd+GLr25om8Zkmf7Imr3e/iv19Dht3kB4mvw9fGvvtILVEq5fwg+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hYRHEAAAA2wAAAA8AAAAAAAAAAAAAAAAAmAIAAGRycy9k&#10;b3ducmV2LnhtbFBLBQYAAAAABAAEAPUAAACJAwAAAAA=&#10;" fillcolor="#57585a" stroked="f"/>
            <v:rect id="Rectangle 10" o:spid="_x0000_s1057" style="position:absolute;left:329;top:166;width:780;height:7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+mA8YA&#10;AADbAAAADwAAAGRycy9kb3ducmV2LnhtbESPzWsCMRTE7wX/h/AKvRTN1i90NUqxKB568Qs8PjbP&#10;3a2blzVJdetf3xQKHoeZ+Q0znTemEldyvrSs4K2TgCDOrC45V7DfLdsjED4ga6wsk4If8jCftZ6m&#10;mGp74w1dtyEXEcI+RQVFCHUqpc8KMug7tiaO3sk6gyFKl0vt8BbhppLdJBlKgyXHhQJrWhSUnbff&#10;RsG9/9E/jF93m0+ZLwb15etYrtxRqZfn5n0CIlATHuH/9lor6PXg70v8AX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+mA8YAAADbAAAADwAAAAAAAAAAAAAAAACYAgAAZHJz&#10;L2Rvd25yZXYueG1sUEsFBgAAAAAEAAQA9QAAAIsDAAAAAA==&#10;" fillcolor="#231f20" stroked="f"/>
            <v:shape id="AutoShape 11" o:spid="_x0000_s1058" style="position:absolute;left:403;top:228;width:640;height:642;visibility:visible" coordsize="640,6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51rsIA&#10;AADbAAAADwAAAGRycy9kb3ducmV2LnhtbESP3YrCMBSE74V9h3AWvBFNdxVZqlFEEPZK/OkDnG2O&#10;abE56SZR69sbQfBymJlvmPmys424kg+1YwVfowwEcel0zUZBcdwMf0CEiKyxcUwK7hRgufjozTHX&#10;7sZ7uh6iEQnCIUcFVYxtLmUoK7IYRq4lTt7JeYsxSW+k9nhLcNvI7yybSos1p4UKW1pXVJ4PF6tg&#10;sjXr0vw5KYvjZeP/B8Vq1xRK9T+71QxEpC6+w6/2r1YwnsDzS/o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znWuwgAAANsAAAAPAAAAAAAAAAAAAAAAAJgCAABkcnMvZG93&#10;bnJldi54bWxQSwUGAAAAAAQABAD1AAAAhwMAAAAA&#10;" adj="0,,0" path="m485,427r-138,l362,430r15,10l566,629r15,9l597,642r16,-4l627,629r9,-14l639,599r-3,-16l627,569,485,427xm225,l180,4,138,17,99,38,64,66,21,126,,193r,69l21,329r43,60l122,431r66,21l257,453r67,-20l334,429r13,-2l485,427,445,387r-220,l165,375,112,340,77,288,65,228,77,167r35,-52l136,95,164,80r30,-9l225,68r162,l386,66,351,38,312,17,270,4,225,xm387,68r-162,l256,71r30,9l314,95r24,20l358,139r15,27l382,196r3,32l382,259r-9,30l358,316r-20,24l285,375r-60,12l445,387r-10,-9l427,365r-3,-12l424,342r3,-8l438,309r8,-26l451,255r2,-27l448,183,436,140,415,101,387,68xe" stroked="f">
              <v:stroke joinstyle="round"/>
              <v:formulas/>
              <v:path arrowok="t" o:connecttype="custom" o:connectlocs="347,656;377,669;581,867;613,867;636,844;636,812;485,656;180,233;99,267;21,355;0,491;64,618;188,681;324,662;347,656;445,616;165,604;77,517;77,396;136,324;194,300;387,297;351,267;270,233;387,297;256,300;314,324;358,368;382,425;382,488;358,545;285,604;445,616;427,594;424,571;438,538;451,484;448,412;415,330" o:connectangles="0,0,0,0,0,0,0,0,0,0,0,0,0,0,0,0,0,0,0,0,0,0,0,0,0,0,0,0,0,0,0,0,0,0,0,0,0,0,0"/>
            </v:shape>
            <v:shape id="Text Box 14" o:spid="_x0000_s1059" type="#_x0000_t202" style="position:absolute;left:1228;top:650;width:7195;height:62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color="#bfbfbf [2412]" stroked="f">
              <v:textbox style="mso-next-textbox:#Text Box 14" inset="0,0,0,0">
                <w:txbxContent>
                  <w:p w:rsidR="002272F3" w:rsidRDefault="00651A3D" w:rsidP="002272F3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да </w:t>
                    </w:r>
                    <w:r w:rsidR="002272F3">
                      <w:rPr>
                        <w:sz w:val="18"/>
                      </w:rPr>
                      <w:t xml:space="preserve">имплементира ЦПОЕ систем. </w:t>
                    </w:r>
                    <w:r w:rsidR="002272F3" w:rsidRPr="005167FE">
                      <w:rPr>
                        <w:sz w:val="18"/>
                      </w:rPr>
                      <w:t>Формиран је тим за имплементацију који је задужен за управљање свим аспектима проширивања ЦПОЕ-а. Мисија болнице Масон је да буде "премијер академска болница у Сједињеним Државама." Узимајући у обзир к</w:t>
                    </w:r>
                    <w:r w:rsidR="002272F3">
                      <w:rPr>
                        <w:sz w:val="18"/>
                      </w:rPr>
                      <w:t>ако да постигне ову мисију, тим је идентификовао ЦПОЕ као "камен темељац</w:t>
                    </w:r>
                    <w:r w:rsidR="002272F3" w:rsidRPr="005167FE">
                      <w:rPr>
                        <w:sz w:val="18"/>
                      </w:rPr>
                      <w:t>" потребан за побољшање квалитета његе, смањивање грешака,</w:t>
                    </w:r>
                    <w:r w:rsidR="002272F3">
                      <w:rPr>
                        <w:sz w:val="18"/>
                      </w:rPr>
                      <w:t xml:space="preserve"> и стварање</w:t>
                    </w:r>
                    <w:r w:rsidR="002272F3" w:rsidRPr="005167FE">
                      <w:rPr>
                        <w:sz w:val="18"/>
                      </w:rPr>
                      <w:t xml:space="preserve"> далеко сигурније</w:t>
                    </w:r>
                    <w:r w:rsidR="002272F3">
                      <w:rPr>
                        <w:sz w:val="18"/>
                      </w:rPr>
                      <w:t>г</w:t>
                    </w:r>
                    <w:r w:rsidR="002272F3" w:rsidRPr="005167FE">
                      <w:rPr>
                        <w:sz w:val="18"/>
                      </w:rPr>
                      <w:t xml:space="preserve"> и ефикасније</w:t>
                    </w:r>
                    <w:r w:rsidR="002272F3">
                      <w:rPr>
                        <w:sz w:val="18"/>
                      </w:rPr>
                      <w:t xml:space="preserve">г </w:t>
                    </w:r>
                    <w:r w:rsidR="002272F3" w:rsidRPr="005167FE">
                      <w:rPr>
                        <w:sz w:val="18"/>
                      </w:rPr>
                      <w:t>радно</w:t>
                    </w:r>
                    <w:r w:rsidR="002272F3">
                      <w:rPr>
                        <w:sz w:val="18"/>
                      </w:rPr>
                      <w:t>г окружења</w:t>
                    </w:r>
                    <w:r w:rsidR="002272F3" w:rsidRPr="005167FE">
                      <w:rPr>
                        <w:sz w:val="18"/>
                      </w:rPr>
                      <w:t xml:space="preserve"> за болничко особље. Поред успостављања овог циља, тим је ишао корак даље како би дефиниса</w:t>
                    </w:r>
                    <w:r w:rsidR="002272F3">
                      <w:rPr>
                        <w:sz w:val="18"/>
                      </w:rPr>
                      <w:t>о од чега би се састојала успешна иницијатива</w:t>
                    </w:r>
                    <w:r w:rsidR="002272F3" w:rsidRPr="005167FE">
                      <w:rPr>
                        <w:sz w:val="18"/>
                      </w:rPr>
                      <w:t xml:space="preserve"> имплементације ЦПОЕ. Чланови тима су потом развили основни скуп метрика (на пример, брзина усвајања ЦПОЕ лекара, коришћење телефонских и вербалних налога у ситуацијама неусклађ</w:t>
                    </w:r>
                    <w:r w:rsidR="002272F3">
                      <w:rPr>
                        <w:sz w:val="18"/>
                      </w:rPr>
                      <w:t>ености, смањење нежељених реакција код леков</w:t>
                    </w:r>
                    <w:r w:rsidR="002272F3" w:rsidRPr="005167FE">
                      <w:rPr>
                        <w:sz w:val="18"/>
                      </w:rPr>
                      <w:t xml:space="preserve">а, смањење дуплих </w:t>
                    </w:r>
                    <w:r w:rsidR="002272F3">
                      <w:rPr>
                        <w:sz w:val="18"/>
                      </w:rPr>
                      <w:t>поруџбина</w:t>
                    </w:r>
                    <w:r w:rsidR="002272F3" w:rsidRPr="005167FE">
                      <w:rPr>
                        <w:sz w:val="18"/>
                      </w:rPr>
                      <w:t>, побољшање квалитета документације и повећана усаглашеност са праксом - базиране смернице) које су касније коришћене за праћење успеха пројекта у дефинисаним областима</w:t>
                    </w:r>
                    <w:r w:rsidR="002272F3">
                      <w:rPr>
                        <w:sz w:val="18"/>
                      </w:rPr>
                      <w:t>.</w:t>
                    </w:r>
                  </w:p>
                  <w:p w:rsidR="00651A3D" w:rsidRDefault="00651A3D" w:rsidP="002272F3">
                    <w:pPr>
                      <w:rPr>
                        <w:b/>
                        <w:sz w:val="18"/>
                      </w:rPr>
                    </w:pPr>
                  </w:p>
                  <w:p w:rsidR="002272F3" w:rsidRPr="000D007A" w:rsidRDefault="002272F3" w:rsidP="002272F3">
                    <w:pPr>
                      <w:rPr>
                        <w:sz w:val="18"/>
                      </w:rPr>
                    </w:pPr>
                    <w:r w:rsidRPr="005B57C9">
                      <w:rPr>
                        <w:b/>
                        <w:sz w:val="18"/>
                      </w:rPr>
                      <w:t>Медицински центар Св. Лука</w:t>
                    </w:r>
                    <w:r>
                      <w:rPr>
                        <w:sz w:val="18"/>
                      </w:rPr>
                      <w:t xml:space="preserve">. </w:t>
                    </w:r>
                    <w:r w:rsidRPr="005B57C9">
                      <w:rPr>
                        <w:sz w:val="18"/>
                      </w:rPr>
                      <w:t>Медицински центар Св. Луке је наст</w:t>
                    </w:r>
                    <w:r>
                      <w:rPr>
                        <w:sz w:val="18"/>
                      </w:rPr>
                      <w:t>ој</w:t>
                    </w:r>
                    <w:r w:rsidRPr="005B57C9">
                      <w:rPr>
                        <w:sz w:val="18"/>
                      </w:rPr>
                      <w:t>ао да имплементира систем електронских медицинских записа (ЕМР), који планира да то уради у три фазе. Фаза 1 би укључивала успостављање клиничког спремишта података, централне базе података из које ће се узимати сви помоћни клинички системи. Фаза 2 би се састојала од имплементације система ЦП</w:t>
                    </w:r>
                    <w:r>
                      <w:rPr>
                        <w:sz w:val="18"/>
                      </w:rPr>
                      <w:t>ОЕ и цистема ѕа документацију медицинских сестара, а фаза 3 би подразумевала</w:t>
                    </w:r>
                    <w:r w:rsidRPr="005B57C9">
                      <w:rPr>
                        <w:sz w:val="18"/>
                      </w:rPr>
                      <w:t xml:space="preserve"> уклањање с</w:t>
                    </w:r>
                    <w:r>
                      <w:rPr>
                        <w:sz w:val="18"/>
                      </w:rPr>
                      <w:t xml:space="preserve">вих спољашњих извештаја </w:t>
                    </w:r>
                    <w:r w:rsidRPr="005B57C9">
                      <w:rPr>
                        <w:sz w:val="18"/>
                      </w:rPr>
                      <w:t>кроз имплементацију система за сни</w:t>
                    </w:r>
                    <w:r>
                      <w:rPr>
                        <w:sz w:val="18"/>
                      </w:rPr>
                      <w:t>мање докумената. Особље Ст. Луке је о</w:t>
                    </w:r>
                    <w:r w:rsidRPr="005B57C9">
                      <w:rPr>
                        <w:sz w:val="18"/>
                      </w:rPr>
                      <w:t>јетило да би, уколико би могли завршити све три фазе, имали у суштини "прави" ЕМР. Тим имплементације, међутим, није јасно дефинисао обим свог рада.</w:t>
                    </w:r>
                    <w:r>
                      <w:rPr>
                        <w:sz w:val="18"/>
                      </w:rPr>
                      <w:t xml:space="preserve"> Да ли је то бил заврши фазу</w:t>
                    </w:r>
                    <w:r w:rsidRPr="005B57C9">
                      <w:rPr>
                        <w:sz w:val="18"/>
                      </w:rPr>
                      <w:t xml:space="preserve"> 1 или све три фазе? Такође, тим за спровођење никада није дефинисао оно за шта се надао да ће се постићи, или како се имплементација ЕМР уклапа у укупну мисију медицинског центра или организационе циљеве. Никада није одговорило на питање: Како ћемо знати да ли смо успјешни? Двосмисленост обима рада тима за импл</w:t>
                    </w:r>
                    <w:r>
                      <w:rPr>
                        <w:sz w:val="18"/>
                      </w:rPr>
                      <w:t>ементацију довела је до разочаре</w:t>
                    </w:r>
                    <w:r w:rsidRPr="005B57C9">
                      <w:rPr>
                        <w:sz w:val="18"/>
                      </w:rPr>
                      <w:t xml:space="preserve">ња и осећања да </w:t>
                    </w:r>
                    <w:r>
                      <w:rPr>
                        <w:sz w:val="18"/>
                      </w:rPr>
                      <w:t>неће успети да заврше пројекат</w:t>
                    </w:r>
                    <w:r w:rsidRPr="005B57C9">
                      <w:rPr>
                        <w:sz w:val="18"/>
                      </w:rPr>
                      <w:t>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  <w:lang w:val="en-US"/>
        </w:rPr>
        <w:pict>
          <v:shape id="_x0000_s1060" type="#_x0000_t202" style="position:absolute;left:0;text-align:left;margin-left:-18.95pt;margin-top:67pt;width:137.75pt;height:47.55pt;z-index:2516695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" filled="f" stroked="f" strokeweight=".5pt">
            <v:textbox style="mso-next-textbox:#_x0000_s1060">
              <w:txbxContent>
                <w:p w:rsidR="002272F3" w:rsidRPr="000D007A" w:rsidRDefault="002272F3" w:rsidP="002272F3">
                  <w:pPr>
                    <w:rPr>
                      <w:color w:val="auto"/>
                      <w:sz w:val="18"/>
                      <w:szCs w:val="18"/>
                    </w:rPr>
                  </w:pPr>
                  <w:r w:rsidRPr="000D007A">
                    <w:rPr>
                      <w:color w:val="auto"/>
                      <w:sz w:val="18"/>
                      <w:szCs w:val="18"/>
                    </w:rPr>
                    <w:t>ИСТРАЖИВАЊЕ СЛУЧАЈА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61" type="#_x0000_t202" style="position:absolute;left:0;text-align:left;margin-left:103.8pt;margin-top:75.75pt;width:257.95pt;height:40.05pt;z-index:251670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" filled="f" stroked="f" strokeweight=".5pt">
            <v:textbox style="mso-next-textbox:#_x0000_s1061">
              <w:txbxContent>
                <w:p w:rsidR="002272F3" w:rsidRPr="005167FE" w:rsidRDefault="002272F3" w:rsidP="002272F3">
                  <w:pPr>
                    <w:rPr>
                      <w:sz w:val="18"/>
                      <w:szCs w:val="18"/>
                    </w:rPr>
                  </w:pPr>
                  <w:r w:rsidRPr="005167FE">
                    <w:rPr>
                      <w:b/>
                      <w:sz w:val="18"/>
                      <w:szCs w:val="18"/>
                    </w:rPr>
                    <w:t>Мејсон болница</w:t>
                  </w:r>
                  <w:r w:rsidRPr="005167FE">
                    <w:rPr>
                      <w:sz w:val="18"/>
                      <w:szCs w:val="18"/>
                    </w:rPr>
                    <w:t>. Мејсон болница је од</w:t>
                  </w:r>
                  <w:r w:rsidR="00651A3D">
                    <w:rPr>
                      <w:sz w:val="18"/>
                      <w:szCs w:val="18"/>
                    </w:rPr>
                    <w:t>л</w:t>
                  </w:r>
                  <w:r w:rsidRPr="005167FE">
                    <w:rPr>
                      <w:sz w:val="18"/>
                      <w:szCs w:val="18"/>
                    </w:rPr>
                    <w:t xml:space="preserve">учила да жели </w:t>
                  </w:r>
                </w:p>
              </w:txbxContent>
            </v:textbox>
          </v:shape>
        </w:pict>
      </w:r>
      <w:r w:rsidR="002272F3">
        <w:rPr>
          <w:noProof/>
          <w:lang w:val="en-US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1971675</wp:posOffset>
            </wp:positionV>
            <wp:extent cx="5491480" cy="3339465"/>
            <wp:effectExtent l="0" t="0" r="0" b="0"/>
            <wp:wrapNone/>
            <wp:docPr id="40" name="image1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3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1480" cy="3339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72F3" w:rsidRPr="000D007A">
        <w:t xml:space="preserve">Погледајмо два хипотетичка примера, од два провајдера који </w:t>
      </w:r>
      <w:r w:rsidR="002272F3">
        <w:t>ћемо назвати б</w:t>
      </w:r>
      <w:r w:rsidR="002272F3" w:rsidRPr="000D007A">
        <w:t xml:space="preserve">олница </w:t>
      </w:r>
      <w:r w:rsidR="002272F3">
        <w:t>Мејсон и медицински центар Светог</w:t>
      </w:r>
      <w:r w:rsidR="002272F3" w:rsidRPr="000D007A">
        <w:t xml:space="preserve"> Луке. Тим з</w:t>
      </w:r>
      <w:r w:rsidR="002272F3">
        <w:t>а имплементацију болнице Мејсон</w:t>
      </w:r>
      <w:r w:rsidR="002272F3" w:rsidRPr="000D007A">
        <w:t xml:space="preserve"> дефинисао је свој циљ и обим </w:t>
      </w:r>
      <w:r w:rsidR="002272F3">
        <w:t>пројекта и одредио мере за проц</w:t>
      </w:r>
      <w:r w:rsidR="002272F3" w:rsidRPr="000D007A">
        <w:t>ену степена до којег је болница остварила ова</w:t>
      </w:r>
      <w:r w:rsidR="002272F3">
        <w:t>ј циљ. Тим за имплементацију у медицинском центру Светог</w:t>
      </w:r>
      <w:r w:rsidR="002272F3" w:rsidRPr="000D007A">
        <w:t xml:space="preserve"> Луке био је одг</w:t>
      </w:r>
      <w:r w:rsidR="002272F3">
        <w:t>оворан за завршетак фазе 1 трод</w:t>
      </w:r>
      <w:r w:rsidR="002272F3" w:rsidRPr="000D007A">
        <w:t>елног пројекта; међутим, делокруг рада тима никада није био јасно дефинисан.</w:t>
      </w:r>
    </w:p>
    <w:p w:rsidR="00DD4798" w:rsidRDefault="00DD4798" w:rsidP="002272F3">
      <w:pPr>
        <w:ind w:firstLine="720"/>
      </w:pPr>
    </w:p>
    <w:p w:rsidR="002272F3" w:rsidRDefault="002272F3" w:rsidP="002272F3">
      <w:pPr>
        <w:pStyle w:val="Heading3"/>
      </w:pPr>
      <w:bookmarkStart w:id="6" w:name="_Toc532248945"/>
      <w:bookmarkStart w:id="7" w:name="_Toc4356112"/>
      <w:r>
        <w:t>Успоставити и установити</w:t>
      </w:r>
      <w:r w:rsidR="00DD4798">
        <w:t xml:space="preserve"> </w:t>
      </w:r>
      <w:r>
        <w:t>план</w:t>
      </w:r>
      <w:r w:rsidR="00DD4798">
        <w:t xml:space="preserve"> </w:t>
      </w:r>
      <w:r>
        <w:t>пројекта</w:t>
      </w:r>
      <w:bookmarkEnd w:id="6"/>
      <w:bookmarkEnd w:id="7"/>
    </w:p>
    <w:p w:rsidR="002272F3" w:rsidRDefault="002272F3" w:rsidP="002272F3">
      <w:r>
        <w:t>Онда к</w:t>
      </w:r>
      <w:r w:rsidRPr="00C12BBD">
        <w:t>ада се тим за спровођење догов</w:t>
      </w:r>
      <w:r>
        <w:t>ори о својим циљевима и достигнућима</w:t>
      </w:r>
      <w:r w:rsidRPr="00C12BBD">
        <w:t>, следећи велики корак је развити и спровести план пројекта. План пројекта треба да садржи</w:t>
      </w:r>
      <w:r>
        <w:rPr>
          <w:lang w:val="en-US"/>
        </w:rPr>
        <w:t>:</w:t>
      </w:r>
    </w:p>
    <w:p w:rsidR="002272F3" w:rsidRPr="00DD4798" w:rsidRDefault="002272F3" w:rsidP="00DD4798">
      <w:pPr>
        <w:pStyle w:val="ListParagraph"/>
        <w:numPr>
          <w:ilvl w:val="0"/>
          <w:numId w:val="30"/>
        </w:numPr>
        <w:spacing w:before="120" w:line="240" w:lineRule="auto"/>
        <w:ind w:left="714" w:hanging="357"/>
        <w:contextualSpacing w:val="0"/>
      </w:pPr>
      <w:r w:rsidRPr="00DD4798">
        <w:t>Главне активности (зване још и задатке)</w:t>
      </w:r>
    </w:p>
    <w:p w:rsidR="002272F3" w:rsidRPr="00DD4798" w:rsidRDefault="002272F3" w:rsidP="00DD4798">
      <w:pPr>
        <w:pStyle w:val="ListParagraph"/>
        <w:numPr>
          <w:ilvl w:val="0"/>
          <w:numId w:val="30"/>
        </w:numPr>
        <w:spacing w:before="120" w:line="240" w:lineRule="auto"/>
        <w:ind w:left="714" w:hanging="357"/>
        <w:contextualSpacing w:val="0"/>
      </w:pPr>
      <w:r w:rsidRPr="00DD4798">
        <w:t>Главне прекретнице</w:t>
      </w:r>
    </w:p>
    <w:p w:rsidR="002272F3" w:rsidRPr="00DD4798" w:rsidRDefault="002272F3" w:rsidP="00DD4798">
      <w:pPr>
        <w:pStyle w:val="ListParagraph"/>
        <w:numPr>
          <w:ilvl w:val="0"/>
          <w:numId w:val="30"/>
        </w:numPr>
        <w:spacing w:before="120" w:line="240" w:lineRule="auto"/>
        <w:ind w:left="714" w:hanging="357"/>
        <w:contextualSpacing w:val="0"/>
      </w:pPr>
      <w:r w:rsidRPr="00DD4798">
        <w:lastRenderedPageBreak/>
        <w:t>Процењено трајање сваке активности</w:t>
      </w:r>
    </w:p>
    <w:p w:rsidR="002272F3" w:rsidRPr="00DD4798" w:rsidRDefault="002272F3" w:rsidP="00DD4798">
      <w:pPr>
        <w:pStyle w:val="ListParagraph"/>
        <w:numPr>
          <w:ilvl w:val="0"/>
          <w:numId w:val="30"/>
        </w:numPr>
        <w:spacing w:before="120" w:line="240" w:lineRule="auto"/>
        <w:ind w:left="714" w:hanging="357"/>
        <w:contextualSpacing w:val="0"/>
      </w:pPr>
      <w:r w:rsidRPr="00DD4798">
        <w:t>Сваку зависност између активности (тако да, на пример, један задатак мора бити довршен пре него што се други започне)</w:t>
      </w:r>
    </w:p>
    <w:p w:rsidR="002272F3" w:rsidRPr="00DD4798" w:rsidRDefault="002272F3" w:rsidP="00DD4798">
      <w:pPr>
        <w:pStyle w:val="ListParagraph"/>
        <w:numPr>
          <w:ilvl w:val="0"/>
          <w:numId w:val="30"/>
        </w:numPr>
        <w:spacing w:before="120" w:line="240" w:lineRule="auto"/>
        <w:ind w:left="714" w:hanging="357"/>
        <w:contextualSpacing w:val="0"/>
      </w:pPr>
      <w:r w:rsidRPr="00DD4798">
        <w:t>Распоређеност ресурса и буџета (укључујући особље чије ће вриеме бити додељено пројекту)</w:t>
      </w:r>
    </w:p>
    <w:p w:rsidR="002272F3" w:rsidRPr="00DD4798" w:rsidRDefault="002272F3" w:rsidP="00DD4798">
      <w:pPr>
        <w:pStyle w:val="ListParagraph"/>
        <w:numPr>
          <w:ilvl w:val="0"/>
          <w:numId w:val="30"/>
        </w:numPr>
        <w:spacing w:before="120" w:line="240" w:lineRule="auto"/>
        <w:ind w:left="714" w:hanging="357"/>
        <w:contextualSpacing w:val="0"/>
      </w:pPr>
      <w:r w:rsidRPr="00DD4798">
        <w:t>Појединце или чланове тима одговорне за комплетирање сваке активности</w:t>
      </w:r>
    </w:p>
    <w:p w:rsidR="002272F3" w:rsidRPr="00DD4798" w:rsidRDefault="002272F3" w:rsidP="00DD4798">
      <w:pPr>
        <w:pStyle w:val="ListParagraph"/>
        <w:numPr>
          <w:ilvl w:val="0"/>
          <w:numId w:val="30"/>
        </w:numPr>
        <w:spacing w:before="120" w:line="240" w:lineRule="auto"/>
        <w:ind w:left="714" w:hanging="357"/>
        <w:contextualSpacing w:val="0"/>
      </w:pPr>
      <w:r w:rsidRPr="00DD4798">
        <w:t>Циљне датуме</w:t>
      </w:r>
    </w:p>
    <w:p w:rsidR="002272F3" w:rsidRPr="00DD4798" w:rsidRDefault="002272F3" w:rsidP="00DD4798">
      <w:pPr>
        <w:pStyle w:val="ListParagraph"/>
        <w:numPr>
          <w:ilvl w:val="0"/>
          <w:numId w:val="30"/>
        </w:numPr>
        <w:spacing w:before="120" w:line="240" w:lineRule="auto"/>
        <w:ind w:left="714" w:hanging="357"/>
        <w:contextualSpacing w:val="0"/>
      </w:pPr>
      <w:r w:rsidRPr="00DD4798">
        <w:t>Мере за процену завршетка и успеха.</w:t>
      </w:r>
    </w:p>
    <w:p w:rsidR="00DD4798" w:rsidRDefault="00DD4798" w:rsidP="00DD4798"/>
    <w:p w:rsidR="002272F3" w:rsidRDefault="00DD4798" w:rsidP="00DD4798">
      <w:r>
        <w:tab/>
      </w:r>
      <w:r w:rsidR="002272F3" w:rsidRPr="00292EEC">
        <w:t xml:space="preserve">То су </w:t>
      </w:r>
      <w:r w:rsidR="002272F3">
        <w:t>исте компоненте које би се нашле</w:t>
      </w:r>
      <w:r w:rsidR="002272F3" w:rsidRPr="00292EEC">
        <w:t xml:space="preserve"> у већини већих пројеката. Које су главне активности или задаци, који су јединствени за проје</w:t>
      </w:r>
      <w:r w:rsidR="002272F3">
        <w:t xml:space="preserve">кте имплементације система? Који </w:t>
      </w:r>
      <w:r w:rsidR="002272F3" w:rsidRPr="00292EEC">
        <w:t>задаци морају бити завршени први, други и тако даље? Како треба одредити временске процене и</w:t>
      </w:r>
      <w:r w:rsidR="002272F3">
        <w:t xml:space="preserve"> дефинисати </w:t>
      </w:r>
      <w:r>
        <w:t>путоказе</w:t>
      </w:r>
      <w:r w:rsidR="002272F3" w:rsidRPr="00292EEC">
        <w:t>?</w:t>
      </w:r>
    </w:p>
    <w:p w:rsidR="002272F3" w:rsidRDefault="002272F3" w:rsidP="002272F3">
      <w:pPr>
        <w:ind w:firstLine="720"/>
      </w:pPr>
      <w:r w:rsidRPr="00DA6005">
        <w:t>Про</w:t>
      </w:r>
      <w:r>
        <w:t xml:space="preserve">јекат имплементације система има тенденцију да буде </w:t>
      </w:r>
      <w:r w:rsidRPr="00DA6005">
        <w:t xml:space="preserve">прилично велики, и стога може бити корисно да се пројекат разбије у </w:t>
      </w:r>
      <w:r>
        <w:t>компоненте које су лакше за управљање</w:t>
      </w:r>
      <w:r w:rsidRPr="00DA6005">
        <w:t>. Један приступ дефинисању компоненти је да тим имплементације иде на размишљање и идентификује главне активности које је пот</w:t>
      </w:r>
      <w:r>
        <w:t xml:space="preserve">ребно урадити пре </w:t>
      </w:r>
      <w:r>
        <w:rPr>
          <w:lang w:val="en-US"/>
        </w:rPr>
        <w:t xml:space="preserve">go-live </w:t>
      </w:r>
      <w:r>
        <w:t>датума</w:t>
      </w:r>
      <w:r w:rsidRPr="00DA6005">
        <w:t xml:space="preserve">. Када се ови задаци идентификују, могу се груписати и секвенцирати на основу онога што се мора учинити прво, друго и тако даље. </w:t>
      </w:r>
      <w:r>
        <w:t>Оне задатке који се могу решавати конкурентно треба такође идентификовати</w:t>
      </w:r>
      <w:r w:rsidRPr="00DA6005">
        <w:t xml:space="preserve">. Тиму би било </w:t>
      </w:r>
      <w:r>
        <w:t>од помоћи да користи</w:t>
      </w:r>
      <w:r w:rsidRPr="00DA6005">
        <w:t xml:space="preserve"> консултанта који ће га водити кроз процес имплементације. Или продавац ИТ-а за здравствену заштиту може имати предл</w:t>
      </w:r>
      <w:r>
        <w:t>ожени план имплементације;</w:t>
      </w:r>
      <w:r w:rsidR="00E56F6C">
        <w:t xml:space="preserve"> </w:t>
      </w:r>
      <w:r w:rsidRPr="00DA6005">
        <w:t>међутим, мора бити сигуран да је овај план прилагођен јединственим потре</w:t>
      </w:r>
      <w:r>
        <w:t>бама организације у коју</w:t>
      </w:r>
      <w:r w:rsidRPr="00DA6005">
        <w:t xml:space="preserve"> ће нови систем бити уведен.</w:t>
      </w:r>
    </w:p>
    <w:p w:rsidR="002272F3" w:rsidRDefault="002272F3" w:rsidP="002272F3">
      <w:pPr>
        <w:ind w:firstLine="720"/>
      </w:pPr>
      <w:r>
        <w:t>Следећи од</w:t>
      </w:r>
      <w:r w:rsidRPr="009F48EB">
        <w:t>ељци описују главне активности заједничке већини пројеката за имплементацију инфо</w:t>
      </w:r>
      <w:r>
        <w:t>рмационог система (погледајте сл</w:t>
      </w:r>
      <w:r w:rsidRPr="009F48EB">
        <w:t xml:space="preserve">едећу листу) и могу служити као водич. Ове активности нису нужно у секвенцијалном реду; </w:t>
      </w:r>
      <w:r>
        <w:t>ред који ће бити примењен одређује институција</w:t>
      </w:r>
      <w:r w:rsidRPr="009F48EB">
        <w:t xml:space="preserve"> на основу својих потреба и ресурса.</w:t>
      </w:r>
    </w:p>
    <w:p w:rsidR="002272F3" w:rsidRDefault="002272F3" w:rsidP="00B769F0">
      <w:pPr>
        <w:pStyle w:val="Heading3"/>
      </w:pPr>
      <w:bookmarkStart w:id="8" w:name="_Toc532248946"/>
      <w:bookmarkStart w:id="9" w:name="_Toc4356113"/>
      <w:r>
        <w:t>Типичне</w:t>
      </w:r>
      <w:r w:rsidR="00651A3D">
        <w:t xml:space="preserve"> </w:t>
      </w:r>
      <w:r>
        <w:t>компоненте</w:t>
      </w:r>
      <w:r w:rsidR="00651A3D">
        <w:t xml:space="preserve"> </w:t>
      </w:r>
      <w:r>
        <w:t>имплементационог</w:t>
      </w:r>
      <w:r w:rsidR="00651A3D">
        <w:t xml:space="preserve"> </w:t>
      </w:r>
      <w:r>
        <w:t>плана</w:t>
      </w:r>
      <w:bookmarkEnd w:id="8"/>
      <w:bookmarkEnd w:id="9"/>
    </w:p>
    <w:p w:rsidR="002272F3" w:rsidRDefault="002272F3" w:rsidP="00651A3D">
      <w:pPr>
        <w:pStyle w:val="ListParagraph"/>
        <w:numPr>
          <w:ilvl w:val="0"/>
          <w:numId w:val="18"/>
        </w:numPr>
        <w:spacing w:before="60" w:line="240" w:lineRule="auto"/>
        <w:ind w:hanging="357"/>
        <w:contextualSpacing w:val="0"/>
      </w:pPr>
      <w:r w:rsidRPr="009F48EB">
        <w:t>Процес рада и анализа процеса</w:t>
      </w:r>
    </w:p>
    <w:p w:rsidR="002272F3" w:rsidRPr="00651A3D" w:rsidRDefault="002272F3" w:rsidP="00651A3D">
      <w:pPr>
        <w:pStyle w:val="ListParagraph"/>
        <w:numPr>
          <w:ilvl w:val="0"/>
          <w:numId w:val="31"/>
        </w:numPr>
        <w:spacing w:before="60" w:line="240" w:lineRule="auto"/>
        <w:ind w:left="714" w:hanging="357"/>
        <w:contextualSpacing w:val="0"/>
      </w:pPr>
      <w:r w:rsidRPr="00651A3D">
        <w:t>Анализирати или проценити тренутни процес и процедуре.</w:t>
      </w:r>
    </w:p>
    <w:p w:rsidR="002272F3" w:rsidRPr="00651A3D" w:rsidRDefault="002272F3" w:rsidP="00651A3D">
      <w:pPr>
        <w:pStyle w:val="ListParagraph"/>
        <w:numPr>
          <w:ilvl w:val="0"/>
          <w:numId w:val="31"/>
        </w:numPr>
        <w:spacing w:before="60" w:line="240" w:lineRule="auto"/>
        <w:ind w:left="714" w:hanging="357"/>
        <w:contextualSpacing w:val="0"/>
      </w:pPr>
      <w:r w:rsidRPr="00651A3D">
        <w:t>Идентификовати могућности за побољшање и, по потреби, утицати на те промене.</w:t>
      </w:r>
    </w:p>
    <w:p w:rsidR="002272F3" w:rsidRPr="00651A3D" w:rsidRDefault="002272F3" w:rsidP="00651A3D">
      <w:pPr>
        <w:pStyle w:val="ListParagraph"/>
        <w:numPr>
          <w:ilvl w:val="0"/>
          <w:numId w:val="31"/>
        </w:numPr>
        <w:spacing w:before="60" w:line="240" w:lineRule="auto"/>
        <w:ind w:left="714" w:hanging="357"/>
        <w:contextualSpacing w:val="0"/>
      </w:pPr>
      <w:r w:rsidRPr="00651A3D">
        <w:t>Идентификовати изворе података, укључујући и интерфејсове са другим системима.</w:t>
      </w:r>
    </w:p>
    <w:p w:rsidR="002272F3" w:rsidRPr="00651A3D" w:rsidRDefault="002272F3" w:rsidP="00651A3D">
      <w:pPr>
        <w:pStyle w:val="ListParagraph"/>
        <w:numPr>
          <w:ilvl w:val="0"/>
          <w:numId w:val="31"/>
        </w:numPr>
        <w:spacing w:before="60" w:line="240" w:lineRule="auto"/>
        <w:ind w:left="714" w:hanging="357"/>
        <w:contextualSpacing w:val="0"/>
      </w:pPr>
      <w:r w:rsidRPr="00651A3D">
        <w:t>Одредите локацију и број потребних радних станица.</w:t>
      </w:r>
    </w:p>
    <w:p w:rsidR="002272F3" w:rsidRPr="00651A3D" w:rsidRDefault="002272F3" w:rsidP="00651A3D">
      <w:pPr>
        <w:pStyle w:val="ListParagraph"/>
        <w:numPr>
          <w:ilvl w:val="0"/>
          <w:numId w:val="31"/>
        </w:numPr>
        <w:spacing w:before="60" w:line="240" w:lineRule="auto"/>
        <w:ind w:left="714" w:hanging="357"/>
        <w:contextualSpacing w:val="0"/>
      </w:pPr>
      <w:r w:rsidRPr="00651A3D">
        <w:t>Редизајнирати физичке локације по потреби.</w:t>
      </w:r>
    </w:p>
    <w:p w:rsidR="002272F3" w:rsidRDefault="002272F3" w:rsidP="00651A3D">
      <w:pPr>
        <w:pStyle w:val="ListParagraph"/>
        <w:numPr>
          <w:ilvl w:val="0"/>
          <w:numId w:val="18"/>
        </w:numPr>
        <w:spacing w:before="60" w:line="240" w:lineRule="auto"/>
        <w:ind w:hanging="357"/>
        <w:contextualSpacing w:val="0"/>
      </w:pPr>
      <w:r w:rsidRPr="009F48EB">
        <w:t>Инсталација система</w:t>
      </w:r>
    </w:p>
    <w:p w:rsidR="002272F3" w:rsidRPr="00651A3D" w:rsidRDefault="002272F3" w:rsidP="00651A3D">
      <w:pPr>
        <w:pStyle w:val="ListParagraph"/>
        <w:numPr>
          <w:ilvl w:val="0"/>
          <w:numId w:val="32"/>
        </w:numPr>
        <w:spacing w:before="60" w:line="240" w:lineRule="auto"/>
        <w:ind w:left="714" w:hanging="357"/>
        <w:contextualSpacing w:val="0"/>
      </w:pPr>
      <w:r w:rsidRPr="00651A3D">
        <w:t>Одредити конфигурацију система.</w:t>
      </w:r>
    </w:p>
    <w:p w:rsidR="002272F3" w:rsidRPr="00651A3D" w:rsidRDefault="002272F3" w:rsidP="00651A3D">
      <w:pPr>
        <w:pStyle w:val="ListParagraph"/>
        <w:numPr>
          <w:ilvl w:val="0"/>
          <w:numId w:val="32"/>
        </w:numPr>
        <w:spacing w:before="60" w:line="240" w:lineRule="auto"/>
        <w:ind w:left="714" w:hanging="357"/>
        <w:contextualSpacing w:val="0"/>
      </w:pPr>
      <w:r w:rsidRPr="00651A3D">
        <w:t>Наручити и инсталирати хардвер.</w:t>
      </w:r>
    </w:p>
    <w:p w:rsidR="002272F3" w:rsidRPr="00651A3D" w:rsidRDefault="002272F3" w:rsidP="00651A3D">
      <w:pPr>
        <w:pStyle w:val="ListParagraph"/>
        <w:numPr>
          <w:ilvl w:val="0"/>
          <w:numId w:val="32"/>
        </w:numPr>
        <w:spacing w:before="60" w:line="240" w:lineRule="auto"/>
        <w:ind w:left="714" w:hanging="357"/>
        <w:contextualSpacing w:val="0"/>
      </w:pPr>
      <w:r w:rsidRPr="00651A3D">
        <w:t>Припремити компјутерску собу.</w:t>
      </w:r>
    </w:p>
    <w:p w:rsidR="002272F3" w:rsidRPr="00651A3D" w:rsidRDefault="002272F3" w:rsidP="00651A3D">
      <w:pPr>
        <w:pStyle w:val="ListParagraph"/>
        <w:numPr>
          <w:ilvl w:val="0"/>
          <w:numId w:val="32"/>
        </w:numPr>
        <w:spacing w:before="60" w:line="240" w:lineRule="auto"/>
        <w:ind w:left="714" w:hanging="357"/>
        <w:contextualSpacing w:val="0"/>
      </w:pPr>
      <w:r w:rsidRPr="00651A3D">
        <w:t>Надоградити или имплементирати ИТ инфраструктуру.</w:t>
      </w:r>
    </w:p>
    <w:p w:rsidR="002272F3" w:rsidRPr="00651A3D" w:rsidRDefault="002272F3" w:rsidP="00651A3D">
      <w:pPr>
        <w:pStyle w:val="ListParagraph"/>
        <w:numPr>
          <w:ilvl w:val="0"/>
          <w:numId w:val="32"/>
        </w:numPr>
        <w:spacing w:before="60" w:line="240" w:lineRule="auto"/>
        <w:ind w:left="714" w:hanging="357"/>
        <w:contextualSpacing w:val="0"/>
      </w:pPr>
      <w:r w:rsidRPr="00651A3D">
        <w:t>Инсталирати софтвер и интерфејсове.</w:t>
      </w:r>
    </w:p>
    <w:p w:rsidR="002272F3" w:rsidRPr="00651A3D" w:rsidRDefault="002272F3" w:rsidP="00651A3D">
      <w:pPr>
        <w:pStyle w:val="ListParagraph"/>
        <w:numPr>
          <w:ilvl w:val="0"/>
          <w:numId w:val="32"/>
        </w:numPr>
        <w:spacing w:before="60" w:line="240" w:lineRule="auto"/>
        <w:ind w:left="714" w:hanging="357"/>
        <w:contextualSpacing w:val="0"/>
      </w:pPr>
      <w:r w:rsidRPr="00651A3D">
        <w:t>Прилагодити софтвер.</w:t>
      </w:r>
    </w:p>
    <w:p w:rsidR="002272F3" w:rsidRPr="00651A3D" w:rsidRDefault="002272F3" w:rsidP="00651A3D">
      <w:pPr>
        <w:pStyle w:val="ListParagraph"/>
        <w:numPr>
          <w:ilvl w:val="0"/>
          <w:numId w:val="32"/>
        </w:numPr>
        <w:spacing w:before="60" w:line="240" w:lineRule="auto"/>
        <w:ind w:left="714" w:hanging="357"/>
        <w:contextualSpacing w:val="0"/>
      </w:pPr>
      <w:r w:rsidRPr="00651A3D">
        <w:t>Тестирати, ретестирати и тестирати поново...</w:t>
      </w:r>
    </w:p>
    <w:p w:rsidR="002272F3" w:rsidRDefault="002272F3" w:rsidP="00651A3D">
      <w:pPr>
        <w:pStyle w:val="ListParagraph"/>
        <w:numPr>
          <w:ilvl w:val="0"/>
          <w:numId w:val="18"/>
        </w:numPr>
        <w:spacing w:before="60" w:line="240" w:lineRule="auto"/>
        <w:ind w:hanging="357"/>
        <w:contextualSpacing w:val="0"/>
      </w:pPr>
      <w:r w:rsidRPr="009F48EB">
        <w:t>Обука особља</w:t>
      </w:r>
    </w:p>
    <w:p w:rsidR="002272F3" w:rsidRPr="00651A3D" w:rsidRDefault="002272F3" w:rsidP="00651A3D">
      <w:pPr>
        <w:pStyle w:val="ListParagraph"/>
        <w:numPr>
          <w:ilvl w:val="0"/>
          <w:numId w:val="33"/>
        </w:numPr>
        <w:spacing w:before="60" w:line="240" w:lineRule="auto"/>
        <w:ind w:left="714" w:hanging="357"/>
        <w:contextualSpacing w:val="0"/>
      </w:pPr>
      <w:r w:rsidRPr="00651A3D">
        <w:t>Обучити особље.</w:t>
      </w:r>
    </w:p>
    <w:p w:rsidR="002272F3" w:rsidRPr="00651A3D" w:rsidRDefault="002272F3" w:rsidP="00651A3D">
      <w:pPr>
        <w:pStyle w:val="ListParagraph"/>
        <w:numPr>
          <w:ilvl w:val="0"/>
          <w:numId w:val="33"/>
        </w:numPr>
        <w:spacing w:before="60" w:line="240" w:lineRule="auto"/>
        <w:ind w:left="714" w:hanging="357"/>
        <w:contextualSpacing w:val="0"/>
      </w:pPr>
      <w:r w:rsidRPr="00651A3D">
        <w:t>Ажурирати упутства за процедуре.</w:t>
      </w:r>
    </w:p>
    <w:p w:rsidR="002272F3" w:rsidRDefault="002272F3" w:rsidP="00651A3D">
      <w:pPr>
        <w:pStyle w:val="ListParagraph"/>
        <w:numPr>
          <w:ilvl w:val="0"/>
          <w:numId w:val="18"/>
        </w:numPr>
        <w:spacing w:before="60" w:line="240" w:lineRule="auto"/>
        <w:ind w:hanging="357"/>
        <w:contextualSpacing w:val="0"/>
      </w:pPr>
      <w:r w:rsidRPr="009F48EB">
        <w:t>Конверзија</w:t>
      </w:r>
    </w:p>
    <w:p w:rsidR="002272F3" w:rsidRPr="00651A3D" w:rsidRDefault="002272F3" w:rsidP="00651A3D">
      <w:pPr>
        <w:pStyle w:val="ListParagraph"/>
        <w:numPr>
          <w:ilvl w:val="0"/>
          <w:numId w:val="34"/>
        </w:numPr>
        <w:spacing w:before="60" w:line="240" w:lineRule="auto"/>
        <w:ind w:left="714" w:hanging="357"/>
        <w:contextualSpacing w:val="0"/>
      </w:pPr>
      <w:r w:rsidRPr="00651A3D">
        <w:t>Конвертовати податке.</w:t>
      </w:r>
    </w:p>
    <w:p w:rsidR="002272F3" w:rsidRPr="00651A3D" w:rsidRDefault="002272F3" w:rsidP="00651A3D">
      <w:pPr>
        <w:pStyle w:val="ListParagraph"/>
        <w:numPr>
          <w:ilvl w:val="0"/>
          <w:numId w:val="34"/>
        </w:numPr>
        <w:spacing w:before="60" w:line="240" w:lineRule="auto"/>
        <w:ind w:left="714" w:hanging="357"/>
        <w:contextualSpacing w:val="0"/>
      </w:pPr>
      <w:r w:rsidRPr="00651A3D">
        <w:lastRenderedPageBreak/>
        <w:t>Тестирати систем.</w:t>
      </w:r>
    </w:p>
    <w:p w:rsidR="002272F3" w:rsidRDefault="002272F3" w:rsidP="00651A3D">
      <w:pPr>
        <w:pStyle w:val="ListParagraph"/>
        <w:numPr>
          <w:ilvl w:val="0"/>
          <w:numId w:val="18"/>
        </w:numPr>
        <w:spacing w:before="60" w:line="240" w:lineRule="auto"/>
        <w:ind w:hanging="357"/>
        <w:contextualSpacing w:val="0"/>
      </w:pPr>
      <w:r w:rsidRPr="009F48EB">
        <w:t>Комуникације</w:t>
      </w:r>
    </w:p>
    <w:p w:rsidR="002272F3" w:rsidRPr="00651A3D" w:rsidRDefault="002272F3" w:rsidP="00651A3D">
      <w:pPr>
        <w:pStyle w:val="ListParagraph"/>
        <w:numPr>
          <w:ilvl w:val="0"/>
          <w:numId w:val="35"/>
        </w:numPr>
        <w:spacing w:before="60" w:line="240" w:lineRule="auto"/>
        <w:ind w:left="714" w:hanging="357"/>
        <w:contextualSpacing w:val="0"/>
      </w:pPr>
      <w:r w:rsidRPr="00651A3D">
        <w:t>Успоставити комуникацијске механизме за идентификацију и решавање проблема и забринутости.</w:t>
      </w:r>
    </w:p>
    <w:p w:rsidR="002272F3" w:rsidRPr="00651A3D" w:rsidRDefault="002272F3" w:rsidP="00651A3D">
      <w:pPr>
        <w:pStyle w:val="ListParagraph"/>
        <w:numPr>
          <w:ilvl w:val="0"/>
          <w:numId w:val="35"/>
        </w:numPr>
        <w:spacing w:before="60" w:line="240" w:lineRule="auto"/>
        <w:ind w:left="714" w:hanging="357"/>
        <w:contextualSpacing w:val="0"/>
      </w:pPr>
      <w:r w:rsidRPr="00651A3D">
        <w:t>Редовно комуницирати са разним конститутивним групама.</w:t>
      </w:r>
    </w:p>
    <w:p w:rsidR="002272F3" w:rsidRDefault="002272F3" w:rsidP="00651A3D">
      <w:pPr>
        <w:pStyle w:val="ListParagraph"/>
        <w:numPr>
          <w:ilvl w:val="0"/>
          <w:numId w:val="18"/>
        </w:numPr>
        <w:spacing w:before="60" w:line="240" w:lineRule="auto"/>
        <w:ind w:hanging="357"/>
        <w:contextualSpacing w:val="0"/>
      </w:pPr>
      <w:r w:rsidRPr="009F48EB">
        <w:t xml:space="preserve">Припрема за </w:t>
      </w:r>
      <w:r w:rsidRPr="009F48EB">
        <w:rPr>
          <w:lang w:val="en-US"/>
        </w:rPr>
        <w:t>go-live</w:t>
      </w:r>
      <w:r w:rsidRPr="009F48EB">
        <w:t xml:space="preserve"> датум</w:t>
      </w:r>
    </w:p>
    <w:p w:rsidR="002272F3" w:rsidRPr="00651A3D" w:rsidRDefault="002272F3" w:rsidP="00651A3D">
      <w:pPr>
        <w:pStyle w:val="ListParagraph"/>
        <w:numPr>
          <w:ilvl w:val="0"/>
          <w:numId w:val="36"/>
        </w:numPr>
        <w:spacing w:before="60" w:line="240" w:lineRule="auto"/>
        <w:ind w:left="714" w:hanging="357"/>
        <w:contextualSpacing w:val="0"/>
      </w:pPr>
      <w:r w:rsidRPr="00651A3D">
        <w:t>Изабрати датум када је број пацијената релативно низак.</w:t>
      </w:r>
    </w:p>
    <w:p w:rsidR="002272F3" w:rsidRPr="00651A3D" w:rsidRDefault="002272F3" w:rsidP="00651A3D">
      <w:pPr>
        <w:pStyle w:val="ListParagraph"/>
        <w:numPr>
          <w:ilvl w:val="0"/>
          <w:numId w:val="36"/>
        </w:numPr>
        <w:spacing w:before="60" w:line="240" w:lineRule="auto"/>
        <w:ind w:left="714" w:hanging="357"/>
        <w:contextualSpacing w:val="0"/>
      </w:pPr>
      <w:r w:rsidRPr="00651A3D">
        <w:t>Обезбедити довољно особља у радној приправности.</w:t>
      </w:r>
    </w:p>
    <w:p w:rsidR="002272F3" w:rsidRPr="00651A3D" w:rsidRDefault="002272F3" w:rsidP="00651A3D">
      <w:pPr>
        <w:pStyle w:val="ListParagraph"/>
        <w:numPr>
          <w:ilvl w:val="0"/>
          <w:numId w:val="36"/>
        </w:numPr>
        <w:spacing w:before="60" w:line="240" w:lineRule="auto"/>
        <w:ind w:left="714" w:hanging="357"/>
        <w:contextualSpacing w:val="0"/>
      </w:pPr>
      <w:r w:rsidRPr="00651A3D">
        <w:t>Поставити механизме за пријављивање и исправљање проблема и питања.</w:t>
      </w:r>
    </w:p>
    <w:p w:rsidR="002272F3" w:rsidRPr="00651A3D" w:rsidRDefault="002272F3" w:rsidP="00651A3D">
      <w:pPr>
        <w:pStyle w:val="ListParagraph"/>
        <w:numPr>
          <w:ilvl w:val="0"/>
          <w:numId w:val="36"/>
        </w:numPr>
        <w:spacing w:before="60" w:line="240" w:lineRule="auto"/>
        <w:ind w:left="714" w:hanging="357"/>
        <w:contextualSpacing w:val="0"/>
      </w:pPr>
      <w:r w:rsidRPr="00651A3D">
        <w:t>Прегледати и спровести реинжењеринг процеса.</w:t>
      </w:r>
    </w:p>
    <w:sectPr w:rsidR="002272F3" w:rsidRPr="00651A3D" w:rsidSect="00F121A0">
      <w:headerReference w:type="default" r:id="rId19"/>
      <w:footerReference w:type="even" r:id="rId20"/>
      <w:footerReference w:type="default" r:id="rId21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15C" w:rsidRDefault="0001015C">
      <w:r>
        <w:separator/>
      </w:r>
    </w:p>
  </w:endnote>
  <w:endnote w:type="continuationSeparator" w:id="1">
    <w:p w:rsidR="0001015C" w:rsidRDefault="00010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7F" w:rsidRDefault="0084675C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25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257F" w:rsidRDefault="004D257F">
    <w:pPr>
      <w:pStyle w:val="Footer"/>
      <w:ind w:right="360"/>
    </w:pPr>
  </w:p>
  <w:p w:rsidR="004D257F" w:rsidRDefault="004D257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7F" w:rsidRDefault="0084675C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257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6F6C">
      <w:rPr>
        <w:rStyle w:val="PageNumber"/>
        <w:noProof/>
      </w:rPr>
      <w:t>5</w:t>
    </w:r>
    <w:r>
      <w:rPr>
        <w:rStyle w:val="PageNumber"/>
      </w:rPr>
      <w:fldChar w:fldCharType="end"/>
    </w:r>
    <w:r w:rsidR="004D257F">
      <w:rPr>
        <w:rStyle w:val="PageNumber"/>
      </w:rPr>
      <w:t>/</w:t>
    </w:r>
    <w:r>
      <w:rPr>
        <w:rStyle w:val="PageNumber"/>
      </w:rPr>
      <w:fldChar w:fldCharType="begin"/>
    </w:r>
    <w:r w:rsidR="004D257F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E56F6C">
      <w:rPr>
        <w:rStyle w:val="PageNumber"/>
        <w:noProof/>
      </w:rPr>
      <w:t>7</w:t>
    </w:r>
    <w:r>
      <w:rPr>
        <w:rStyle w:val="PageNumber"/>
      </w:rPr>
      <w:fldChar w:fldCharType="end"/>
    </w:r>
  </w:p>
  <w:p w:rsidR="004D257F" w:rsidRPr="001653E0" w:rsidRDefault="0084675C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-2pt,-2.85pt" to="454pt,-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4D257F" w:rsidRPr="00FC1F3E">
      <w:rPr>
        <w:noProof/>
        <w:sz w:val="16"/>
        <w:szCs w:val="16"/>
        <w:lang w:val="en-US"/>
      </w:rPr>
      <w:t xml:space="preserve">Назив </w:t>
    </w:r>
    <w:r w:rsidR="004D257F">
      <w:rPr>
        <w:noProof/>
        <w:sz w:val="16"/>
        <w:szCs w:val="16"/>
        <w:lang w:val="sr-Cyrl-CS"/>
      </w:rPr>
      <w:t>области</w:t>
    </w:r>
    <w:r w:rsidR="004D257F" w:rsidRPr="00FC1F3E">
      <w:rPr>
        <w:noProof/>
        <w:sz w:val="16"/>
        <w:szCs w:val="16"/>
        <w:lang w:val="en-US"/>
      </w:rPr>
      <w:t>: &lt;</w:t>
    </w:r>
    <w:r w:rsidR="007570BC">
      <w:rPr>
        <w:noProof/>
        <w:sz w:val="16"/>
        <w:szCs w:val="16"/>
      </w:rPr>
      <w:t>ИМПЛЕМЕНТАЦИЈА</w:t>
    </w:r>
    <w:r w:rsidR="004D257F" w:rsidRPr="00FB0B83">
      <w:rPr>
        <w:noProof/>
        <w:sz w:val="16"/>
        <w:szCs w:val="16"/>
      </w:rPr>
      <w:t xml:space="preserve"> СИСТЕМА</w:t>
    </w:r>
    <w:r w:rsidR="004D257F" w:rsidRPr="00FC1F3E">
      <w:rPr>
        <w:noProof/>
        <w:sz w:val="16"/>
        <w:szCs w:val="16"/>
        <w:lang w:val="en-US"/>
      </w:rPr>
      <w:t>&gt;</w:t>
    </w:r>
    <w:r w:rsidR="004D257F" w:rsidRPr="001653E0">
      <w:rPr>
        <w:sz w:val="16"/>
        <w:szCs w:val="16"/>
        <w:lang w:val="sr-Latn-CS"/>
      </w:rPr>
      <w:tab/>
    </w:r>
  </w:p>
  <w:p w:rsidR="004D257F" w:rsidRDefault="004D257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15C" w:rsidRDefault="0001015C">
      <w:r>
        <w:separator/>
      </w:r>
    </w:p>
  </w:footnote>
  <w:footnote w:type="continuationSeparator" w:id="1">
    <w:p w:rsidR="0001015C" w:rsidRDefault="00010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7F" w:rsidRDefault="004D257F">
    <w:pPr>
      <w:pStyle w:val="Header"/>
      <w:rPr>
        <w:lang w:val="es-ES"/>
      </w:rPr>
    </w:pPr>
  </w:p>
  <w:p w:rsidR="004D257F" w:rsidRPr="008B2113" w:rsidRDefault="004D257F" w:rsidP="001C1BB4">
    <w:pPr>
      <w:pStyle w:val="Header"/>
      <w:rPr>
        <w:b/>
        <w:sz w:val="16"/>
        <w:szCs w:val="16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1C1BB4">
      <w:rPr>
        <w:sz w:val="16"/>
        <w:szCs w:val="16"/>
        <w:lang w:val="sr-Cyrl-CS"/>
      </w:rPr>
      <w:t>ЗДРАВСТВЕНО ИНФОРМАЦИОНИ СИСТЕМИ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8B2113">
      <w:rPr>
        <w:b/>
        <w:sz w:val="16"/>
        <w:szCs w:val="16"/>
      </w:rPr>
      <w:t>7</w:t>
    </w:r>
  </w:p>
  <w:p w:rsidR="004D257F" w:rsidRPr="00F2182A" w:rsidRDefault="0084675C" w:rsidP="00F2182A">
    <w:pPr>
      <w:pStyle w:val="Header"/>
    </w:pPr>
    <w:r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0BC3"/>
    <w:multiLevelType w:val="hybridMultilevel"/>
    <w:tmpl w:val="E2DA704C"/>
    <w:lvl w:ilvl="0" w:tplc="B37E6A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D5581"/>
    <w:multiLevelType w:val="hybridMultilevel"/>
    <w:tmpl w:val="EABCC6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8206C6"/>
    <w:multiLevelType w:val="hybridMultilevel"/>
    <w:tmpl w:val="1F94F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61488"/>
    <w:multiLevelType w:val="hybridMultilevel"/>
    <w:tmpl w:val="C6BA5974"/>
    <w:lvl w:ilvl="0" w:tplc="F592ACFC">
      <w:numFmt w:val="bullet"/>
      <w:lvlText w:val=""/>
      <w:lvlJc w:val="left"/>
      <w:pPr>
        <w:ind w:left="1440" w:hanging="360"/>
      </w:pPr>
      <w:rPr>
        <w:rFonts w:ascii="Wingdings" w:eastAsia="Wingdings" w:hAnsi="Wingdings" w:cs="Wingdings" w:hint="default"/>
        <w:color w:val="BCBEC0"/>
        <w:w w:val="101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BB0C0E"/>
    <w:multiLevelType w:val="hybridMultilevel"/>
    <w:tmpl w:val="D0027CC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0181AFF"/>
    <w:multiLevelType w:val="hybridMultilevel"/>
    <w:tmpl w:val="B750FC2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865174A"/>
    <w:multiLevelType w:val="hybridMultilevel"/>
    <w:tmpl w:val="35485F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62168"/>
    <w:multiLevelType w:val="hybridMultilevel"/>
    <w:tmpl w:val="7842E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E029A8"/>
    <w:multiLevelType w:val="hybridMultilevel"/>
    <w:tmpl w:val="7D06C294"/>
    <w:lvl w:ilvl="0" w:tplc="F2D454EE">
      <w:numFmt w:val="bullet"/>
      <w:lvlText w:val=""/>
      <w:lvlJc w:val="left"/>
      <w:pPr>
        <w:ind w:left="1440" w:hanging="360"/>
      </w:pPr>
      <w:rPr>
        <w:rFonts w:ascii="Wingdings" w:eastAsia="Wingdings" w:hAnsi="Wingdings" w:cs="Wingdings" w:hint="default"/>
        <w:color w:val="BCBEC0"/>
        <w:w w:val="101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CEA6534"/>
    <w:multiLevelType w:val="hybridMultilevel"/>
    <w:tmpl w:val="A852DEE6"/>
    <w:lvl w:ilvl="0" w:tplc="F592ACFC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color w:val="BCBEC0"/>
        <w:w w:val="101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6029EA"/>
    <w:multiLevelType w:val="hybridMultilevel"/>
    <w:tmpl w:val="6270C9F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DFA33DA"/>
    <w:multiLevelType w:val="hybridMultilevel"/>
    <w:tmpl w:val="CC7C2A22"/>
    <w:lvl w:ilvl="0" w:tplc="F592ACFC">
      <w:numFmt w:val="bullet"/>
      <w:lvlText w:val=""/>
      <w:lvlJc w:val="left"/>
      <w:pPr>
        <w:ind w:left="1440" w:hanging="360"/>
      </w:pPr>
      <w:rPr>
        <w:rFonts w:ascii="Wingdings" w:eastAsia="Wingdings" w:hAnsi="Wingdings" w:cs="Wingdings" w:hint="default"/>
        <w:color w:val="BCBEC0"/>
        <w:w w:val="101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E0731B6"/>
    <w:multiLevelType w:val="hybridMultilevel"/>
    <w:tmpl w:val="906266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3397176"/>
    <w:multiLevelType w:val="hybridMultilevel"/>
    <w:tmpl w:val="81A29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4E12B9"/>
    <w:multiLevelType w:val="hybridMultilevel"/>
    <w:tmpl w:val="E0CC830E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DB4BE3"/>
    <w:multiLevelType w:val="hybridMultilevel"/>
    <w:tmpl w:val="11BE2680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2451712F"/>
    <w:multiLevelType w:val="hybridMultilevel"/>
    <w:tmpl w:val="B9ACB300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>
    <w:nsid w:val="25EE45A0"/>
    <w:multiLevelType w:val="hybridMultilevel"/>
    <w:tmpl w:val="91201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E3F5A9A"/>
    <w:multiLevelType w:val="hybridMultilevel"/>
    <w:tmpl w:val="3036CCFA"/>
    <w:lvl w:ilvl="0" w:tplc="E056EE9A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color w:val="BCBEC0"/>
        <w:w w:val="101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B1069A"/>
    <w:multiLevelType w:val="hybridMultilevel"/>
    <w:tmpl w:val="FC40B7EE"/>
    <w:lvl w:ilvl="0" w:tplc="B37E6AC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F212E7F"/>
    <w:multiLevelType w:val="hybridMultilevel"/>
    <w:tmpl w:val="F2067B10"/>
    <w:lvl w:ilvl="0" w:tplc="0409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21">
    <w:nsid w:val="3295343F"/>
    <w:multiLevelType w:val="hybridMultilevel"/>
    <w:tmpl w:val="28DA9D0C"/>
    <w:lvl w:ilvl="0" w:tplc="0409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22">
    <w:nsid w:val="33BB3B13"/>
    <w:multiLevelType w:val="hybridMultilevel"/>
    <w:tmpl w:val="19C6203C"/>
    <w:lvl w:ilvl="0" w:tplc="F592ACFC">
      <w:numFmt w:val="bullet"/>
      <w:lvlText w:val=""/>
      <w:lvlJc w:val="left"/>
      <w:pPr>
        <w:ind w:left="1440" w:hanging="360"/>
      </w:pPr>
      <w:rPr>
        <w:rFonts w:ascii="Wingdings" w:eastAsia="Wingdings" w:hAnsi="Wingdings" w:cs="Wingdings" w:hint="default"/>
        <w:color w:val="BCBEC0"/>
        <w:w w:val="101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72B34B8"/>
    <w:multiLevelType w:val="hybridMultilevel"/>
    <w:tmpl w:val="45C61A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B0445B2"/>
    <w:multiLevelType w:val="hybridMultilevel"/>
    <w:tmpl w:val="1F36D452"/>
    <w:lvl w:ilvl="0" w:tplc="0409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25">
    <w:nsid w:val="42F62120"/>
    <w:multiLevelType w:val="hybridMultilevel"/>
    <w:tmpl w:val="0FD26506"/>
    <w:lvl w:ilvl="0" w:tplc="F592ACFC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color w:val="BCBEC0"/>
        <w:w w:val="101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63750A"/>
    <w:multiLevelType w:val="hybridMultilevel"/>
    <w:tmpl w:val="AC560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C91FC3"/>
    <w:multiLevelType w:val="hybridMultilevel"/>
    <w:tmpl w:val="4434E2CA"/>
    <w:lvl w:ilvl="0" w:tplc="F592ACFC">
      <w:numFmt w:val="bullet"/>
      <w:lvlText w:val=""/>
      <w:lvlJc w:val="left"/>
      <w:pPr>
        <w:ind w:left="1440" w:hanging="360"/>
      </w:pPr>
      <w:rPr>
        <w:rFonts w:ascii="Wingdings" w:eastAsia="Wingdings" w:hAnsi="Wingdings" w:cs="Wingdings" w:hint="default"/>
        <w:color w:val="BCBEC0"/>
        <w:w w:val="101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8646865"/>
    <w:multiLevelType w:val="hybridMultilevel"/>
    <w:tmpl w:val="6F4C46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9AF670E"/>
    <w:multiLevelType w:val="hybridMultilevel"/>
    <w:tmpl w:val="C5280E9C"/>
    <w:lvl w:ilvl="0" w:tplc="F592ACFC">
      <w:numFmt w:val="bullet"/>
      <w:lvlText w:val=""/>
      <w:lvlJc w:val="left"/>
      <w:pPr>
        <w:ind w:left="1440" w:hanging="360"/>
      </w:pPr>
      <w:rPr>
        <w:rFonts w:ascii="Wingdings" w:eastAsia="Wingdings" w:hAnsi="Wingdings" w:cs="Wingdings" w:hint="default"/>
        <w:color w:val="BCBEC0"/>
        <w:w w:val="101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B14527F"/>
    <w:multiLevelType w:val="hybridMultilevel"/>
    <w:tmpl w:val="156E70B6"/>
    <w:lvl w:ilvl="0" w:tplc="0409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1">
    <w:nsid w:val="5B662658"/>
    <w:multiLevelType w:val="hybridMultilevel"/>
    <w:tmpl w:val="6192A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3D2C4F"/>
    <w:multiLevelType w:val="hybridMultilevel"/>
    <w:tmpl w:val="FBB86050"/>
    <w:lvl w:ilvl="0" w:tplc="04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3">
    <w:nsid w:val="709379D4"/>
    <w:multiLevelType w:val="hybridMultilevel"/>
    <w:tmpl w:val="1A92D9C2"/>
    <w:lvl w:ilvl="0" w:tplc="F592ACFC">
      <w:numFmt w:val="bullet"/>
      <w:lvlText w:val=""/>
      <w:lvlJc w:val="left"/>
      <w:pPr>
        <w:ind w:left="1440" w:hanging="360"/>
      </w:pPr>
      <w:rPr>
        <w:rFonts w:ascii="Wingdings" w:eastAsia="Wingdings" w:hAnsi="Wingdings" w:cs="Wingdings" w:hint="default"/>
        <w:color w:val="BCBEC0"/>
        <w:w w:val="101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1256DD3"/>
    <w:multiLevelType w:val="hybridMultilevel"/>
    <w:tmpl w:val="06D69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1D7196"/>
    <w:multiLevelType w:val="hybridMultilevel"/>
    <w:tmpl w:val="92484C6C"/>
    <w:lvl w:ilvl="0" w:tplc="F592ACFC">
      <w:numFmt w:val="bullet"/>
      <w:lvlText w:val=""/>
      <w:lvlJc w:val="left"/>
      <w:pPr>
        <w:ind w:left="1440" w:hanging="360"/>
      </w:pPr>
      <w:rPr>
        <w:rFonts w:ascii="Wingdings" w:eastAsia="Wingdings" w:hAnsi="Wingdings" w:cs="Wingdings" w:hint="default"/>
        <w:color w:val="BCBEC0"/>
        <w:w w:val="101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51E5D5B"/>
    <w:multiLevelType w:val="hybridMultilevel"/>
    <w:tmpl w:val="7D9EA192"/>
    <w:lvl w:ilvl="0" w:tplc="B37E6A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382193"/>
    <w:multiLevelType w:val="hybridMultilevel"/>
    <w:tmpl w:val="792C3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C71810"/>
    <w:multiLevelType w:val="hybridMultilevel"/>
    <w:tmpl w:val="8B0AAA2A"/>
    <w:lvl w:ilvl="0" w:tplc="F592ACFC">
      <w:numFmt w:val="bullet"/>
      <w:lvlText w:val=""/>
      <w:lvlJc w:val="left"/>
      <w:pPr>
        <w:ind w:left="1440" w:hanging="360"/>
      </w:pPr>
      <w:rPr>
        <w:rFonts w:ascii="Wingdings" w:eastAsia="Wingdings" w:hAnsi="Wingdings" w:cs="Wingdings" w:hint="default"/>
        <w:color w:val="BCBEC0"/>
        <w:w w:val="101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D1305ED"/>
    <w:multiLevelType w:val="hybridMultilevel"/>
    <w:tmpl w:val="736C5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4"/>
  </w:num>
  <w:num w:numId="5">
    <w:abstractNumId w:val="37"/>
  </w:num>
  <w:num w:numId="6">
    <w:abstractNumId w:val="17"/>
  </w:num>
  <w:num w:numId="7">
    <w:abstractNumId w:val="36"/>
  </w:num>
  <w:num w:numId="8">
    <w:abstractNumId w:val="19"/>
  </w:num>
  <w:num w:numId="9">
    <w:abstractNumId w:val="0"/>
  </w:num>
  <w:num w:numId="10">
    <w:abstractNumId w:val="26"/>
  </w:num>
  <w:num w:numId="11">
    <w:abstractNumId w:val="31"/>
  </w:num>
  <w:num w:numId="12">
    <w:abstractNumId w:val="2"/>
  </w:num>
  <w:num w:numId="13">
    <w:abstractNumId w:val="13"/>
  </w:num>
  <w:num w:numId="14">
    <w:abstractNumId w:val="39"/>
  </w:num>
  <w:num w:numId="15">
    <w:abstractNumId w:val="7"/>
  </w:num>
  <w:num w:numId="16">
    <w:abstractNumId w:val="8"/>
  </w:num>
  <w:num w:numId="17">
    <w:abstractNumId w:val="18"/>
  </w:num>
  <w:num w:numId="18">
    <w:abstractNumId w:val="28"/>
  </w:num>
  <w:num w:numId="19">
    <w:abstractNumId w:val="11"/>
  </w:num>
  <w:num w:numId="20">
    <w:abstractNumId w:val="33"/>
  </w:num>
  <w:num w:numId="21">
    <w:abstractNumId w:val="27"/>
  </w:num>
  <w:num w:numId="22">
    <w:abstractNumId w:val="29"/>
  </w:num>
  <w:num w:numId="23">
    <w:abstractNumId w:val="35"/>
  </w:num>
  <w:num w:numId="24">
    <w:abstractNumId w:val="38"/>
  </w:num>
  <w:num w:numId="25">
    <w:abstractNumId w:val="3"/>
  </w:num>
  <w:num w:numId="26">
    <w:abstractNumId w:val="22"/>
  </w:num>
  <w:num w:numId="27">
    <w:abstractNumId w:val="9"/>
  </w:num>
  <w:num w:numId="28">
    <w:abstractNumId w:val="25"/>
  </w:num>
  <w:num w:numId="29">
    <w:abstractNumId w:val="32"/>
  </w:num>
  <w:num w:numId="30">
    <w:abstractNumId w:val="23"/>
  </w:num>
  <w:num w:numId="31">
    <w:abstractNumId w:val="15"/>
  </w:num>
  <w:num w:numId="32">
    <w:abstractNumId w:val="24"/>
  </w:num>
  <w:num w:numId="33">
    <w:abstractNumId w:val="30"/>
  </w:num>
  <w:num w:numId="34">
    <w:abstractNumId w:val="16"/>
  </w:num>
  <w:num w:numId="35">
    <w:abstractNumId w:val="20"/>
  </w:num>
  <w:num w:numId="36">
    <w:abstractNumId w:val="21"/>
  </w:num>
  <w:num w:numId="37">
    <w:abstractNumId w:val="10"/>
  </w:num>
  <w:num w:numId="38">
    <w:abstractNumId w:val="34"/>
  </w:num>
  <w:num w:numId="39">
    <w:abstractNumId w:val="12"/>
  </w:num>
  <w:num w:numId="40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7890">
      <o:colormenu v:ext="edit" fillcolor="none [2412]" strokecolor="none [3213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8D9"/>
    <w:rsid w:val="000018F5"/>
    <w:rsid w:val="0000190C"/>
    <w:rsid w:val="00003D84"/>
    <w:rsid w:val="0000412B"/>
    <w:rsid w:val="00005CD4"/>
    <w:rsid w:val="00007861"/>
    <w:rsid w:val="00007F99"/>
    <w:rsid w:val="0001015C"/>
    <w:rsid w:val="0001131B"/>
    <w:rsid w:val="00013963"/>
    <w:rsid w:val="00013E60"/>
    <w:rsid w:val="00014C9B"/>
    <w:rsid w:val="0001531D"/>
    <w:rsid w:val="0002111B"/>
    <w:rsid w:val="00021483"/>
    <w:rsid w:val="000216A4"/>
    <w:rsid w:val="00021851"/>
    <w:rsid w:val="00026717"/>
    <w:rsid w:val="000277ED"/>
    <w:rsid w:val="00031586"/>
    <w:rsid w:val="000323C5"/>
    <w:rsid w:val="00032473"/>
    <w:rsid w:val="00032A73"/>
    <w:rsid w:val="00032F2A"/>
    <w:rsid w:val="00033F3A"/>
    <w:rsid w:val="00034B68"/>
    <w:rsid w:val="0003547D"/>
    <w:rsid w:val="000355D9"/>
    <w:rsid w:val="00035772"/>
    <w:rsid w:val="000363B4"/>
    <w:rsid w:val="00037093"/>
    <w:rsid w:val="00037BAB"/>
    <w:rsid w:val="0004145E"/>
    <w:rsid w:val="00042255"/>
    <w:rsid w:val="00042A51"/>
    <w:rsid w:val="000453B5"/>
    <w:rsid w:val="00045A7F"/>
    <w:rsid w:val="0004641B"/>
    <w:rsid w:val="000476BB"/>
    <w:rsid w:val="0005020C"/>
    <w:rsid w:val="0005080C"/>
    <w:rsid w:val="00051423"/>
    <w:rsid w:val="000517A6"/>
    <w:rsid w:val="00053C29"/>
    <w:rsid w:val="00055E10"/>
    <w:rsid w:val="000564F5"/>
    <w:rsid w:val="00060C87"/>
    <w:rsid w:val="000627FD"/>
    <w:rsid w:val="0006292B"/>
    <w:rsid w:val="000647CD"/>
    <w:rsid w:val="00064B81"/>
    <w:rsid w:val="00065E9F"/>
    <w:rsid w:val="00067DD5"/>
    <w:rsid w:val="0007011A"/>
    <w:rsid w:val="00072210"/>
    <w:rsid w:val="000722E0"/>
    <w:rsid w:val="000737A0"/>
    <w:rsid w:val="00073A9E"/>
    <w:rsid w:val="000746D6"/>
    <w:rsid w:val="0007533C"/>
    <w:rsid w:val="00075B12"/>
    <w:rsid w:val="0007685B"/>
    <w:rsid w:val="00077DC8"/>
    <w:rsid w:val="00080356"/>
    <w:rsid w:val="00080602"/>
    <w:rsid w:val="00080681"/>
    <w:rsid w:val="00080B47"/>
    <w:rsid w:val="00080E2A"/>
    <w:rsid w:val="00081B07"/>
    <w:rsid w:val="00081C70"/>
    <w:rsid w:val="00081E62"/>
    <w:rsid w:val="00082851"/>
    <w:rsid w:val="00083111"/>
    <w:rsid w:val="000831AE"/>
    <w:rsid w:val="00083B9B"/>
    <w:rsid w:val="00083EBD"/>
    <w:rsid w:val="00083FFD"/>
    <w:rsid w:val="00085A0B"/>
    <w:rsid w:val="0009006C"/>
    <w:rsid w:val="00090208"/>
    <w:rsid w:val="000907C2"/>
    <w:rsid w:val="00091697"/>
    <w:rsid w:val="00092CCC"/>
    <w:rsid w:val="00092CFC"/>
    <w:rsid w:val="000932D0"/>
    <w:rsid w:val="000946BA"/>
    <w:rsid w:val="00095B71"/>
    <w:rsid w:val="00096301"/>
    <w:rsid w:val="00097B15"/>
    <w:rsid w:val="000A06F5"/>
    <w:rsid w:val="000A0717"/>
    <w:rsid w:val="000A2BB8"/>
    <w:rsid w:val="000A34E2"/>
    <w:rsid w:val="000A7A0E"/>
    <w:rsid w:val="000A7A57"/>
    <w:rsid w:val="000A7D6F"/>
    <w:rsid w:val="000A7F2A"/>
    <w:rsid w:val="000B08E6"/>
    <w:rsid w:val="000B1567"/>
    <w:rsid w:val="000B51F6"/>
    <w:rsid w:val="000B6BB8"/>
    <w:rsid w:val="000C010E"/>
    <w:rsid w:val="000C0307"/>
    <w:rsid w:val="000C0F87"/>
    <w:rsid w:val="000C2279"/>
    <w:rsid w:val="000C3E6F"/>
    <w:rsid w:val="000C4050"/>
    <w:rsid w:val="000C40A0"/>
    <w:rsid w:val="000C4724"/>
    <w:rsid w:val="000C5212"/>
    <w:rsid w:val="000C5BC8"/>
    <w:rsid w:val="000C5DA6"/>
    <w:rsid w:val="000C6784"/>
    <w:rsid w:val="000D0471"/>
    <w:rsid w:val="000D0489"/>
    <w:rsid w:val="000D378D"/>
    <w:rsid w:val="000D411E"/>
    <w:rsid w:val="000D4519"/>
    <w:rsid w:val="000D5B04"/>
    <w:rsid w:val="000D5BFF"/>
    <w:rsid w:val="000D5DDA"/>
    <w:rsid w:val="000D6B21"/>
    <w:rsid w:val="000D6DA7"/>
    <w:rsid w:val="000E2139"/>
    <w:rsid w:val="000E3CA7"/>
    <w:rsid w:val="000E591C"/>
    <w:rsid w:val="000E6FF3"/>
    <w:rsid w:val="000E7853"/>
    <w:rsid w:val="000F07A8"/>
    <w:rsid w:val="000F1316"/>
    <w:rsid w:val="000F136E"/>
    <w:rsid w:val="000F1BED"/>
    <w:rsid w:val="000F2BE5"/>
    <w:rsid w:val="000F3EBE"/>
    <w:rsid w:val="000F44A9"/>
    <w:rsid w:val="000F5C8F"/>
    <w:rsid w:val="000F5D33"/>
    <w:rsid w:val="000F60B2"/>
    <w:rsid w:val="000F675A"/>
    <w:rsid w:val="000F6C4F"/>
    <w:rsid w:val="000F75A2"/>
    <w:rsid w:val="000F767C"/>
    <w:rsid w:val="00100BAB"/>
    <w:rsid w:val="00101D09"/>
    <w:rsid w:val="00102487"/>
    <w:rsid w:val="001034F4"/>
    <w:rsid w:val="00103B29"/>
    <w:rsid w:val="00104086"/>
    <w:rsid w:val="00104C31"/>
    <w:rsid w:val="00105021"/>
    <w:rsid w:val="0010542E"/>
    <w:rsid w:val="00105ABE"/>
    <w:rsid w:val="00105B16"/>
    <w:rsid w:val="0010662A"/>
    <w:rsid w:val="00110917"/>
    <w:rsid w:val="00110EED"/>
    <w:rsid w:val="00111BBD"/>
    <w:rsid w:val="00111F34"/>
    <w:rsid w:val="001123FE"/>
    <w:rsid w:val="00112826"/>
    <w:rsid w:val="0011311E"/>
    <w:rsid w:val="00114587"/>
    <w:rsid w:val="0011516D"/>
    <w:rsid w:val="00115CC2"/>
    <w:rsid w:val="001164B3"/>
    <w:rsid w:val="00116E9D"/>
    <w:rsid w:val="00117E9C"/>
    <w:rsid w:val="00121041"/>
    <w:rsid w:val="001223F5"/>
    <w:rsid w:val="001231EC"/>
    <w:rsid w:val="00125B04"/>
    <w:rsid w:val="0012645C"/>
    <w:rsid w:val="001279CB"/>
    <w:rsid w:val="00127AEC"/>
    <w:rsid w:val="00130A23"/>
    <w:rsid w:val="00132068"/>
    <w:rsid w:val="00132133"/>
    <w:rsid w:val="00132957"/>
    <w:rsid w:val="00133FD9"/>
    <w:rsid w:val="00134844"/>
    <w:rsid w:val="0013507A"/>
    <w:rsid w:val="0013545E"/>
    <w:rsid w:val="00136773"/>
    <w:rsid w:val="00137FD2"/>
    <w:rsid w:val="001434C0"/>
    <w:rsid w:val="00143DF6"/>
    <w:rsid w:val="001450F6"/>
    <w:rsid w:val="0014579B"/>
    <w:rsid w:val="00146339"/>
    <w:rsid w:val="001477B9"/>
    <w:rsid w:val="00147D20"/>
    <w:rsid w:val="001502BA"/>
    <w:rsid w:val="00150F0B"/>
    <w:rsid w:val="00151983"/>
    <w:rsid w:val="001533E4"/>
    <w:rsid w:val="00156AB8"/>
    <w:rsid w:val="00160B20"/>
    <w:rsid w:val="0016314E"/>
    <w:rsid w:val="001635DC"/>
    <w:rsid w:val="001653E0"/>
    <w:rsid w:val="00165E0E"/>
    <w:rsid w:val="00165E21"/>
    <w:rsid w:val="001679CF"/>
    <w:rsid w:val="00167EDA"/>
    <w:rsid w:val="001716D0"/>
    <w:rsid w:val="0017266A"/>
    <w:rsid w:val="00174C60"/>
    <w:rsid w:val="001750ED"/>
    <w:rsid w:val="001752A8"/>
    <w:rsid w:val="00176C1F"/>
    <w:rsid w:val="00180C4F"/>
    <w:rsid w:val="00182981"/>
    <w:rsid w:val="00183985"/>
    <w:rsid w:val="00184ABC"/>
    <w:rsid w:val="0018506F"/>
    <w:rsid w:val="001851FA"/>
    <w:rsid w:val="00186021"/>
    <w:rsid w:val="001862CE"/>
    <w:rsid w:val="001869D8"/>
    <w:rsid w:val="001872DE"/>
    <w:rsid w:val="00187607"/>
    <w:rsid w:val="00187FB6"/>
    <w:rsid w:val="001917BA"/>
    <w:rsid w:val="00192DE1"/>
    <w:rsid w:val="0019548A"/>
    <w:rsid w:val="00195A36"/>
    <w:rsid w:val="00195E20"/>
    <w:rsid w:val="001974F6"/>
    <w:rsid w:val="00197A29"/>
    <w:rsid w:val="001A159D"/>
    <w:rsid w:val="001A19A7"/>
    <w:rsid w:val="001A1B3E"/>
    <w:rsid w:val="001A1D22"/>
    <w:rsid w:val="001A47DF"/>
    <w:rsid w:val="001A536B"/>
    <w:rsid w:val="001A55F1"/>
    <w:rsid w:val="001A6713"/>
    <w:rsid w:val="001B1609"/>
    <w:rsid w:val="001B1B4B"/>
    <w:rsid w:val="001B3EFB"/>
    <w:rsid w:val="001B4BB2"/>
    <w:rsid w:val="001B584F"/>
    <w:rsid w:val="001B5DEC"/>
    <w:rsid w:val="001B60D8"/>
    <w:rsid w:val="001B67A6"/>
    <w:rsid w:val="001B76B0"/>
    <w:rsid w:val="001B7EF0"/>
    <w:rsid w:val="001C07F1"/>
    <w:rsid w:val="001C1165"/>
    <w:rsid w:val="001C1BB4"/>
    <w:rsid w:val="001C20F2"/>
    <w:rsid w:val="001C4B63"/>
    <w:rsid w:val="001C604A"/>
    <w:rsid w:val="001C79E8"/>
    <w:rsid w:val="001D1C1F"/>
    <w:rsid w:val="001D26C5"/>
    <w:rsid w:val="001D2CEA"/>
    <w:rsid w:val="001D3BDA"/>
    <w:rsid w:val="001D5EED"/>
    <w:rsid w:val="001D66E5"/>
    <w:rsid w:val="001E12CB"/>
    <w:rsid w:val="001E2A2C"/>
    <w:rsid w:val="001E2C26"/>
    <w:rsid w:val="001E2CB6"/>
    <w:rsid w:val="001E318A"/>
    <w:rsid w:val="001E40B0"/>
    <w:rsid w:val="001E50C2"/>
    <w:rsid w:val="001E708C"/>
    <w:rsid w:val="001E7AA1"/>
    <w:rsid w:val="001F0ACD"/>
    <w:rsid w:val="001F0CCA"/>
    <w:rsid w:val="001F0F73"/>
    <w:rsid w:val="001F25AA"/>
    <w:rsid w:val="001F34AF"/>
    <w:rsid w:val="001F4C26"/>
    <w:rsid w:val="001F5F0A"/>
    <w:rsid w:val="001F6649"/>
    <w:rsid w:val="001F70D7"/>
    <w:rsid w:val="001F7CEA"/>
    <w:rsid w:val="0020027C"/>
    <w:rsid w:val="00200895"/>
    <w:rsid w:val="002015BF"/>
    <w:rsid w:val="00203019"/>
    <w:rsid w:val="002057A3"/>
    <w:rsid w:val="00206727"/>
    <w:rsid w:val="00212BC0"/>
    <w:rsid w:val="00214030"/>
    <w:rsid w:val="00214E67"/>
    <w:rsid w:val="002153D2"/>
    <w:rsid w:val="002159BB"/>
    <w:rsid w:val="002165EA"/>
    <w:rsid w:val="00216D8D"/>
    <w:rsid w:val="00216EAE"/>
    <w:rsid w:val="00217FFC"/>
    <w:rsid w:val="00220B07"/>
    <w:rsid w:val="0022419D"/>
    <w:rsid w:val="00226F8E"/>
    <w:rsid w:val="002272F3"/>
    <w:rsid w:val="002274AD"/>
    <w:rsid w:val="00230277"/>
    <w:rsid w:val="0023150C"/>
    <w:rsid w:val="00231A0F"/>
    <w:rsid w:val="002326F9"/>
    <w:rsid w:val="0023399C"/>
    <w:rsid w:val="00235068"/>
    <w:rsid w:val="00236B38"/>
    <w:rsid w:val="00237BFD"/>
    <w:rsid w:val="00237E6E"/>
    <w:rsid w:val="00237E91"/>
    <w:rsid w:val="002409FF"/>
    <w:rsid w:val="00242965"/>
    <w:rsid w:val="00243783"/>
    <w:rsid w:val="00243D4B"/>
    <w:rsid w:val="00243DA7"/>
    <w:rsid w:val="00244123"/>
    <w:rsid w:val="00244180"/>
    <w:rsid w:val="002455BB"/>
    <w:rsid w:val="0024713C"/>
    <w:rsid w:val="0024775F"/>
    <w:rsid w:val="00250628"/>
    <w:rsid w:val="002527B8"/>
    <w:rsid w:val="00253FB6"/>
    <w:rsid w:val="002540DE"/>
    <w:rsid w:val="00254816"/>
    <w:rsid w:val="0025497F"/>
    <w:rsid w:val="00255260"/>
    <w:rsid w:val="00257031"/>
    <w:rsid w:val="002572CB"/>
    <w:rsid w:val="00257971"/>
    <w:rsid w:val="00261772"/>
    <w:rsid w:val="0026292F"/>
    <w:rsid w:val="00262D5C"/>
    <w:rsid w:val="00263DEE"/>
    <w:rsid w:val="00265739"/>
    <w:rsid w:val="00265BF8"/>
    <w:rsid w:val="00266FA9"/>
    <w:rsid w:val="002674CB"/>
    <w:rsid w:val="00267719"/>
    <w:rsid w:val="002679A6"/>
    <w:rsid w:val="00267E8E"/>
    <w:rsid w:val="002702CF"/>
    <w:rsid w:val="00270A4E"/>
    <w:rsid w:val="00271072"/>
    <w:rsid w:val="0027177B"/>
    <w:rsid w:val="00271B17"/>
    <w:rsid w:val="00272ECA"/>
    <w:rsid w:val="00273472"/>
    <w:rsid w:val="0027481C"/>
    <w:rsid w:val="00274A00"/>
    <w:rsid w:val="00275612"/>
    <w:rsid w:val="0027624E"/>
    <w:rsid w:val="002811B0"/>
    <w:rsid w:val="00281D21"/>
    <w:rsid w:val="00282935"/>
    <w:rsid w:val="00282C3B"/>
    <w:rsid w:val="002831C9"/>
    <w:rsid w:val="002832CF"/>
    <w:rsid w:val="002833AB"/>
    <w:rsid w:val="002836C9"/>
    <w:rsid w:val="00283BE1"/>
    <w:rsid w:val="002849DB"/>
    <w:rsid w:val="00284EDC"/>
    <w:rsid w:val="002851FF"/>
    <w:rsid w:val="00285FD0"/>
    <w:rsid w:val="002865BA"/>
    <w:rsid w:val="00286EC7"/>
    <w:rsid w:val="00287799"/>
    <w:rsid w:val="00290920"/>
    <w:rsid w:val="002912FF"/>
    <w:rsid w:val="00292B5B"/>
    <w:rsid w:val="002938A6"/>
    <w:rsid w:val="00294020"/>
    <w:rsid w:val="00294983"/>
    <w:rsid w:val="00294D81"/>
    <w:rsid w:val="00295242"/>
    <w:rsid w:val="00295312"/>
    <w:rsid w:val="002A09FF"/>
    <w:rsid w:val="002A185F"/>
    <w:rsid w:val="002A1CEA"/>
    <w:rsid w:val="002A2BEE"/>
    <w:rsid w:val="002A3DA1"/>
    <w:rsid w:val="002A453C"/>
    <w:rsid w:val="002A5111"/>
    <w:rsid w:val="002A620D"/>
    <w:rsid w:val="002A665C"/>
    <w:rsid w:val="002A6DDC"/>
    <w:rsid w:val="002A7330"/>
    <w:rsid w:val="002A7356"/>
    <w:rsid w:val="002A7AEC"/>
    <w:rsid w:val="002B0B18"/>
    <w:rsid w:val="002B1544"/>
    <w:rsid w:val="002B3E14"/>
    <w:rsid w:val="002B5682"/>
    <w:rsid w:val="002B6A0B"/>
    <w:rsid w:val="002B796D"/>
    <w:rsid w:val="002C061E"/>
    <w:rsid w:val="002C0A20"/>
    <w:rsid w:val="002C2BA3"/>
    <w:rsid w:val="002C3631"/>
    <w:rsid w:val="002C4351"/>
    <w:rsid w:val="002C447E"/>
    <w:rsid w:val="002C5E09"/>
    <w:rsid w:val="002C60F0"/>
    <w:rsid w:val="002C6BA1"/>
    <w:rsid w:val="002D076A"/>
    <w:rsid w:val="002D0F4E"/>
    <w:rsid w:val="002D1B25"/>
    <w:rsid w:val="002D297A"/>
    <w:rsid w:val="002D2C44"/>
    <w:rsid w:val="002D3376"/>
    <w:rsid w:val="002D37D9"/>
    <w:rsid w:val="002D3A95"/>
    <w:rsid w:val="002D66C2"/>
    <w:rsid w:val="002D699B"/>
    <w:rsid w:val="002D70AE"/>
    <w:rsid w:val="002E16C1"/>
    <w:rsid w:val="002E1C0A"/>
    <w:rsid w:val="002E3D83"/>
    <w:rsid w:val="002E3DB8"/>
    <w:rsid w:val="002E5325"/>
    <w:rsid w:val="002E5FE8"/>
    <w:rsid w:val="002E723D"/>
    <w:rsid w:val="002E7826"/>
    <w:rsid w:val="002F0665"/>
    <w:rsid w:val="002F0B35"/>
    <w:rsid w:val="002F18A5"/>
    <w:rsid w:val="002F25EF"/>
    <w:rsid w:val="002F3248"/>
    <w:rsid w:val="002F3721"/>
    <w:rsid w:val="002F374D"/>
    <w:rsid w:val="002F384B"/>
    <w:rsid w:val="002F3E2D"/>
    <w:rsid w:val="002F5912"/>
    <w:rsid w:val="002F5E14"/>
    <w:rsid w:val="002F666B"/>
    <w:rsid w:val="002F6D5B"/>
    <w:rsid w:val="00300277"/>
    <w:rsid w:val="0030312A"/>
    <w:rsid w:val="00303AF1"/>
    <w:rsid w:val="00304C52"/>
    <w:rsid w:val="003054D2"/>
    <w:rsid w:val="00305520"/>
    <w:rsid w:val="00306A97"/>
    <w:rsid w:val="00307629"/>
    <w:rsid w:val="00307E6B"/>
    <w:rsid w:val="003111AC"/>
    <w:rsid w:val="0031509B"/>
    <w:rsid w:val="003161E2"/>
    <w:rsid w:val="003214D1"/>
    <w:rsid w:val="00323A29"/>
    <w:rsid w:val="00324E72"/>
    <w:rsid w:val="003252A6"/>
    <w:rsid w:val="00325C12"/>
    <w:rsid w:val="00327CF8"/>
    <w:rsid w:val="00327F63"/>
    <w:rsid w:val="0033085A"/>
    <w:rsid w:val="00330B57"/>
    <w:rsid w:val="00331833"/>
    <w:rsid w:val="00331B00"/>
    <w:rsid w:val="00332421"/>
    <w:rsid w:val="003328CC"/>
    <w:rsid w:val="003331B2"/>
    <w:rsid w:val="003337AA"/>
    <w:rsid w:val="003338E9"/>
    <w:rsid w:val="00333B0F"/>
    <w:rsid w:val="0033411B"/>
    <w:rsid w:val="00334702"/>
    <w:rsid w:val="00334739"/>
    <w:rsid w:val="00334B72"/>
    <w:rsid w:val="003367B3"/>
    <w:rsid w:val="003369C3"/>
    <w:rsid w:val="00337195"/>
    <w:rsid w:val="00337AC4"/>
    <w:rsid w:val="00340CE4"/>
    <w:rsid w:val="0034110F"/>
    <w:rsid w:val="00343223"/>
    <w:rsid w:val="00344B7A"/>
    <w:rsid w:val="00347122"/>
    <w:rsid w:val="00347A04"/>
    <w:rsid w:val="00347E97"/>
    <w:rsid w:val="00350FD2"/>
    <w:rsid w:val="003512CC"/>
    <w:rsid w:val="00351752"/>
    <w:rsid w:val="003519A1"/>
    <w:rsid w:val="00351F08"/>
    <w:rsid w:val="003539F7"/>
    <w:rsid w:val="0035719C"/>
    <w:rsid w:val="003574C5"/>
    <w:rsid w:val="003579C2"/>
    <w:rsid w:val="003606B0"/>
    <w:rsid w:val="00360759"/>
    <w:rsid w:val="00364580"/>
    <w:rsid w:val="00364B61"/>
    <w:rsid w:val="0036597B"/>
    <w:rsid w:val="00366AF6"/>
    <w:rsid w:val="003702F4"/>
    <w:rsid w:val="0037080E"/>
    <w:rsid w:val="0037147D"/>
    <w:rsid w:val="00372855"/>
    <w:rsid w:val="0037399F"/>
    <w:rsid w:val="00373A41"/>
    <w:rsid w:val="0037497D"/>
    <w:rsid w:val="00375A12"/>
    <w:rsid w:val="00375D39"/>
    <w:rsid w:val="00381429"/>
    <w:rsid w:val="00381509"/>
    <w:rsid w:val="00381AE1"/>
    <w:rsid w:val="00381E2D"/>
    <w:rsid w:val="0038302F"/>
    <w:rsid w:val="003830FC"/>
    <w:rsid w:val="00385179"/>
    <w:rsid w:val="00386243"/>
    <w:rsid w:val="00386DE4"/>
    <w:rsid w:val="00387EA1"/>
    <w:rsid w:val="0039072A"/>
    <w:rsid w:val="003913B1"/>
    <w:rsid w:val="00393193"/>
    <w:rsid w:val="0039360F"/>
    <w:rsid w:val="00393A15"/>
    <w:rsid w:val="0039590A"/>
    <w:rsid w:val="00396507"/>
    <w:rsid w:val="003A00B1"/>
    <w:rsid w:val="003A1BB8"/>
    <w:rsid w:val="003A2579"/>
    <w:rsid w:val="003A31B3"/>
    <w:rsid w:val="003A3C3E"/>
    <w:rsid w:val="003A41E0"/>
    <w:rsid w:val="003A482C"/>
    <w:rsid w:val="003A4B43"/>
    <w:rsid w:val="003A516F"/>
    <w:rsid w:val="003B0E2F"/>
    <w:rsid w:val="003B1DB8"/>
    <w:rsid w:val="003B235B"/>
    <w:rsid w:val="003B2AD5"/>
    <w:rsid w:val="003B35F6"/>
    <w:rsid w:val="003B4625"/>
    <w:rsid w:val="003B6EC4"/>
    <w:rsid w:val="003B7E69"/>
    <w:rsid w:val="003C068F"/>
    <w:rsid w:val="003C1B84"/>
    <w:rsid w:val="003C1DD9"/>
    <w:rsid w:val="003C20B2"/>
    <w:rsid w:val="003C2980"/>
    <w:rsid w:val="003C3020"/>
    <w:rsid w:val="003C31B4"/>
    <w:rsid w:val="003C4F20"/>
    <w:rsid w:val="003C624A"/>
    <w:rsid w:val="003C7881"/>
    <w:rsid w:val="003C7B38"/>
    <w:rsid w:val="003D02C5"/>
    <w:rsid w:val="003D0E65"/>
    <w:rsid w:val="003D1BE6"/>
    <w:rsid w:val="003D27B4"/>
    <w:rsid w:val="003D2A52"/>
    <w:rsid w:val="003D4519"/>
    <w:rsid w:val="003D5320"/>
    <w:rsid w:val="003D587F"/>
    <w:rsid w:val="003D6608"/>
    <w:rsid w:val="003D74FA"/>
    <w:rsid w:val="003E09F6"/>
    <w:rsid w:val="003E1168"/>
    <w:rsid w:val="003E1D3F"/>
    <w:rsid w:val="003E3639"/>
    <w:rsid w:val="003E3FA9"/>
    <w:rsid w:val="003E4877"/>
    <w:rsid w:val="003E48E8"/>
    <w:rsid w:val="003E4B14"/>
    <w:rsid w:val="003E616F"/>
    <w:rsid w:val="003E7968"/>
    <w:rsid w:val="003E7B1A"/>
    <w:rsid w:val="003F0BE4"/>
    <w:rsid w:val="003F34EB"/>
    <w:rsid w:val="003F535D"/>
    <w:rsid w:val="003F5C9A"/>
    <w:rsid w:val="003F6233"/>
    <w:rsid w:val="003F6FA2"/>
    <w:rsid w:val="003F702F"/>
    <w:rsid w:val="003F70BB"/>
    <w:rsid w:val="003F757A"/>
    <w:rsid w:val="003F7951"/>
    <w:rsid w:val="003F7984"/>
    <w:rsid w:val="003F7F30"/>
    <w:rsid w:val="00400EED"/>
    <w:rsid w:val="004016C4"/>
    <w:rsid w:val="004020FD"/>
    <w:rsid w:val="00403029"/>
    <w:rsid w:val="00403668"/>
    <w:rsid w:val="00404FAD"/>
    <w:rsid w:val="00404FE8"/>
    <w:rsid w:val="0040634C"/>
    <w:rsid w:val="00406FE2"/>
    <w:rsid w:val="00412902"/>
    <w:rsid w:val="00412E4A"/>
    <w:rsid w:val="0041309B"/>
    <w:rsid w:val="00413A42"/>
    <w:rsid w:val="00414503"/>
    <w:rsid w:val="00414B62"/>
    <w:rsid w:val="00415AA6"/>
    <w:rsid w:val="00415B79"/>
    <w:rsid w:val="004168A3"/>
    <w:rsid w:val="00416F8E"/>
    <w:rsid w:val="00421EC9"/>
    <w:rsid w:val="00421F42"/>
    <w:rsid w:val="0042267E"/>
    <w:rsid w:val="00422C67"/>
    <w:rsid w:val="00422E35"/>
    <w:rsid w:val="004234E5"/>
    <w:rsid w:val="00423E30"/>
    <w:rsid w:val="00424487"/>
    <w:rsid w:val="00424F67"/>
    <w:rsid w:val="004256DC"/>
    <w:rsid w:val="00425DAE"/>
    <w:rsid w:val="0042737F"/>
    <w:rsid w:val="00427A1F"/>
    <w:rsid w:val="00427D87"/>
    <w:rsid w:val="00430601"/>
    <w:rsid w:val="004314CF"/>
    <w:rsid w:val="00431969"/>
    <w:rsid w:val="004322DA"/>
    <w:rsid w:val="004323F3"/>
    <w:rsid w:val="00432BDE"/>
    <w:rsid w:val="00432F92"/>
    <w:rsid w:val="0043511A"/>
    <w:rsid w:val="004421FC"/>
    <w:rsid w:val="004428F7"/>
    <w:rsid w:val="00442A1D"/>
    <w:rsid w:val="00442F1F"/>
    <w:rsid w:val="00443405"/>
    <w:rsid w:val="00443568"/>
    <w:rsid w:val="004435DA"/>
    <w:rsid w:val="004443DA"/>
    <w:rsid w:val="00444733"/>
    <w:rsid w:val="00444B50"/>
    <w:rsid w:val="00445A9D"/>
    <w:rsid w:val="00445DEE"/>
    <w:rsid w:val="00445F78"/>
    <w:rsid w:val="004473DC"/>
    <w:rsid w:val="00447914"/>
    <w:rsid w:val="0045151D"/>
    <w:rsid w:val="0045188C"/>
    <w:rsid w:val="00452644"/>
    <w:rsid w:val="004554EC"/>
    <w:rsid w:val="00455686"/>
    <w:rsid w:val="00455F27"/>
    <w:rsid w:val="00456ACE"/>
    <w:rsid w:val="0045783F"/>
    <w:rsid w:val="0046084F"/>
    <w:rsid w:val="00460865"/>
    <w:rsid w:val="00461E9B"/>
    <w:rsid w:val="00463E34"/>
    <w:rsid w:val="00465AFF"/>
    <w:rsid w:val="00465C4A"/>
    <w:rsid w:val="0046697A"/>
    <w:rsid w:val="00474794"/>
    <w:rsid w:val="0047678C"/>
    <w:rsid w:val="00476EA1"/>
    <w:rsid w:val="004805BE"/>
    <w:rsid w:val="0048173D"/>
    <w:rsid w:val="00481785"/>
    <w:rsid w:val="00481D1D"/>
    <w:rsid w:val="004822D1"/>
    <w:rsid w:val="00483A34"/>
    <w:rsid w:val="0048484F"/>
    <w:rsid w:val="00485814"/>
    <w:rsid w:val="00486AD0"/>
    <w:rsid w:val="004874E5"/>
    <w:rsid w:val="0049027F"/>
    <w:rsid w:val="00490E05"/>
    <w:rsid w:val="00492C69"/>
    <w:rsid w:val="00492D2E"/>
    <w:rsid w:val="0049363E"/>
    <w:rsid w:val="00493D98"/>
    <w:rsid w:val="004943DB"/>
    <w:rsid w:val="0049585F"/>
    <w:rsid w:val="00497AF2"/>
    <w:rsid w:val="00497C4F"/>
    <w:rsid w:val="004A05ED"/>
    <w:rsid w:val="004A074E"/>
    <w:rsid w:val="004A09B8"/>
    <w:rsid w:val="004A14D6"/>
    <w:rsid w:val="004A2CDF"/>
    <w:rsid w:val="004A2D63"/>
    <w:rsid w:val="004A2F93"/>
    <w:rsid w:val="004A326E"/>
    <w:rsid w:val="004A358D"/>
    <w:rsid w:val="004A4015"/>
    <w:rsid w:val="004A4AAC"/>
    <w:rsid w:val="004A7556"/>
    <w:rsid w:val="004A7564"/>
    <w:rsid w:val="004A7B16"/>
    <w:rsid w:val="004A7ED3"/>
    <w:rsid w:val="004B138E"/>
    <w:rsid w:val="004B2D8C"/>
    <w:rsid w:val="004B317D"/>
    <w:rsid w:val="004B3966"/>
    <w:rsid w:val="004B4196"/>
    <w:rsid w:val="004B7368"/>
    <w:rsid w:val="004B7C6E"/>
    <w:rsid w:val="004B7EEA"/>
    <w:rsid w:val="004C182D"/>
    <w:rsid w:val="004C1D1B"/>
    <w:rsid w:val="004C1D9B"/>
    <w:rsid w:val="004C4E31"/>
    <w:rsid w:val="004C6A53"/>
    <w:rsid w:val="004C71CB"/>
    <w:rsid w:val="004D1B08"/>
    <w:rsid w:val="004D257F"/>
    <w:rsid w:val="004D57DD"/>
    <w:rsid w:val="004D599F"/>
    <w:rsid w:val="004D6E60"/>
    <w:rsid w:val="004D77BB"/>
    <w:rsid w:val="004D79AC"/>
    <w:rsid w:val="004E164B"/>
    <w:rsid w:val="004E3565"/>
    <w:rsid w:val="004E4ECA"/>
    <w:rsid w:val="004E4F77"/>
    <w:rsid w:val="004E6214"/>
    <w:rsid w:val="004F04E2"/>
    <w:rsid w:val="004F0511"/>
    <w:rsid w:val="004F0C94"/>
    <w:rsid w:val="004F19E5"/>
    <w:rsid w:val="004F2684"/>
    <w:rsid w:val="004F65AF"/>
    <w:rsid w:val="004F669E"/>
    <w:rsid w:val="004F7492"/>
    <w:rsid w:val="00500A7A"/>
    <w:rsid w:val="00500F45"/>
    <w:rsid w:val="0050160A"/>
    <w:rsid w:val="005017C2"/>
    <w:rsid w:val="00501E8B"/>
    <w:rsid w:val="0050286A"/>
    <w:rsid w:val="0050330A"/>
    <w:rsid w:val="005041B8"/>
    <w:rsid w:val="00504DA9"/>
    <w:rsid w:val="00504E8E"/>
    <w:rsid w:val="0050565A"/>
    <w:rsid w:val="00505DEC"/>
    <w:rsid w:val="00506F28"/>
    <w:rsid w:val="005072D2"/>
    <w:rsid w:val="00510A19"/>
    <w:rsid w:val="00511EDE"/>
    <w:rsid w:val="00513C23"/>
    <w:rsid w:val="00513C6C"/>
    <w:rsid w:val="00515BD8"/>
    <w:rsid w:val="00517642"/>
    <w:rsid w:val="00517A71"/>
    <w:rsid w:val="00520245"/>
    <w:rsid w:val="005204D4"/>
    <w:rsid w:val="00520897"/>
    <w:rsid w:val="0052111A"/>
    <w:rsid w:val="00523BD8"/>
    <w:rsid w:val="0052422A"/>
    <w:rsid w:val="00524617"/>
    <w:rsid w:val="005248A5"/>
    <w:rsid w:val="00524B05"/>
    <w:rsid w:val="00524E81"/>
    <w:rsid w:val="00527715"/>
    <w:rsid w:val="00530EB3"/>
    <w:rsid w:val="0053318D"/>
    <w:rsid w:val="005342A0"/>
    <w:rsid w:val="0053553C"/>
    <w:rsid w:val="00536459"/>
    <w:rsid w:val="00536860"/>
    <w:rsid w:val="00536B11"/>
    <w:rsid w:val="00537EC6"/>
    <w:rsid w:val="005404D1"/>
    <w:rsid w:val="0054199F"/>
    <w:rsid w:val="00544565"/>
    <w:rsid w:val="00544A9A"/>
    <w:rsid w:val="0054530C"/>
    <w:rsid w:val="005462B9"/>
    <w:rsid w:val="00547D6C"/>
    <w:rsid w:val="00550DA4"/>
    <w:rsid w:val="00550DD7"/>
    <w:rsid w:val="00551D57"/>
    <w:rsid w:val="005522D0"/>
    <w:rsid w:val="005524AD"/>
    <w:rsid w:val="0055371E"/>
    <w:rsid w:val="00553A60"/>
    <w:rsid w:val="00554F97"/>
    <w:rsid w:val="00561343"/>
    <w:rsid w:val="00563174"/>
    <w:rsid w:val="005632AA"/>
    <w:rsid w:val="00564856"/>
    <w:rsid w:val="00566135"/>
    <w:rsid w:val="0056630F"/>
    <w:rsid w:val="00574604"/>
    <w:rsid w:val="00574B88"/>
    <w:rsid w:val="00574F7E"/>
    <w:rsid w:val="0057536F"/>
    <w:rsid w:val="00576080"/>
    <w:rsid w:val="0057620E"/>
    <w:rsid w:val="00581C9F"/>
    <w:rsid w:val="00582410"/>
    <w:rsid w:val="00583954"/>
    <w:rsid w:val="0058489D"/>
    <w:rsid w:val="00586F0B"/>
    <w:rsid w:val="00587BF1"/>
    <w:rsid w:val="005903CA"/>
    <w:rsid w:val="00590402"/>
    <w:rsid w:val="005905FB"/>
    <w:rsid w:val="005909A4"/>
    <w:rsid w:val="005910B7"/>
    <w:rsid w:val="005916CA"/>
    <w:rsid w:val="0059295B"/>
    <w:rsid w:val="005929DB"/>
    <w:rsid w:val="00593366"/>
    <w:rsid w:val="00593956"/>
    <w:rsid w:val="00594E13"/>
    <w:rsid w:val="00594E95"/>
    <w:rsid w:val="00597B45"/>
    <w:rsid w:val="005A1602"/>
    <w:rsid w:val="005A1C2C"/>
    <w:rsid w:val="005A2BA2"/>
    <w:rsid w:val="005A3923"/>
    <w:rsid w:val="005A3AAE"/>
    <w:rsid w:val="005A3E03"/>
    <w:rsid w:val="005A45D1"/>
    <w:rsid w:val="005A48A7"/>
    <w:rsid w:val="005A48C3"/>
    <w:rsid w:val="005A4F75"/>
    <w:rsid w:val="005A51C0"/>
    <w:rsid w:val="005A60E2"/>
    <w:rsid w:val="005A65C4"/>
    <w:rsid w:val="005A68CE"/>
    <w:rsid w:val="005B0848"/>
    <w:rsid w:val="005B19D9"/>
    <w:rsid w:val="005B25E2"/>
    <w:rsid w:val="005B3CE5"/>
    <w:rsid w:val="005B41EA"/>
    <w:rsid w:val="005B64C4"/>
    <w:rsid w:val="005B6827"/>
    <w:rsid w:val="005B6F3D"/>
    <w:rsid w:val="005B7686"/>
    <w:rsid w:val="005C0106"/>
    <w:rsid w:val="005C0939"/>
    <w:rsid w:val="005C1ECA"/>
    <w:rsid w:val="005C3584"/>
    <w:rsid w:val="005C3D1C"/>
    <w:rsid w:val="005C5E7C"/>
    <w:rsid w:val="005D0C1D"/>
    <w:rsid w:val="005D2379"/>
    <w:rsid w:val="005D24F3"/>
    <w:rsid w:val="005D2F32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4AA5"/>
    <w:rsid w:val="005E5130"/>
    <w:rsid w:val="005E55CD"/>
    <w:rsid w:val="005E5988"/>
    <w:rsid w:val="005E63A2"/>
    <w:rsid w:val="005F0196"/>
    <w:rsid w:val="005F0554"/>
    <w:rsid w:val="005F098B"/>
    <w:rsid w:val="005F1B2D"/>
    <w:rsid w:val="005F218E"/>
    <w:rsid w:val="005F29B9"/>
    <w:rsid w:val="005F29E2"/>
    <w:rsid w:val="005F621C"/>
    <w:rsid w:val="00601801"/>
    <w:rsid w:val="00601C6D"/>
    <w:rsid w:val="00601EE7"/>
    <w:rsid w:val="006028F3"/>
    <w:rsid w:val="00603265"/>
    <w:rsid w:val="00603B58"/>
    <w:rsid w:val="00603CF4"/>
    <w:rsid w:val="0060410B"/>
    <w:rsid w:val="0060438E"/>
    <w:rsid w:val="00605FCD"/>
    <w:rsid w:val="0060686E"/>
    <w:rsid w:val="006072A7"/>
    <w:rsid w:val="00607473"/>
    <w:rsid w:val="00607A2F"/>
    <w:rsid w:val="006103AF"/>
    <w:rsid w:val="00610F42"/>
    <w:rsid w:val="00611F48"/>
    <w:rsid w:val="00612E87"/>
    <w:rsid w:val="0061388A"/>
    <w:rsid w:val="00615215"/>
    <w:rsid w:val="00615A5E"/>
    <w:rsid w:val="00616B34"/>
    <w:rsid w:val="00616F67"/>
    <w:rsid w:val="00620A73"/>
    <w:rsid w:val="00620BE2"/>
    <w:rsid w:val="006225C6"/>
    <w:rsid w:val="0062263A"/>
    <w:rsid w:val="00622675"/>
    <w:rsid w:val="00623062"/>
    <w:rsid w:val="006232D6"/>
    <w:rsid w:val="00623EF9"/>
    <w:rsid w:val="006259EA"/>
    <w:rsid w:val="00627D7A"/>
    <w:rsid w:val="006304F0"/>
    <w:rsid w:val="00630671"/>
    <w:rsid w:val="00631371"/>
    <w:rsid w:val="006318F0"/>
    <w:rsid w:val="0063244E"/>
    <w:rsid w:val="00633B0D"/>
    <w:rsid w:val="00633C1C"/>
    <w:rsid w:val="00633DDC"/>
    <w:rsid w:val="00633F12"/>
    <w:rsid w:val="0063490F"/>
    <w:rsid w:val="00635BBD"/>
    <w:rsid w:val="00636012"/>
    <w:rsid w:val="0063601C"/>
    <w:rsid w:val="006360E0"/>
    <w:rsid w:val="006367FF"/>
    <w:rsid w:val="00637B92"/>
    <w:rsid w:val="006403B8"/>
    <w:rsid w:val="00640450"/>
    <w:rsid w:val="0064059D"/>
    <w:rsid w:val="0064088E"/>
    <w:rsid w:val="00640AA7"/>
    <w:rsid w:val="00640B49"/>
    <w:rsid w:val="0064305A"/>
    <w:rsid w:val="006443D5"/>
    <w:rsid w:val="0064478D"/>
    <w:rsid w:val="006449B3"/>
    <w:rsid w:val="006508FF"/>
    <w:rsid w:val="00651A3D"/>
    <w:rsid w:val="006523CA"/>
    <w:rsid w:val="00652E6E"/>
    <w:rsid w:val="00654F73"/>
    <w:rsid w:val="006565AB"/>
    <w:rsid w:val="00660935"/>
    <w:rsid w:val="0066192B"/>
    <w:rsid w:val="00661D32"/>
    <w:rsid w:val="006642D1"/>
    <w:rsid w:val="00664407"/>
    <w:rsid w:val="0066515C"/>
    <w:rsid w:val="0066523F"/>
    <w:rsid w:val="00665246"/>
    <w:rsid w:val="006653B5"/>
    <w:rsid w:val="006661D5"/>
    <w:rsid w:val="00667AE2"/>
    <w:rsid w:val="0067001D"/>
    <w:rsid w:val="00670081"/>
    <w:rsid w:val="00670134"/>
    <w:rsid w:val="006727A9"/>
    <w:rsid w:val="00676876"/>
    <w:rsid w:val="00677BBE"/>
    <w:rsid w:val="00677C31"/>
    <w:rsid w:val="00680E23"/>
    <w:rsid w:val="00681EC7"/>
    <w:rsid w:val="00682AF4"/>
    <w:rsid w:val="00682E75"/>
    <w:rsid w:val="006838FD"/>
    <w:rsid w:val="00683923"/>
    <w:rsid w:val="006848B2"/>
    <w:rsid w:val="006849A3"/>
    <w:rsid w:val="006933DC"/>
    <w:rsid w:val="00694778"/>
    <w:rsid w:val="00694E55"/>
    <w:rsid w:val="006956C5"/>
    <w:rsid w:val="00696330"/>
    <w:rsid w:val="00697038"/>
    <w:rsid w:val="00697AE4"/>
    <w:rsid w:val="006A0705"/>
    <w:rsid w:val="006A0825"/>
    <w:rsid w:val="006A11A6"/>
    <w:rsid w:val="006A22DE"/>
    <w:rsid w:val="006A2675"/>
    <w:rsid w:val="006A383E"/>
    <w:rsid w:val="006A4687"/>
    <w:rsid w:val="006A491B"/>
    <w:rsid w:val="006A4CC6"/>
    <w:rsid w:val="006A54D8"/>
    <w:rsid w:val="006A5CA7"/>
    <w:rsid w:val="006A758F"/>
    <w:rsid w:val="006B02E1"/>
    <w:rsid w:val="006B12B5"/>
    <w:rsid w:val="006B3BA8"/>
    <w:rsid w:val="006B4C5C"/>
    <w:rsid w:val="006B510B"/>
    <w:rsid w:val="006B5163"/>
    <w:rsid w:val="006C1378"/>
    <w:rsid w:val="006C1522"/>
    <w:rsid w:val="006C188A"/>
    <w:rsid w:val="006C231E"/>
    <w:rsid w:val="006C24AF"/>
    <w:rsid w:val="006C2BE6"/>
    <w:rsid w:val="006C34C7"/>
    <w:rsid w:val="006C4D7A"/>
    <w:rsid w:val="006C52C0"/>
    <w:rsid w:val="006C564D"/>
    <w:rsid w:val="006C5998"/>
    <w:rsid w:val="006C5AFF"/>
    <w:rsid w:val="006C5E58"/>
    <w:rsid w:val="006D0871"/>
    <w:rsid w:val="006D124C"/>
    <w:rsid w:val="006D1BAE"/>
    <w:rsid w:val="006D28E2"/>
    <w:rsid w:val="006D32A9"/>
    <w:rsid w:val="006D445F"/>
    <w:rsid w:val="006D6261"/>
    <w:rsid w:val="006D693E"/>
    <w:rsid w:val="006D69C1"/>
    <w:rsid w:val="006E06FD"/>
    <w:rsid w:val="006E413D"/>
    <w:rsid w:val="006E4E86"/>
    <w:rsid w:val="006E5177"/>
    <w:rsid w:val="006E5280"/>
    <w:rsid w:val="006E545C"/>
    <w:rsid w:val="006E54E4"/>
    <w:rsid w:val="006E5992"/>
    <w:rsid w:val="006E725A"/>
    <w:rsid w:val="006F091F"/>
    <w:rsid w:val="006F1736"/>
    <w:rsid w:val="006F1807"/>
    <w:rsid w:val="006F1A99"/>
    <w:rsid w:val="006F2E56"/>
    <w:rsid w:val="006F31CF"/>
    <w:rsid w:val="006F3725"/>
    <w:rsid w:val="006F4880"/>
    <w:rsid w:val="006F4C11"/>
    <w:rsid w:val="006F4E1D"/>
    <w:rsid w:val="006F7D51"/>
    <w:rsid w:val="00700F6F"/>
    <w:rsid w:val="007026D3"/>
    <w:rsid w:val="00702784"/>
    <w:rsid w:val="00702A12"/>
    <w:rsid w:val="00702E00"/>
    <w:rsid w:val="00704BA2"/>
    <w:rsid w:val="00704EB2"/>
    <w:rsid w:val="007065B8"/>
    <w:rsid w:val="00706BFC"/>
    <w:rsid w:val="00706D0A"/>
    <w:rsid w:val="00710184"/>
    <w:rsid w:val="00710764"/>
    <w:rsid w:val="00711AF0"/>
    <w:rsid w:val="007124D2"/>
    <w:rsid w:val="00712C76"/>
    <w:rsid w:val="00712F12"/>
    <w:rsid w:val="007130A1"/>
    <w:rsid w:val="00713B4F"/>
    <w:rsid w:val="00713DD6"/>
    <w:rsid w:val="00715640"/>
    <w:rsid w:val="00715BD8"/>
    <w:rsid w:val="007209C9"/>
    <w:rsid w:val="00722941"/>
    <w:rsid w:val="00722A7C"/>
    <w:rsid w:val="0072410C"/>
    <w:rsid w:val="00724158"/>
    <w:rsid w:val="0072466C"/>
    <w:rsid w:val="00724DFF"/>
    <w:rsid w:val="00725141"/>
    <w:rsid w:val="00725260"/>
    <w:rsid w:val="00725C00"/>
    <w:rsid w:val="00725ECD"/>
    <w:rsid w:val="007265BE"/>
    <w:rsid w:val="00727040"/>
    <w:rsid w:val="007275C1"/>
    <w:rsid w:val="00727685"/>
    <w:rsid w:val="00727A1E"/>
    <w:rsid w:val="007304C8"/>
    <w:rsid w:val="00730E78"/>
    <w:rsid w:val="00730ED6"/>
    <w:rsid w:val="007318ED"/>
    <w:rsid w:val="00731EC5"/>
    <w:rsid w:val="007338EE"/>
    <w:rsid w:val="00734032"/>
    <w:rsid w:val="00734B11"/>
    <w:rsid w:val="0073627A"/>
    <w:rsid w:val="007367B1"/>
    <w:rsid w:val="00741001"/>
    <w:rsid w:val="007424F5"/>
    <w:rsid w:val="007438F6"/>
    <w:rsid w:val="00744AF9"/>
    <w:rsid w:val="007451D9"/>
    <w:rsid w:val="007456E5"/>
    <w:rsid w:val="00745A0E"/>
    <w:rsid w:val="00745D46"/>
    <w:rsid w:val="0074616E"/>
    <w:rsid w:val="00746865"/>
    <w:rsid w:val="00746A81"/>
    <w:rsid w:val="00746AA0"/>
    <w:rsid w:val="00747381"/>
    <w:rsid w:val="0075152E"/>
    <w:rsid w:val="00751F5F"/>
    <w:rsid w:val="00751FB3"/>
    <w:rsid w:val="00752CE2"/>
    <w:rsid w:val="00753A01"/>
    <w:rsid w:val="00753FFB"/>
    <w:rsid w:val="00754115"/>
    <w:rsid w:val="00754CC1"/>
    <w:rsid w:val="007557CF"/>
    <w:rsid w:val="00756906"/>
    <w:rsid w:val="007570BC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EFB"/>
    <w:rsid w:val="00764F4B"/>
    <w:rsid w:val="00765081"/>
    <w:rsid w:val="00765174"/>
    <w:rsid w:val="00766545"/>
    <w:rsid w:val="0076655F"/>
    <w:rsid w:val="00766E07"/>
    <w:rsid w:val="00771150"/>
    <w:rsid w:val="0077115F"/>
    <w:rsid w:val="0077430C"/>
    <w:rsid w:val="0077440D"/>
    <w:rsid w:val="00775395"/>
    <w:rsid w:val="00776471"/>
    <w:rsid w:val="007775CC"/>
    <w:rsid w:val="00777B6F"/>
    <w:rsid w:val="0078052A"/>
    <w:rsid w:val="0078334D"/>
    <w:rsid w:val="00784217"/>
    <w:rsid w:val="00784288"/>
    <w:rsid w:val="00784CAC"/>
    <w:rsid w:val="00785091"/>
    <w:rsid w:val="00785479"/>
    <w:rsid w:val="007863B1"/>
    <w:rsid w:val="00786C02"/>
    <w:rsid w:val="00787E18"/>
    <w:rsid w:val="00790144"/>
    <w:rsid w:val="00790B96"/>
    <w:rsid w:val="0079106E"/>
    <w:rsid w:val="007912B5"/>
    <w:rsid w:val="00792E5F"/>
    <w:rsid w:val="0079342F"/>
    <w:rsid w:val="00793FAF"/>
    <w:rsid w:val="0079446C"/>
    <w:rsid w:val="007957DF"/>
    <w:rsid w:val="0079702A"/>
    <w:rsid w:val="007977FA"/>
    <w:rsid w:val="00797911"/>
    <w:rsid w:val="007A0E08"/>
    <w:rsid w:val="007A2202"/>
    <w:rsid w:val="007A272D"/>
    <w:rsid w:val="007A27A1"/>
    <w:rsid w:val="007A355D"/>
    <w:rsid w:val="007A4414"/>
    <w:rsid w:val="007A4C29"/>
    <w:rsid w:val="007A51F7"/>
    <w:rsid w:val="007A59BE"/>
    <w:rsid w:val="007A5AF6"/>
    <w:rsid w:val="007A6765"/>
    <w:rsid w:val="007B05D3"/>
    <w:rsid w:val="007B06FC"/>
    <w:rsid w:val="007B1D8B"/>
    <w:rsid w:val="007B2F97"/>
    <w:rsid w:val="007B3B83"/>
    <w:rsid w:val="007B512B"/>
    <w:rsid w:val="007B601F"/>
    <w:rsid w:val="007B7C76"/>
    <w:rsid w:val="007C0B10"/>
    <w:rsid w:val="007C208E"/>
    <w:rsid w:val="007C274A"/>
    <w:rsid w:val="007C2CC6"/>
    <w:rsid w:val="007C51E2"/>
    <w:rsid w:val="007C5E62"/>
    <w:rsid w:val="007C65F8"/>
    <w:rsid w:val="007C6763"/>
    <w:rsid w:val="007C70F4"/>
    <w:rsid w:val="007C7CC2"/>
    <w:rsid w:val="007C7E4F"/>
    <w:rsid w:val="007D10B2"/>
    <w:rsid w:val="007D16D0"/>
    <w:rsid w:val="007D1E46"/>
    <w:rsid w:val="007D50BE"/>
    <w:rsid w:val="007D55EA"/>
    <w:rsid w:val="007D7D0F"/>
    <w:rsid w:val="007E0304"/>
    <w:rsid w:val="007E110B"/>
    <w:rsid w:val="007E112C"/>
    <w:rsid w:val="007E167E"/>
    <w:rsid w:val="007E354A"/>
    <w:rsid w:val="007E3A07"/>
    <w:rsid w:val="007E660C"/>
    <w:rsid w:val="007E695A"/>
    <w:rsid w:val="007E6A4B"/>
    <w:rsid w:val="007E6C94"/>
    <w:rsid w:val="007F04D4"/>
    <w:rsid w:val="007F1C29"/>
    <w:rsid w:val="007F3C18"/>
    <w:rsid w:val="007F4AA5"/>
    <w:rsid w:val="007F6418"/>
    <w:rsid w:val="007F6640"/>
    <w:rsid w:val="007F728B"/>
    <w:rsid w:val="00801667"/>
    <w:rsid w:val="00803349"/>
    <w:rsid w:val="00804866"/>
    <w:rsid w:val="00805417"/>
    <w:rsid w:val="008057D1"/>
    <w:rsid w:val="008063F9"/>
    <w:rsid w:val="00806FBC"/>
    <w:rsid w:val="0080739D"/>
    <w:rsid w:val="00807FF5"/>
    <w:rsid w:val="00811798"/>
    <w:rsid w:val="0081191A"/>
    <w:rsid w:val="00811CD4"/>
    <w:rsid w:val="00812289"/>
    <w:rsid w:val="0081243E"/>
    <w:rsid w:val="00812FF1"/>
    <w:rsid w:val="008138CB"/>
    <w:rsid w:val="00813C1A"/>
    <w:rsid w:val="00814EA0"/>
    <w:rsid w:val="00815BC5"/>
    <w:rsid w:val="00815DEA"/>
    <w:rsid w:val="00816902"/>
    <w:rsid w:val="0081793B"/>
    <w:rsid w:val="00820BEF"/>
    <w:rsid w:val="00822990"/>
    <w:rsid w:val="00823694"/>
    <w:rsid w:val="00824B3C"/>
    <w:rsid w:val="008258BD"/>
    <w:rsid w:val="0082631F"/>
    <w:rsid w:val="008270AA"/>
    <w:rsid w:val="00827232"/>
    <w:rsid w:val="008276BF"/>
    <w:rsid w:val="008306CB"/>
    <w:rsid w:val="00831BFC"/>
    <w:rsid w:val="0083227E"/>
    <w:rsid w:val="008328DB"/>
    <w:rsid w:val="008329F3"/>
    <w:rsid w:val="0083479D"/>
    <w:rsid w:val="00834E88"/>
    <w:rsid w:val="00835412"/>
    <w:rsid w:val="008359DC"/>
    <w:rsid w:val="00836B39"/>
    <w:rsid w:val="008375A4"/>
    <w:rsid w:val="008378CC"/>
    <w:rsid w:val="008400F3"/>
    <w:rsid w:val="00840BD0"/>
    <w:rsid w:val="00840EC1"/>
    <w:rsid w:val="008418AA"/>
    <w:rsid w:val="00841FCB"/>
    <w:rsid w:val="00842F61"/>
    <w:rsid w:val="008437F0"/>
    <w:rsid w:val="0084675C"/>
    <w:rsid w:val="008476CA"/>
    <w:rsid w:val="00850AB6"/>
    <w:rsid w:val="008510D1"/>
    <w:rsid w:val="008520D0"/>
    <w:rsid w:val="008526E1"/>
    <w:rsid w:val="00853508"/>
    <w:rsid w:val="008553D2"/>
    <w:rsid w:val="00855AE4"/>
    <w:rsid w:val="00862DEA"/>
    <w:rsid w:val="008631A4"/>
    <w:rsid w:val="008635D1"/>
    <w:rsid w:val="0086455C"/>
    <w:rsid w:val="00865663"/>
    <w:rsid w:val="008670D7"/>
    <w:rsid w:val="00867BC5"/>
    <w:rsid w:val="00870775"/>
    <w:rsid w:val="008708C5"/>
    <w:rsid w:val="00870EFF"/>
    <w:rsid w:val="0087165F"/>
    <w:rsid w:val="00871EF0"/>
    <w:rsid w:val="00871F9E"/>
    <w:rsid w:val="008722B9"/>
    <w:rsid w:val="008724DA"/>
    <w:rsid w:val="00873870"/>
    <w:rsid w:val="0087395E"/>
    <w:rsid w:val="00873999"/>
    <w:rsid w:val="00873FC4"/>
    <w:rsid w:val="0087516A"/>
    <w:rsid w:val="008751A4"/>
    <w:rsid w:val="00875967"/>
    <w:rsid w:val="00876287"/>
    <w:rsid w:val="00876473"/>
    <w:rsid w:val="00877214"/>
    <w:rsid w:val="0087774E"/>
    <w:rsid w:val="0087793D"/>
    <w:rsid w:val="008811F1"/>
    <w:rsid w:val="008826CD"/>
    <w:rsid w:val="00883291"/>
    <w:rsid w:val="00884244"/>
    <w:rsid w:val="008842D5"/>
    <w:rsid w:val="0088458B"/>
    <w:rsid w:val="0088494C"/>
    <w:rsid w:val="00885832"/>
    <w:rsid w:val="00885A27"/>
    <w:rsid w:val="008869F9"/>
    <w:rsid w:val="00887D34"/>
    <w:rsid w:val="00892782"/>
    <w:rsid w:val="00893BC4"/>
    <w:rsid w:val="008943E1"/>
    <w:rsid w:val="00895A0E"/>
    <w:rsid w:val="008960DA"/>
    <w:rsid w:val="008978A7"/>
    <w:rsid w:val="00897B7C"/>
    <w:rsid w:val="008A0059"/>
    <w:rsid w:val="008A0E13"/>
    <w:rsid w:val="008A1281"/>
    <w:rsid w:val="008A15ED"/>
    <w:rsid w:val="008A2B42"/>
    <w:rsid w:val="008A2E39"/>
    <w:rsid w:val="008A34E2"/>
    <w:rsid w:val="008A6086"/>
    <w:rsid w:val="008A684D"/>
    <w:rsid w:val="008A69F7"/>
    <w:rsid w:val="008B01E2"/>
    <w:rsid w:val="008B09B8"/>
    <w:rsid w:val="008B2113"/>
    <w:rsid w:val="008B3210"/>
    <w:rsid w:val="008B4B85"/>
    <w:rsid w:val="008B4F0D"/>
    <w:rsid w:val="008B4F69"/>
    <w:rsid w:val="008B50F7"/>
    <w:rsid w:val="008B5642"/>
    <w:rsid w:val="008B6DD0"/>
    <w:rsid w:val="008B7794"/>
    <w:rsid w:val="008B79F4"/>
    <w:rsid w:val="008B7B55"/>
    <w:rsid w:val="008C0AB6"/>
    <w:rsid w:val="008C12EC"/>
    <w:rsid w:val="008C3EBD"/>
    <w:rsid w:val="008C41FF"/>
    <w:rsid w:val="008C4BC8"/>
    <w:rsid w:val="008C56D8"/>
    <w:rsid w:val="008C5A41"/>
    <w:rsid w:val="008C5A94"/>
    <w:rsid w:val="008D2581"/>
    <w:rsid w:val="008D3D24"/>
    <w:rsid w:val="008D49BD"/>
    <w:rsid w:val="008D50C6"/>
    <w:rsid w:val="008D52D8"/>
    <w:rsid w:val="008D6AB7"/>
    <w:rsid w:val="008D6B6C"/>
    <w:rsid w:val="008E2841"/>
    <w:rsid w:val="008E28E5"/>
    <w:rsid w:val="008E30BD"/>
    <w:rsid w:val="008E3C8C"/>
    <w:rsid w:val="008E6B01"/>
    <w:rsid w:val="008E6C81"/>
    <w:rsid w:val="008E7A2A"/>
    <w:rsid w:val="008F1B7B"/>
    <w:rsid w:val="008F3281"/>
    <w:rsid w:val="008F3FBB"/>
    <w:rsid w:val="008F5505"/>
    <w:rsid w:val="008F572B"/>
    <w:rsid w:val="008F6C7F"/>
    <w:rsid w:val="009017A9"/>
    <w:rsid w:val="00902967"/>
    <w:rsid w:val="00902EA2"/>
    <w:rsid w:val="00903541"/>
    <w:rsid w:val="00905AFA"/>
    <w:rsid w:val="00906D13"/>
    <w:rsid w:val="009112B8"/>
    <w:rsid w:val="00911EB7"/>
    <w:rsid w:val="009133E3"/>
    <w:rsid w:val="00914CB9"/>
    <w:rsid w:val="0091590C"/>
    <w:rsid w:val="00915C7D"/>
    <w:rsid w:val="00915DAC"/>
    <w:rsid w:val="009217EB"/>
    <w:rsid w:val="00921846"/>
    <w:rsid w:val="009224C2"/>
    <w:rsid w:val="00924813"/>
    <w:rsid w:val="00924E43"/>
    <w:rsid w:val="009251D6"/>
    <w:rsid w:val="00925E52"/>
    <w:rsid w:val="0093017A"/>
    <w:rsid w:val="00930822"/>
    <w:rsid w:val="00930892"/>
    <w:rsid w:val="00930FDB"/>
    <w:rsid w:val="00931382"/>
    <w:rsid w:val="00931C27"/>
    <w:rsid w:val="009328D3"/>
    <w:rsid w:val="00932A2C"/>
    <w:rsid w:val="009341D6"/>
    <w:rsid w:val="00935AC8"/>
    <w:rsid w:val="00936BE6"/>
    <w:rsid w:val="009404A3"/>
    <w:rsid w:val="009412F9"/>
    <w:rsid w:val="00941F28"/>
    <w:rsid w:val="0094259F"/>
    <w:rsid w:val="00942648"/>
    <w:rsid w:val="00944BD5"/>
    <w:rsid w:val="00944FB6"/>
    <w:rsid w:val="009454C0"/>
    <w:rsid w:val="00945B72"/>
    <w:rsid w:val="00950B5F"/>
    <w:rsid w:val="00950BF4"/>
    <w:rsid w:val="0095144F"/>
    <w:rsid w:val="00951ACF"/>
    <w:rsid w:val="00952929"/>
    <w:rsid w:val="009536F8"/>
    <w:rsid w:val="00953E03"/>
    <w:rsid w:val="00954482"/>
    <w:rsid w:val="00956B2A"/>
    <w:rsid w:val="00960CF2"/>
    <w:rsid w:val="0096219A"/>
    <w:rsid w:val="00962692"/>
    <w:rsid w:val="00962B0A"/>
    <w:rsid w:val="00963523"/>
    <w:rsid w:val="009642FA"/>
    <w:rsid w:val="00965336"/>
    <w:rsid w:val="009677B4"/>
    <w:rsid w:val="00967D71"/>
    <w:rsid w:val="009704B5"/>
    <w:rsid w:val="00970F8A"/>
    <w:rsid w:val="00970FF0"/>
    <w:rsid w:val="009718E1"/>
    <w:rsid w:val="009734A7"/>
    <w:rsid w:val="00973DCA"/>
    <w:rsid w:val="00974693"/>
    <w:rsid w:val="0097733B"/>
    <w:rsid w:val="00980126"/>
    <w:rsid w:val="00980F1F"/>
    <w:rsid w:val="00981255"/>
    <w:rsid w:val="009834AB"/>
    <w:rsid w:val="009835E0"/>
    <w:rsid w:val="00984AFF"/>
    <w:rsid w:val="0098597B"/>
    <w:rsid w:val="00985BD2"/>
    <w:rsid w:val="00985E2A"/>
    <w:rsid w:val="00990033"/>
    <w:rsid w:val="00990686"/>
    <w:rsid w:val="00990708"/>
    <w:rsid w:val="0099074F"/>
    <w:rsid w:val="0099075E"/>
    <w:rsid w:val="00990E0A"/>
    <w:rsid w:val="00992F50"/>
    <w:rsid w:val="00993AEA"/>
    <w:rsid w:val="00994A2E"/>
    <w:rsid w:val="00994EED"/>
    <w:rsid w:val="00995E39"/>
    <w:rsid w:val="009A0136"/>
    <w:rsid w:val="009A0241"/>
    <w:rsid w:val="009A0D08"/>
    <w:rsid w:val="009A2695"/>
    <w:rsid w:val="009A2E58"/>
    <w:rsid w:val="009A36A6"/>
    <w:rsid w:val="009A3923"/>
    <w:rsid w:val="009A3A56"/>
    <w:rsid w:val="009A67C9"/>
    <w:rsid w:val="009A6F83"/>
    <w:rsid w:val="009A75C9"/>
    <w:rsid w:val="009A776C"/>
    <w:rsid w:val="009B0531"/>
    <w:rsid w:val="009B2552"/>
    <w:rsid w:val="009B2F53"/>
    <w:rsid w:val="009B34E1"/>
    <w:rsid w:val="009B4744"/>
    <w:rsid w:val="009B4976"/>
    <w:rsid w:val="009B502C"/>
    <w:rsid w:val="009B5C7A"/>
    <w:rsid w:val="009B6199"/>
    <w:rsid w:val="009B6262"/>
    <w:rsid w:val="009B7827"/>
    <w:rsid w:val="009B7D0B"/>
    <w:rsid w:val="009C039E"/>
    <w:rsid w:val="009C1DA9"/>
    <w:rsid w:val="009C35AC"/>
    <w:rsid w:val="009C372A"/>
    <w:rsid w:val="009C3F03"/>
    <w:rsid w:val="009C4B4A"/>
    <w:rsid w:val="009C5470"/>
    <w:rsid w:val="009C62B7"/>
    <w:rsid w:val="009C6877"/>
    <w:rsid w:val="009C6DAA"/>
    <w:rsid w:val="009C74AB"/>
    <w:rsid w:val="009D0BA9"/>
    <w:rsid w:val="009D2EFB"/>
    <w:rsid w:val="009D3875"/>
    <w:rsid w:val="009D3C16"/>
    <w:rsid w:val="009D3C4D"/>
    <w:rsid w:val="009D4811"/>
    <w:rsid w:val="009D49D0"/>
    <w:rsid w:val="009D4E0E"/>
    <w:rsid w:val="009D4FE3"/>
    <w:rsid w:val="009D5451"/>
    <w:rsid w:val="009D5CA4"/>
    <w:rsid w:val="009D5E31"/>
    <w:rsid w:val="009D620C"/>
    <w:rsid w:val="009D78A9"/>
    <w:rsid w:val="009E011D"/>
    <w:rsid w:val="009E0774"/>
    <w:rsid w:val="009E0901"/>
    <w:rsid w:val="009E1773"/>
    <w:rsid w:val="009E1814"/>
    <w:rsid w:val="009E28E7"/>
    <w:rsid w:val="009E3726"/>
    <w:rsid w:val="009E5768"/>
    <w:rsid w:val="009F0A6B"/>
    <w:rsid w:val="009F0CA4"/>
    <w:rsid w:val="009F1E46"/>
    <w:rsid w:val="009F42BF"/>
    <w:rsid w:val="009F5106"/>
    <w:rsid w:val="009F5A75"/>
    <w:rsid w:val="009F602C"/>
    <w:rsid w:val="009F60DC"/>
    <w:rsid w:val="009F65DE"/>
    <w:rsid w:val="00A00C9D"/>
    <w:rsid w:val="00A01401"/>
    <w:rsid w:val="00A02092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329B"/>
    <w:rsid w:val="00A134BC"/>
    <w:rsid w:val="00A13CC8"/>
    <w:rsid w:val="00A143D6"/>
    <w:rsid w:val="00A14629"/>
    <w:rsid w:val="00A15846"/>
    <w:rsid w:val="00A15EFD"/>
    <w:rsid w:val="00A161F6"/>
    <w:rsid w:val="00A16343"/>
    <w:rsid w:val="00A1648D"/>
    <w:rsid w:val="00A16767"/>
    <w:rsid w:val="00A2098C"/>
    <w:rsid w:val="00A222D2"/>
    <w:rsid w:val="00A2230A"/>
    <w:rsid w:val="00A23230"/>
    <w:rsid w:val="00A2428B"/>
    <w:rsid w:val="00A245D8"/>
    <w:rsid w:val="00A253A7"/>
    <w:rsid w:val="00A27771"/>
    <w:rsid w:val="00A30CF6"/>
    <w:rsid w:val="00A329C9"/>
    <w:rsid w:val="00A330CB"/>
    <w:rsid w:val="00A331F7"/>
    <w:rsid w:val="00A34967"/>
    <w:rsid w:val="00A34BA4"/>
    <w:rsid w:val="00A35815"/>
    <w:rsid w:val="00A35ABF"/>
    <w:rsid w:val="00A368D0"/>
    <w:rsid w:val="00A401E8"/>
    <w:rsid w:val="00A40561"/>
    <w:rsid w:val="00A41613"/>
    <w:rsid w:val="00A42701"/>
    <w:rsid w:val="00A42997"/>
    <w:rsid w:val="00A43259"/>
    <w:rsid w:val="00A433BC"/>
    <w:rsid w:val="00A43741"/>
    <w:rsid w:val="00A43B52"/>
    <w:rsid w:val="00A441DF"/>
    <w:rsid w:val="00A4494A"/>
    <w:rsid w:val="00A44CAF"/>
    <w:rsid w:val="00A45A68"/>
    <w:rsid w:val="00A4630F"/>
    <w:rsid w:val="00A46DAD"/>
    <w:rsid w:val="00A47613"/>
    <w:rsid w:val="00A5089F"/>
    <w:rsid w:val="00A51DAF"/>
    <w:rsid w:val="00A533D3"/>
    <w:rsid w:val="00A536D4"/>
    <w:rsid w:val="00A54AEF"/>
    <w:rsid w:val="00A55B62"/>
    <w:rsid w:val="00A56D66"/>
    <w:rsid w:val="00A609FC"/>
    <w:rsid w:val="00A62403"/>
    <w:rsid w:val="00A62C87"/>
    <w:rsid w:val="00A652C0"/>
    <w:rsid w:val="00A67CF6"/>
    <w:rsid w:val="00A71007"/>
    <w:rsid w:val="00A7131B"/>
    <w:rsid w:val="00A7201A"/>
    <w:rsid w:val="00A72DE6"/>
    <w:rsid w:val="00A73836"/>
    <w:rsid w:val="00A738E9"/>
    <w:rsid w:val="00A74AC4"/>
    <w:rsid w:val="00A75FD9"/>
    <w:rsid w:val="00A7631C"/>
    <w:rsid w:val="00A80302"/>
    <w:rsid w:val="00A834BC"/>
    <w:rsid w:val="00A83E42"/>
    <w:rsid w:val="00A84004"/>
    <w:rsid w:val="00A84221"/>
    <w:rsid w:val="00A85B13"/>
    <w:rsid w:val="00A85EE1"/>
    <w:rsid w:val="00A90952"/>
    <w:rsid w:val="00A91196"/>
    <w:rsid w:val="00A9169D"/>
    <w:rsid w:val="00A924AF"/>
    <w:rsid w:val="00A946CB"/>
    <w:rsid w:val="00A94BA9"/>
    <w:rsid w:val="00A96FF7"/>
    <w:rsid w:val="00A97000"/>
    <w:rsid w:val="00AA0474"/>
    <w:rsid w:val="00AA15CF"/>
    <w:rsid w:val="00AA1686"/>
    <w:rsid w:val="00AA17FB"/>
    <w:rsid w:val="00AA1DE1"/>
    <w:rsid w:val="00AA224D"/>
    <w:rsid w:val="00AA40F8"/>
    <w:rsid w:val="00AA4325"/>
    <w:rsid w:val="00AA5DE4"/>
    <w:rsid w:val="00AA628A"/>
    <w:rsid w:val="00AA7A68"/>
    <w:rsid w:val="00AB064F"/>
    <w:rsid w:val="00AB20A5"/>
    <w:rsid w:val="00AB3F8D"/>
    <w:rsid w:val="00AB4CD8"/>
    <w:rsid w:val="00AB532A"/>
    <w:rsid w:val="00AB5D29"/>
    <w:rsid w:val="00AB72E7"/>
    <w:rsid w:val="00AB7697"/>
    <w:rsid w:val="00AC0B7E"/>
    <w:rsid w:val="00AC17F7"/>
    <w:rsid w:val="00AC405E"/>
    <w:rsid w:val="00AC436F"/>
    <w:rsid w:val="00AC4D5F"/>
    <w:rsid w:val="00AC59B5"/>
    <w:rsid w:val="00AC7840"/>
    <w:rsid w:val="00AC7D8C"/>
    <w:rsid w:val="00AD030C"/>
    <w:rsid w:val="00AD1535"/>
    <w:rsid w:val="00AD25C9"/>
    <w:rsid w:val="00AD2753"/>
    <w:rsid w:val="00AD2775"/>
    <w:rsid w:val="00AD299E"/>
    <w:rsid w:val="00AD2AFE"/>
    <w:rsid w:val="00AE10AF"/>
    <w:rsid w:val="00AE567E"/>
    <w:rsid w:val="00AE5A48"/>
    <w:rsid w:val="00AE6600"/>
    <w:rsid w:val="00AF10D4"/>
    <w:rsid w:val="00AF140D"/>
    <w:rsid w:val="00AF334D"/>
    <w:rsid w:val="00AF468C"/>
    <w:rsid w:val="00AF4C55"/>
    <w:rsid w:val="00AF5011"/>
    <w:rsid w:val="00AF563B"/>
    <w:rsid w:val="00AF597A"/>
    <w:rsid w:val="00AF59E7"/>
    <w:rsid w:val="00AF61BA"/>
    <w:rsid w:val="00AF62C8"/>
    <w:rsid w:val="00AF64EC"/>
    <w:rsid w:val="00B005E3"/>
    <w:rsid w:val="00B00E3E"/>
    <w:rsid w:val="00B023FE"/>
    <w:rsid w:val="00B0312D"/>
    <w:rsid w:val="00B05DD8"/>
    <w:rsid w:val="00B07406"/>
    <w:rsid w:val="00B10CF7"/>
    <w:rsid w:val="00B11C23"/>
    <w:rsid w:val="00B133E5"/>
    <w:rsid w:val="00B14582"/>
    <w:rsid w:val="00B14625"/>
    <w:rsid w:val="00B15329"/>
    <w:rsid w:val="00B17378"/>
    <w:rsid w:val="00B17AEA"/>
    <w:rsid w:val="00B202B4"/>
    <w:rsid w:val="00B223FB"/>
    <w:rsid w:val="00B22792"/>
    <w:rsid w:val="00B22C7B"/>
    <w:rsid w:val="00B22CAD"/>
    <w:rsid w:val="00B23D0E"/>
    <w:rsid w:val="00B24497"/>
    <w:rsid w:val="00B25207"/>
    <w:rsid w:val="00B2624A"/>
    <w:rsid w:val="00B277AE"/>
    <w:rsid w:val="00B3061A"/>
    <w:rsid w:val="00B306C4"/>
    <w:rsid w:val="00B32F3A"/>
    <w:rsid w:val="00B33A62"/>
    <w:rsid w:val="00B33B02"/>
    <w:rsid w:val="00B33BE7"/>
    <w:rsid w:val="00B33C14"/>
    <w:rsid w:val="00B33C6C"/>
    <w:rsid w:val="00B34039"/>
    <w:rsid w:val="00B34509"/>
    <w:rsid w:val="00B34A6D"/>
    <w:rsid w:val="00B35334"/>
    <w:rsid w:val="00B35598"/>
    <w:rsid w:val="00B36D58"/>
    <w:rsid w:val="00B3704D"/>
    <w:rsid w:val="00B41556"/>
    <w:rsid w:val="00B417EB"/>
    <w:rsid w:val="00B4287C"/>
    <w:rsid w:val="00B4293D"/>
    <w:rsid w:val="00B42A04"/>
    <w:rsid w:val="00B430C2"/>
    <w:rsid w:val="00B4415F"/>
    <w:rsid w:val="00B468EB"/>
    <w:rsid w:val="00B47C61"/>
    <w:rsid w:val="00B50768"/>
    <w:rsid w:val="00B518C2"/>
    <w:rsid w:val="00B51936"/>
    <w:rsid w:val="00B52390"/>
    <w:rsid w:val="00B525CD"/>
    <w:rsid w:val="00B52D71"/>
    <w:rsid w:val="00B54D59"/>
    <w:rsid w:val="00B55BD9"/>
    <w:rsid w:val="00B55E89"/>
    <w:rsid w:val="00B62C98"/>
    <w:rsid w:val="00B62F8D"/>
    <w:rsid w:val="00B64674"/>
    <w:rsid w:val="00B6504A"/>
    <w:rsid w:val="00B65402"/>
    <w:rsid w:val="00B66076"/>
    <w:rsid w:val="00B66640"/>
    <w:rsid w:val="00B66F7F"/>
    <w:rsid w:val="00B67051"/>
    <w:rsid w:val="00B67E84"/>
    <w:rsid w:val="00B7062B"/>
    <w:rsid w:val="00B70F8D"/>
    <w:rsid w:val="00B721E4"/>
    <w:rsid w:val="00B72A22"/>
    <w:rsid w:val="00B735D6"/>
    <w:rsid w:val="00B74FEA"/>
    <w:rsid w:val="00B769F0"/>
    <w:rsid w:val="00B77511"/>
    <w:rsid w:val="00B77F0E"/>
    <w:rsid w:val="00B80433"/>
    <w:rsid w:val="00B8075F"/>
    <w:rsid w:val="00B807AB"/>
    <w:rsid w:val="00B80871"/>
    <w:rsid w:val="00B809DB"/>
    <w:rsid w:val="00B8261C"/>
    <w:rsid w:val="00B82AB9"/>
    <w:rsid w:val="00B82EA7"/>
    <w:rsid w:val="00B845F6"/>
    <w:rsid w:val="00B84EB1"/>
    <w:rsid w:val="00B85BD9"/>
    <w:rsid w:val="00B85F88"/>
    <w:rsid w:val="00B9157C"/>
    <w:rsid w:val="00B9281C"/>
    <w:rsid w:val="00B92E19"/>
    <w:rsid w:val="00B935EA"/>
    <w:rsid w:val="00B95E0E"/>
    <w:rsid w:val="00B96481"/>
    <w:rsid w:val="00B967B8"/>
    <w:rsid w:val="00B96820"/>
    <w:rsid w:val="00B97257"/>
    <w:rsid w:val="00B978AE"/>
    <w:rsid w:val="00B97D4A"/>
    <w:rsid w:val="00BA10AB"/>
    <w:rsid w:val="00BA134C"/>
    <w:rsid w:val="00BA1BE1"/>
    <w:rsid w:val="00BA2FF0"/>
    <w:rsid w:val="00BA3779"/>
    <w:rsid w:val="00BA41E8"/>
    <w:rsid w:val="00BA5D63"/>
    <w:rsid w:val="00BA6FF6"/>
    <w:rsid w:val="00BA7627"/>
    <w:rsid w:val="00BB1D71"/>
    <w:rsid w:val="00BB3305"/>
    <w:rsid w:val="00BB376E"/>
    <w:rsid w:val="00BB4095"/>
    <w:rsid w:val="00BB4BD4"/>
    <w:rsid w:val="00BB5668"/>
    <w:rsid w:val="00BB56E3"/>
    <w:rsid w:val="00BB59A5"/>
    <w:rsid w:val="00BB5AC7"/>
    <w:rsid w:val="00BB611D"/>
    <w:rsid w:val="00BB6865"/>
    <w:rsid w:val="00BB6C06"/>
    <w:rsid w:val="00BB6F32"/>
    <w:rsid w:val="00BB784E"/>
    <w:rsid w:val="00BC0D6D"/>
    <w:rsid w:val="00BC171D"/>
    <w:rsid w:val="00BC26E6"/>
    <w:rsid w:val="00BC453E"/>
    <w:rsid w:val="00BC4A7D"/>
    <w:rsid w:val="00BC66F7"/>
    <w:rsid w:val="00BC687F"/>
    <w:rsid w:val="00BC6DB4"/>
    <w:rsid w:val="00BD1489"/>
    <w:rsid w:val="00BD2DDA"/>
    <w:rsid w:val="00BD53E5"/>
    <w:rsid w:val="00BD599C"/>
    <w:rsid w:val="00BD6A6F"/>
    <w:rsid w:val="00BD73A3"/>
    <w:rsid w:val="00BD7691"/>
    <w:rsid w:val="00BE12F0"/>
    <w:rsid w:val="00BE135C"/>
    <w:rsid w:val="00BE2049"/>
    <w:rsid w:val="00BE29FC"/>
    <w:rsid w:val="00BE2ECC"/>
    <w:rsid w:val="00BE3618"/>
    <w:rsid w:val="00BE36CB"/>
    <w:rsid w:val="00BE6078"/>
    <w:rsid w:val="00BE7C9C"/>
    <w:rsid w:val="00BF0F54"/>
    <w:rsid w:val="00BF1516"/>
    <w:rsid w:val="00BF199D"/>
    <w:rsid w:val="00BF1AE5"/>
    <w:rsid w:val="00BF1B11"/>
    <w:rsid w:val="00BF1D14"/>
    <w:rsid w:val="00BF22EF"/>
    <w:rsid w:val="00BF3A64"/>
    <w:rsid w:val="00BF4969"/>
    <w:rsid w:val="00BF525D"/>
    <w:rsid w:val="00BF5BE9"/>
    <w:rsid w:val="00BF5C77"/>
    <w:rsid w:val="00BF620A"/>
    <w:rsid w:val="00BF78D8"/>
    <w:rsid w:val="00BF7CFD"/>
    <w:rsid w:val="00C01334"/>
    <w:rsid w:val="00C03A04"/>
    <w:rsid w:val="00C04981"/>
    <w:rsid w:val="00C05EEF"/>
    <w:rsid w:val="00C0717E"/>
    <w:rsid w:val="00C11A67"/>
    <w:rsid w:val="00C127DB"/>
    <w:rsid w:val="00C133F9"/>
    <w:rsid w:val="00C150B0"/>
    <w:rsid w:val="00C154FA"/>
    <w:rsid w:val="00C176DF"/>
    <w:rsid w:val="00C17B6F"/>
    <w:rsid w:val="00C20879"/>
    <w:rsid w:val="00C21097"/>
    <w:rsid w:val="00C22803"/>
    <w:rsid w:val="00C23111"/>
    <w:rsid w:val="00C236EB"/>
    <w:rsid w:val="00C236F2"/>
    <w:rsid w:val="00C24243"/>
    <w:rsid w:val="00C251A1"/>
    <w:rsid w:val="00C25467"/>
    <w:rsid w:val="00C26357"/>
    <w:rsid w:val="00C26916"/>
    <w:rsid w:val="00C33CA2"/>
    <w:rsid w:val="00C356D0"/>
    <w:rsid w:val="00C3766F"/>
    <w:rsid w:val="00C379B6"/>
    <w:rsid w:val="00C4005A"/>
    <w:rsid w:val="00C412A2"/>
    <w:rsid w:val="00C41847"/>
    <w:rsid w:val="00C41A09"/>
    <w:rsid w:val="00C42787"/>
    <w:rsid w:val="00C4286D"/>
    <w:rsid w:val="00C42FFF"/>
    <w:rsid w:val="00C44647"/>
    <w:rsid w:val="00C4520F"/>
    <w:rsid w:val="00C4678F"/>
    <w:rsid w:val="00C468C8"/>
    <w:rsid w:val="00C4775A"/>
    <w:rsid w:val="00C47D0F"/>
    <w:rsid w:val="00C50AEA"/>
    <w:rsid w:val="00C50AF8"/>
    <w:rsid w:val="00C50D6B"/>
    <w:rsid w:val="00C513CF"/>
    <w:rsid w:val="00C517EE"/>
    <w:rsid w:val="00C51F21"/>
    <w:rsid w:val="00C5312E"/>
    <w:rsid w:val="00C538A2"/>
    <w:rsid w:val="00C53EC2"/>
    <w:rsid w:val="00C540BF"/>
    <w:rsid w:val="00C5421F"/>
    <w:rsid w:val="00C5648F"/>
    <w:rsid w:val="00C574F0"/>
    <w:rsid w:val="00C6083C"/>
    <w:rsid w:val="00C60AB2"/>
    <w:rsid w:val="00C61C13"/>
    <w:rsid w:val="00C62B42"/>
    <w:rsid w:val="00C63B22"/>
    <w:rsid w:val="00C6420F"/>
    <w:rsid w:val="00C6447F"/>
    <w:rsid w:val="00C6524C"/>
    <w:rsid w:val="00C6552F"/>
    <w:rsid w:val="00C65CD1"/>
    <w:rsid w:val="00C6672E"/>
    <w:rsid w:val="00C66EA6"/>
    <w:rsid w:val="00C673B8"/>
    <w:rsid w:val="00C67E2C"/>
    <w:rsid w:val="00C724CC"/>
    <w:rsid w:val="00C74B8E"/>
    <w:rsid w:val="00C8246D"/>
    <w:rsid w:val="00C830A0"/>
    <w:rsid w:val="00C83388"/>
    <w:rsid w:val="00C8342D"/>
    <w:rsid w:val="00C85122"/>
    <w:rsid w:val="00C861F6"/>
    <w:rsid w:val="00C86213"/>
    <w:rsid w:val="00C86AF8"/>
    <w:rsid w:val="00C87106"/>
    <w:rsid w:val="00C87175"/>
    <w:rsid w:val="00C87BE8"/>
    <w:rsid w:val="00C87F26"/>
    <w:rsid w:val="00C90482"/>
    <w:rsid w:val="00C906BC"/>
    <w:rsid w:val="00C90FA0"/>
    <w:rsid w:val="00C9108B"/>
    <w:rsid w:val="00C91FDE"/>
    <w:rsid w:val="00C924C6"/>
    <w:rsid w:val="00C9403D"/>
    <w:rsid w:val="00C94C2A"/>
    <w:rsid w:val="00C951DE"/>
    <w:rsid w:val="00CA100E"/>
    <w:rsid w:val="00CA4F53"/>
    <w:rsid w:val="00CA720B"/>
    <w:rsid w:val="00CA723C"/>
    <w:rsid w:val="00CA7F67"/>
    <w:rsid w:val="00CB02D9"/>
    <w:rsid w:val="00CB068E"/>
    <w:rsid w:val="00CB0791"/>
    <w:rsid w:val="00CB0D56"/>
    <w:rsid w:val="00CB22F2"/>
    <w:rsid w:val="00CB29B1"/>
    <w:rsid w:val="00CB31E3"/>
    <w:rsid w:val="00CB35AE"/>
    <w:rsid w:val="00CB4415"/>
    <w:rsid w:val="00CC220B"/>
    <w:rsid w:val="00CC37AC"/>
    <w:rsid w:val="00CC458B"/>
    <w:rsid w:val="00CC65E4"/>
    <w:rsid w:val="00CD150F"/>
    <w:rsid w:val="00CD163C"/>
    <w:rsid w:val="00CD18CC"/>
    <w:rsid w:val="00CD2264"/>
    <w:rsid w:val="00CD2E73"/>
    <w:rsid w:val="00CD3579"/>
    <w:rsid w:val="00CD3634"/>
    <w:rsid w:val="00CD4526"/>
    <w:rsid w:val="00CD5668"/>
    <w:rsid w:val="00CD60A2"/>
    <w:rsid w:val="00CD6AC8"/>
    <w:rsid w:val="00CE12D3"/>
    <w:rsid w:val="00CE1482"/>
    <w:rsid w:val="00CE2F00"/>
    <w:rsid w:val="00CE4760"/>
    <w:rsid w:val="00CE5B80"/>
    <w:rsid w:val="00CE616A"/>
    <w:rsid w:val="00CE7498"/>
    <w:rsid w:val="00CE7FE6"/>
    <w:rsid w:val="00CF0689"/>
    <w:rsid w:val="00CF0CA4"/>
    <w:rsid w:val="00CF2D93"/>
    <w:rsid w:val="00CF348A"/>
    <w:rsid w:val="00CF4360"/>
    <w:rsid w:val="00CF4B8A"/>
    <w:rsid w:val="00CF54E0"/>
    <w:rsid w:val="00D000D9"/>
    <w:rsid w:val="00D01216"/>
    <w:rsid w:val="00D0153E"/>
    <w:rsid w:val="00D03D17"/>
    <w:rsid w:val="00D0683C"/>
    <w:rsid w:val="00D106C6"/>
    <w:rsid w:val="00D106DA"/>
    <w:rsid w:val="00D12672"/>
    <w:rsid w:val="00D13703"/>
    <w:rsid w:val="00D13801"/>
    <w:rsid w:val="00D13F4F"/>
    <w:rsid w:val="00D14D08"/>
    <w:rsid w:val="00D1629F"/>
    <w:rsid w:val="00D17AEB"/>
    <w:rsid w:val="00D20280"/>
    <w:rsid w:val="00D207DE"/>
    <w:rsid w:val="00D20A2C"/>
    <w:rsid w:val="00D212EB"/>
    <w:rsid w:val="00D23BF7"/>
    <w:rsid w:val="00D23F1A"/>
    <w:rsid w:val="00D2538A"/>
    <w:rsid w:val="00D25668"/>
    <w:rsid w:val="00D26F46"/>
    <w:rsid w:val="00D27476"/>
    <w:rsid w:val="00D31099"/>
    <w:rsid w:val="00D3317F"/>
    <w:rsid w:val="00D33327"/>
    <w:rsid w:val="00D34423"/>
    <w:rsid w:val="00D34B8E"/>
    <w:rsid w:val="00D362C9"/>
    <w:rsid w:val="00D36A04"/>
    <w:rsid w:val="00D37791"/>
    <w:rsid w:val="00D37F78"/>
    <w:rsid w:val="00D42929"/>
    <w:rsid w:val="00D42F81"/>
    <w:rsid w:val="00D440E9"/>
    <w:rsid w:val="00D44908"/>
    <w:rsid w:val="00D44B6E"/>
    <w:rsid w:val="00D45799"/>
    <w:rsid w:val="00D46B04"/>
    <w:rsid w:val="00D518A4"/>
    <w:rsid w:val="00D5233D"/>
    <w:rsid w:val="00D52B08"/>
    <w:rsid w:val="00D53111"/>
    <w:rsid w:val="00D55050"/>
    <w:rsid w:val="00D61B7C"/>
    <w:rsid w:val="00D6226A"/>
    <w:rsid w:val="00D64311"/>
    <w:rsid w:val="00D64993"/>
    <w:rsid w:val="00D650D1"/>
    <w:rsid w:val="00D652AA"/>
    <w:rsid w:val="00D65FF2"/>
    <w:rsid w:val="00D66767"/>
    <w:rsid w:val="00D676CC"/>
    <w:rsid w:val="00D72497"/>
    <w:rsid w:val="00D73BC7"/>
    <w:rsid w:val="00D73FF5"/>
    <w:rsid w:val="00D750DE"/>
    <w:rsid w:val="00D82419"/>
    <w:rsid w:val="00D82744"/>
    <w:rsid w:val="00D829B0"/>
    <w:rsid w:val="00D841B7"/>
    <w:rsid w:val="00D85AF5"/>
    <w:rsid w:val="00D86A17"/>
    <w:rsid w:val="00D87CE4"/>
    <w:rsid w:val="00D919FF"/>
    <w:rsid w:val="00D925C3"/>
    <w:rsid w:val="00D92838"/>
    <w:rsid w:val="00D928D2"/>
    <w:rsid w:val="00D9374A"/>
    <w:rsid w:val="00D950A7"/>
    <w:rsid w:val="00D96026"/>
    <w:rsid w:val="00D96BCE"/>
    <w:rsid w:val="00D97296"/>
    <w:rsid w:val="00D97644"/>
    <w:rsid w:val="00DA0245"/>
    <w:rsid w:val="00DA21DD"/>
    <w:rsid w:val="00DA2E78"/>
    <w:rsid w:val="00DA387C"/>
    <w:rsid w:val="00DA4F57"/>
    <w:rsid w:val="00DA5281"/>
    <w:rsid w:val="00DA720F"/>
    <w:rsid w:val="00DA7BAD"/>
    <w:rsid w:val="00DB02CD"/>
    <w:rsid w:val="00DB061B"/>
    <w:rsid w:val="00DB0658"/>
    <w:rsid w:val="00DB0AC2"/>
    <w:rsid w:val="00DB5031"/>
    <w:rsid w:val="00DB656D"/>
    <w:rsid w:val="00DB691A"/>
    <w:rsid w:val="00DB6A29"/>
    <w:rsid w:val="00DB7096"/>
    <w:rsid w:val="00DB774B"/>
    <w:rsid w:val="00DC0E93"/>
    <w:rsid w:val="00DC1AF3"/>
    <w:rsid w:val="00DC275F"/>
    <w:rsid w:val="00DC2BEB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40C"/>
    <w:rsid w:val="00DD3D6A"/>
    <w:rsid w:val="00DD3FBF"/>
    <w:rsid w:val="00DD40E1"/>
    <w:rsid w:val="00DD443D"/>
    <w:rsid w:val="00DD4798"/>
    <w:rsid w:val="00DD6CE5"/>
    <w:rsid w:val="00DD79E2"/>
    <w:rsid w:val="00DE0EC1"/>
    <w:rsid w:val="00DE1BC0"/>
    <w:rsid w:val="00DE1C0D"/>
    <w:rsid w:val="00DE1D47"/>
    <w:rsid w:val="00DE1D71"/>
    <w:rsid w:val="00DE30B9"/>
    <w:rsid w:val="00DE465B"/>
    <w:rsid w:val="00DE51D9"/>
    <w:rsid w:val="00DE5C43"/>
    <w:rsid w:val="00DE60E4"/>
    <w:rsid w:val="00DE6657"/>
    <w:rsid w:val="00DE6A4F"/>
    <w:rsid w:val="00DE77E9"/>
    <w:rsid w:val="00DF1439"/>
    <w:rsid w:val="00DF169A"/>
    <w:rsid w:val="00DF1D1A"/>
    <w:rsid w:val="00DF226B"/>
    <w:rsid w:val="00DF3541"/>
    <w:rsid w:val="00DF3A3E"/>
    <w:rsid w:val="00DF4DC0"/>
    <w:rsid w:val="00DF5B78"/>
    <w:rsid w:val="00DF6349"/>
    <w:rsid w:val="00DF6CDB"/>
    <w:rsid w:val="00DF7BA9"/>
    <w:rsid w:val="00E00E02"/>
    <w:rsid w:val="00E01E47"/>
    <w:rsid w:val="00E02115"/>
    <w:rsid w:val="00E024FE"/>
    <w:rsid w:val="00E02773"/>
    <w:rsid w:val="00E03347"/>
    <w:rsid w:val="00E03F93"/>
    <w:rsid w:val="00E04755"/>
    <w:rsid w:val="00E0505B"/>
    <w:rsid w:val="00E05946"/>
    <w:rsid w:val="00E06069"/>
    <w:rsid w:val="00E06835"/>
    <w:rsid w:val="00E068A6"/>
    <w:rsid w:val="00E068F0"/>
    <w:rsid w:val="00E07F82"/>
    <w:rsid w:val="00E10083"/>
    <w:rsid w:val="00E10DDD"/>
    <w:rsid w:val="00E12430"/>
    <w:rsid w:val="00E131B7"/>
    <w:rsid w:val="00E1329B"/>
    <w:rsid w:val="00E132AD"/>
    <w:rsid w:val="00E15376"/>
    <w:rsid w:val="00E15650"/>
    <w:rsid w:val="00E16A7D"/>
    <w:rsid w:val="00E2100E"/>
    <w:rsid w:val="00E21626"/>
    <w:rsid w:val="00E21A49"/>
    <w:rsid w:val="00E22616"/>
    <w:rsid w:val="00E22F92"/>
    <w:rsid w:val="00E2398F"/>
    <w:rsid w:val="00E24890"/>
    <w:rsid w:val="00E25695"/>
    <w:rsid w:val="00E25E89"/>
    <w:rsid w:val="00E25EE2"/>
    <w:rsid w:val="00E271B6"/>
    <w:rsid w:val="00E27C46"/>
    <w:rsid w:val="00E3038D"/>
    <w:rsid w:val="00E303AC"/>
    <w:rsid w:val="00E30592"/>
    <w:rsid w:val="00E30798"/>
    <w:rsid w:val="00E31386"/>
    <w:rsid w:val="00E329EA"/>
    <w:rsid w:val="00E33B6F"/>
    <w:rsid w:val="00E343BF"/>
    <w:rsid w:val="00E34AFC"/>
    <w:rsid w:val="00E35A8E"/>
    <w:rsid w:val="00E362D1"/>
    <w:rsid w:val="00E3799D"/>
    <w:rsid w:val="00E37D2E"/>
    <w:rsid w:val="00E401D0"/>
    <w:rsid w:val="00E4068D"/>
    <w:rsid w:val="00E40C01"/>
    <w:rsid w:val="00E41517"/>
    <w:rsid w:val="00E4411E"/>
    <w:rsid w:val="00E4522B"/>
    <w:rsid w:val="00E4584E"/>
    <w:rsid w:val="00E4606E"/>
    <w:rsid w:val="00E4682D"/>
    <w:rsid w:val="00E47FAB"/>
    <w:rsid w:val="00E50111"/>
    <w:rsid w:val="00E5033A"/>
    <w:rsid w:val="00E5057E"/>
    <w:rsid w:val="00E5083F"/>
    <w:rsid w:val="00E510C0"/>
    <w:rsid w:val="00E51EBA"/>
    <w:rsid w:val="00E53634"/>
    <w:rsid w:val="00E552D0"/>
    <w:rsid w:val="00E55B72"/>
    <w:rsid w:val="00E55FEF"/>
    <w:rsid w:val="00E560B3"/>
    <w:rsid w:val="00E56F6C"/>
    <w:rsid w:val="00E5783B"/>
    <w:rsid w:val="00E60A12"/>
    <w:rsid w:val="00E63827"/>
    <w:rsid w:val="00E63C65"/>
    <w:rsid w:val="00E644D0"/>
    <w:rsid w:val="00E64521"/>
    <w:rsid w:val="00E6485F"/>
    <w:rsid w:val="00E64EF0"/>
    <w:rsid w:val="00E65186"/>
    <w:rsid w:val="00E67216"/>
    <w:rsid w:val="00E71F2E"/>
    <w:rsid w:val="00E721A8"/>
    <w:rsid w:val="00E73D8C"/>
    <w:rsid w:val="00E73F35"/>
    <w:rsid w:val="00E74501"/>
    <w:rsid w:val="00E764F5"/>
    <w:rsid w:val="00E806E8"/>
    <w:rsid w:val="00E80AA7"/>
    <w:rsid w:val="00E81BDA"/>
    <w:rsid w:val="00E827F4"/>
    <w:rsid w:val="00E829F2"/>
    <w:rsid w:val="00E82B0D"/>
    <w:rsid w:val="00E84371"/>
    <w:rsid w:val="00E84533"/>
    <w:rsid w:val="00E84B4C"/>
    <w:rsid w:val="00E84C88"/>
    <w:rsid w:val="00E86A28"/>
    <w:rsid w:val="00E87B5F"/>
    <w:rsid w:val="00E901B2"/>
    <w:rsid w:val="00E90306"/>
    <w:rsid w:val="00E91892"/>
    <w:rsid w:val="00E93A4C"/>
    <w:rsid w:val="00E94573"/>
    <w:rsid w:val="00E9689F"/>
    <w:rsid w:val="00E96F2A"/>
    <w:rsid w:val="00EA08DC"/>
    <w:rsid w:val="00EA109E"/>
    <w:rsid w:val="00EA18DB"/>
    <w:rsid w:val="00EA270F"/>
    <w:rsid w:val="00EA43D6"/>
    <w:rsid w:val="00EA5401"/>
    <w:rsid w:val="00EA5D92"/>
    <w:rsid w:val="00EA743C"/>
    <w:rsid w:val="00EB0355"/>
    <w:rsid w:val="00EB14EF"/>
    <w:rsid w:val="00EB2D32"/>
    <w:rsid w:val="00EB6525"/>
    <w:rsid w:val="00EB7475"/>
    <w:rsid w:val="00EC0FA8"/>
    <w:rsid w:val="00EC13FA"/>
    <w:rsid w:val="00EC1CAC"/>
    <w:rsid w:val="00EC39C3"/>
    <w:rsid w:val="00EC5802"/>
    <w:rsid w:val="00EC58C5"/>
    <w:rsid w:val="00EC7AD3"/>
    <w:rsid w:val="00ED166E"/>
    <w:rsid w:val="00ED19C4"/>
    <w:rsid w:val="00ED2746"/>
    <w:rsid w:val="00ED2DAD"/>
    <w:rsid w:val="00ED2E6B"/>
    <w:rsid w:val="00ED4354"/>
    <w:rsid w:val="00ED479E"/>
    <w:rsid w:val="00ED528D"/>
    <w:rsid w:val="00ED6B43"/>
    <w:rsid w:val="00ED7539"/>
    <w:rsid w:val="00EE1329"/>
    <w:rsid w:val="00EE1416"/>
    <w:rsid w:val="00EE177F"/>
    <w:rsid w:val="00EE2C8E"/>
    <w:rsid w:val="00EE2DFE"/>
    <w:rsid w:val="00EE38DA"/>
    <w:rsid w:val="00EE4A0A"/>
    <w:rsid w:val="00EE4FBC"/>
    <w:rsid w:val="00EE532E"/>
    <w:rsid w:val="00EE5AD9"/>
    <w:rsid w:val="00EE67B8"/>
    <w:rsid w:val="00EE6D43"/>
    <w:rsid w:val="00EE7F77"/>
    <w:rsid w:val="00EF0007"/>
    <w:rsid w:val="00EF09A5"/>
    <w:rsid w:val="00EF0A3F"/>
    <w:rsid w:val="00EF0CCB"/>
    <w:rsid w:val="00EF1130"/>
    <w:rsid w:val="00EF4214"/>
    <w:rsid w:val="00EF48AA"/>
    <w:rsid w:val="00EF595F"/>
    <w:rsid w:val="00EF5B52"/>
    <w:rsid w:val="00F0230D"/>
    <w:rsid w:val="00F047CF"/>
    <w:rsid w:val="00F0524C"/>
    <w:rsid w:val="00F052D7"/>
    <w:rsid w:val="00F0592C"/>
    <w:rsid w:val="00F05C36"/>
    <w:rsid w:val="00F05D66"/>
    <w:rsid w:val="00F068A9"/>
    <w:rsid w:val="00F06B5F"/>
    <w:rsid w:val="00F07C97"/>
    <w:rsid w:val="00F10A51"/>
    <w:rsid w:val="00F11D6A"/>
    <w:rsid w:val="00F121A0"/>
    <w:rsid w:val="00F12353"/>
    <w:rsid w:val="00F13B5F"/>
    <w:rsid w:val="00F15B4F"/>
    <w:rsid w:val="00F16D2C"/>
    <w:rsid w:val="00F1705F"/>
    <w:rsid w:val="00F20262"/>
    <w:rsid w:val="00F20A53"/>
    <w:rsid w:val="00F20B9B"/>
    <w:rsid w:val="00F2182A"/>
    <w:rsid w:val="00F22F6A"/>
    <w:rsid w:val="00F2446A"/>
    <w:rsid w:val="00F271E5"/>
    <w:rsid w:val="00F27E7C"/>
    <w:rsid w:val="00F321A8"/>
    <w:rsid w:val="00F322CB"/>
    <w:rsid w:val="00F33296"/>
    <w:rsid w:val="00F34D3C"/>
    <w:rsid w:val="00F34F11"/>
    <w:rsid w:val="00F35BE4"/>
    <w:rsid w:val="00F3763F"/>
    <w:rsid w:val="00F37E95"/>
    <w:rsid w:val="00F4077E"/>
    <w:rsid w:val="00F43090"/>
    <w:rsid w:val="00F4326C"/>
    <w:rsid w:val="00F432A3"/>
    <w:rsid w:val="00F43509"/>
    <w:rsid w:val="00F457D4"/>
    <w:rsid w:val="00F462FC"/>
    <w:rsid w:val="00F46B47"/>
    <w:rsid w:val="00F50049"/>
    <w:rsid w:val="00F514BF"/>
    <w:rsid w:val="00F515A8"/>
    <w:rsid w:val="00F52999"/>
    <w:rsid w:val="00F52F2B"/>
    <w:rsid w:val="00F5395D"/>
    <w:rsid w:val="00F539E0"/>
    <w:rsid w:val="00F5454C"/>
    <w:rsid w:val="00F55045"/>
    <w:rsid w:val="00F557ED"/>
    <w:rsid w:val="00F56712"/>
    <w:rsid w:val="00F57034"/>
    <w:rsid w:val="00F60389"/>
    <w:rsid w:val="00F60704"/>
    <w:rsid w:val="00F611B0"/>
    <w:rsid w:val="00F61D25"/>
    <w:rsid w:val="00F620D0"/>
    <w:rsid w:val="00F62132"/>
    <w:rsid w:val="00F62CA1"/>
    <w:rsid w:val="00F630B9"/>
    <w:rsid w:val="00F637A3"/>
    <w:rsid w:val="00F63A2E"/>
    <w:rsid w:val="00F65CE6"/>
    <w:rsid w:val="00F70F87"/>
    <w:rsid w:val="00F71682"/>
    <w:rsid w:val="00F71DFF"/>
    <w:rsid w:val="00F73505"/>
    <w:rsid w:val="00F73B06"/>
    <w:rsid w:val="00F73B96"/>
    <w:rsid w:val="00F742D8"/>
    <w:rsid w:val="00F74ED6"/>
    <w:rsid w:val="00F75A2C"/>
    <w:rsid w:val="00F75B66"/>
    <w:rsid w:val="00F76921"/>
    <w:rsid w:val="00F771DF"/>
    <w:rsid w:val="00F77FDA"/>
    <w:rsid w:val="00F80A61"/>
    <w:rsid w:val="00F81AF1"/>
    <w:rsid w:val="00F81C32"/>
    <w:rsid w:val="00F81C64"/>
    <w:rsid w:val="00F822BB"/>
    <w:rsid w:val="00F83EFF"/>
    <w:rsid w:val="00F849FD"/>
    <w:rsid w:val="00F84AB7"/>
    <w:rsid w:val="00F85309"/>
    <w:rsid w:val="00F85B71"/>
    <w:rsid w:val="00F87588"/>
    <w:rsid w:val="00F87BCE"/>
    <w:rsid w:val="00F91196"/>
    <w:rsid w:val="00F9128A"/>
    <w:rsid w:val="00F91EF3"/>
    <w:rsid w:val="00F91F42"/>
    <w:rsid w:val="00F92BF8"/>
    <w:rsid w:val="00F950CA"/>
    <w:rsid w:val="00F95C49"/>
    <w:rsid w:val="00F967B0"/>
    <w:rsid w:val="00FA086C"/>
    <w:rsid w:val="00FA433E"/>
    <w:rsid w:val="00FA4354"/>
    <w:rsid w:val="00FA4C84"/>
    <w:rsid w:val="00FA4F3A"/>
    <w:rsid w:val="00FA5DF7"/>
    <w:rsid w:val="00FB0B83"/>
    <w:rsid w:val="00FB364C"/>
    <w:rsid w:val="00FB5865"/>
    <w:rsid w:val="00FB58B5"/>
    <w:rsid w:val="00FB6011"/>
    <w:rsid w:val="00FB6755"/>
    <w:rsid w:val="00FC08D2"/>
    <w:rsid w:val="00FC1946"/>
    <w:rsid w:val="00FC19A2"/>
    <w:rsid w:val="00FC1F3E"/>
    <w:rsid w:val="00FC451D"/>
    <w:rsid w:val="00FC4825"/>
    <w:rsid w:val="00FC50D0"/>
    <w:rsid w:val="00FC5184"/>
    <w:rsid w:val="00FC539C"/>
    <w:rsid w:val="00FC5A4A"/>
    <w:rsid w:val="00FC7054"/>
    <w:rsid w:val="00FD0F09"/>
    <w:rsid w:val="00FD1F73"/>
    <w:rsid w:val="00FD25D5"/>
    <w:rsid w:val="00FD2D68"/>
    <w:rsid w:val="00FD300D"/>
    <w:rsid w:val="00FD301C"/>
    <w:rsid w:val="00FD36EE"/>
    <w:rsid w:val="00FD373F"/>
    <w:rsid w:val="00FD4738"/>
    <w:rsid w:val="00FD4EB2"/>
    <w:rsid w:val="00FD5133"/>
    <w:rsid w:val="00FD64A6"/>
    <w:rsid w:val="00FD799C"/>
    <w:rsid w:val="00FE013F"/>
    <w:rsid w:val="00FE0C15"/>
    <w:rsid w:val="00FE12BF"/>
    <w:rsid w:val="00FE13E6"/>
    <w:rsid w:val="00FE1874"/>
    <w:rsid w:val="00FE2C1E"/>
    <w:rsid w:val="00FE2D8D"/>
    <w:rsid w:val="00FE3CA2"/>
    <w:rsid w:val="00FE4A36"/>
    <w:rsid w:val="00FE4EDB"/>
    <w:rsid w:val="00FE5DC5"/>
    <w:rsid w:val="00FE7C6C"/>
    <w:rsid w:val="00FF0F82"/>
    <w:rsid w:val="00FF2CA2"/>
    <w:rsid w:val="00FF2FD1"/>
    <w:rsid w:val="00FF3D08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7890">
      <o:colormenu v:ext="edit" fillcolor="none [2412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83C"/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LightShading-Accent13">
    <w:name w:val="Light Shading - Accent 13"/>
    <w:basedOn w:val="TableNormal"/>
    <w:uiPriority w:val="60"/>
    <w:rsid w:val="00623EF9"/>
    <w:pPr>
      <w:jc w:val="left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C7561-0CE6-4663-9C9E-4FE3B01B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30</TotalTime>
  <Pages>7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12220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23</cp:revision>
  <cp:lastPrinted>2018-11-04T14:47:00Z</cp:lastPrinted>
  <dcterms:created xsi:type="dcterms:W3CDTF">2019-03-24T20:00:00Z</dcterms:created>
  <dcterms:modified xsi:type="dcterms:W3CDTF">2019-03-31T18:52:00Z</dcterms:modified>
</cp:coreProperties>
</file>